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56C" w:rsidRPr="00DD3500" w:rsidRDefault="0085456C" w:rsidP="0002704E">
      <w:pPr>
        <w:rPr>
          <w:rFonts w:ascii="Century Gothic" w:hAnsi="Century Gothic"/>
          <w:sz w:val="36"/>
          <w:szCs w:val="36"/>
          <w:highlight w:val="cyan"/>
        </w:rPr>
      </w:pPr>
    </w:p>
    <w:p w:rsidR="002B4CC7" w:rsidRDefault="002B4CC7" w:rsidP="002B4CC7">
      <w:pPr>
        <w:pStyle w:val="Subtitle1"/>
        <w:spacing w:line="360" w:lineRule="auto"/>
        <w:jc w:val="both"/>
        <w:rPr>
          <w:rFonts w:ascii="Century Gothic" w:eastAsia="SimSun" w:hAnsi="Century Gothic" w:cs="Arial"/>
          <w:b w:val="0"/>
          <w:sz w:val="36"/>
          <w:szCs w:val="36"/>
        </w:rPr>
      </w:pPr>
    </w:p>
    <w:p w:rsidR="002B4CC7" w:rsidRPr="002B4CC7" w:rsidRDefault="002B4CC7" w:rsidP="002B4CC7">
      <w:pPr>
        <w:pStyle w:val="Byline"/>
        <w:rPr>
          <w:rFonts w:eastAsia="SimSun"/>
        </w:rPr>
      </w:pPr>
    </w:p>
    <w:p w:rsidR="002B4CC7" w:rsidRDefault="002B4CC7" w:rsidP="002B4CC7">
      <w:pPr>
        <w:pStyle w:val="Subtitle1"/>
        <w:spacing w:after="0" w:line="360" w:lineRule="auto"/>
        <w:rPr>
          <w:rFonts w:ascii="Century Gothic" w:eastAsia="SimSun" w:hAnsi="Century Gothic"/>
          <w:bCs/>
          <w:color w:val="3BB7BC"/>
          <w:kern w:val="32"/>
          <w:sz w:val="44"/>
          <w:szCs w:val="36"/>
        </w:rPr>
      </w:pPr>
      <w:r>
        <w:rPr>
          <w:rFonts w:ascii="Century Gothic" w:eastAsia="SimSun" w:hAnsi="Century Gothic"/>
          <w:bCs/>
          <w:color w:val="3BB7BC"/>
          <w:kern w:val="32"/>
          <w:sz w:val="44"/>
          <w:szCs w:val="36"/>
        </w:rPr>
        <w:t>Health Check Monitoring Script</w:t>
      </w:r>
    </w:p>
    <w:p w:rsidR="002B4CC7" w:rsidRPr="002B4CC7" w:rsidRDefault="002B4CC7" w:rsidP="002B4CC7">
      <w:pPr>
        <w:pStyle w:val="Byline"/>
      </w:pPr>
      <w:r w:rsidRPr="002B4CC7">
        <w:t>SOLARIS</w:t>
      </w:r>
    </w:p>
    <w:p w:rsidR="00F9014E" w:rsidRPr="00DD3500" w:rsidRDefault="00F9014E" w:rsidP="009409BF">
      <w:pPr>
        <w:pStyle w:val="Heading0"/>
        <w:shd w:val="clear" w:color="auto" w:fill="3BB7BC"/>
        <w:rPr>
          <w:rFonts w:ascii="Century Gothic" w:hAnsi="Century Gothic"/>
          <w:sz w:val="28"/>
          <w:szCs w:val="36"/>
        </w:rPr>
      </w:pPr>
      <w:r w:rsidRPr="00DD3500">
        <w:rPr>
          <w:rFonts w:ascii="Century Gothic" w:hAnsi="Century Gothic"/>
          <w:sz w:val="28"/>
          <w:szCs w:val="36"/>
        </w:rPr>
        <w:t>TABLE OF CONTENTS</w:t>
      </w:r>
    </w:p>
    <w:p w:rsidR="002B4CC7" w:rsidRDefault="005D409B">
      <w:pPr>
        <w:pStyle w:val="TOC1"/>
        <w:tabs>
          <w:tab w:val="left" w:pos="450"/>
          <w:tab w:val="right" w:leader="dot" w:pos="973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0"/>
          <w:lang w:eastAsia="en-US" w:bidi="hi-IN"/>
        </w:rPr>
      </w:pPr>
      <w:r w:rsidRPr="005D409B">
        <w:rPr>
          <w:rFonts w:ascii="Century Gothic" w:hAnsi="Century Gothic"/>
          <w:bCs w:val="0"/>
          <w:caps w:val="0"/>
          <w:sz w:val="28"/>
          <w:szCs w:val="36"/>
        </w:rPr>
        <w:fldChar w:fldCharType="begin"/>
      </w:r>
      <w:r w:rsidR="00832A1A" w:rsidRPr="00DD3500">
        <w:rPr>
          <w:rFonts w:ascii="Century Gothic" w:hAnsi="Century Gothic"/>
          <w:bCs w:val="0"/>
          <w:caps w:val="0"/>
          <w:sz w:val="28"/>
          <w:szCs w:val="36"/>
        </w:rPr>
        <w:instrText xml:space="preserve"> TOC \o "1-4" \h \z \u </w:instrText>
      </w:r>
      <w:r w:rsidRPr="005D409B">
        <w:rPr>
          <w:rFonts w:ascii="Century Gothic" w:hAnsi="Century Gothic"/>
          <w:bCs w:val="0"/>
          <w:caps w:val="0"/>
          <w:sz w:val="28"/>
          <w:szCs w:val="36"/>
        </w:rPr>
        <w:fldChar w:fldCharType="separate"/>
      </w:r>
      <w:hyperlink w:anchor="_Toc91245543" w:history="1">
        <w:r w:rsidR="002B4CC7" w:rsidRPr="00356CF1">
          <w:rPr>
            <w:rStyle w:val="Hyperlink"/>
            <w:rFonts w:ascii="Century Gothic" w:hAnsi="Century Gothic"/>
            <w:noProof/>
          </w:rPr>
          <w:t>1</w:t>
        </w:r>
        <w:r w:rsidR="002B4CC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0"/>
            <w:lang w:eastAsia="en-US" w:bidi="hi-IN"/>
          </w:rPr>
          <w:tab/>
        </w:r>
        <w:r w:rsidR="002B4CC7" w:rsidRPr="00356CF1">
          <w:rPr>
            <w:rStyle w:val="Hyperlink"/>
            <w:rFonts w:ascii="Century Gothic" w:hAnsi="Century Gothic"/>
            <w:noProof/>
          </w:rPr>
          <w:t>Introduction</w:t>
        </w:r>
        <w:r w:rsidR="002B4CC7">
          <w:rPr>
            <w:noProof/>
            <w:webHidden/>
          </w:rPr>
          <w:tab/>
        </w:r>
        <w:r w:rsidR="002B4CC7">
          <w:rPr>
            <w:noProof/>
            <w:webHidden/>
          </w:rPr>
          <w:fldChar w:fldCharType="begin"/>
        </w:r>
        <w:r w:rsidR="002B4CC7">
          <w:rPr>
            <w:noProof/>
            <w:webHidden/>
          </w:rPr>
          <w:instrText xml:space="preserve"> PAGEREF _Toc91245543 \h </w:instrText>
        </w:r>
        <w:r w:rsidR="002B4CC7">
          <w:rPr>
            <w:noProof/>
            <w:webHidden/>
          </w:rPr>
        </w:r>
        <w:r w:rsidR="002B4CC7">
          <w:rPr>
            <w:noProof/>
            <w:webHidden/>
          </w:rPr>
          <w:fldChar w:fldCharType="separate"/>
        </w:r>
        <w:r w:rsidR="002B4CC7">
          <w:rPr>
            <w:noProof/>
            <w:webHidden/>
          </w:rPr>
          <w:t>2</w:t>
        </w:r>
        <w:r w:rsidR="002B4CC7">
          <w:rPr>
            <w:noProof/>
            <w:webHidden/>
          </w:rPr>
          <w:fldChar w:fldCharType="end"/>
        </w:r>
      </w:hyperlink>
    </w:p>
    <w:p w:rsidR="002B4CC7" w:rsidRDefault="002B4CC7">
      <w:pPr>
        <w:pStyle w:val="TOC1"/>
        <w:tabs>
          <w:tab w:val="left" w:pos="450"/>
          <w:tab w:val="right" w:leader="dot" w:pos="973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0"/>
          <w:lang w:eastAsia="en-US" w:bidi="hi-IN"/>
        </w:rPr>
      </w:pPr>
      <w:hyperlink w:anchor="_Toc91245544" w:history="1">
        <w:r w:rsidRPr="00356CF1">
          <w:rPr>
            <w:rStyle w:val="Hyperlink"/>
            <w:rFonts w:ascii="Century Gothic" w:hAnsi="Century Gothic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0"/>
            <w:lang w:eastAsia="en-US" w:bidi="hi-IN"/>
          </w:rPr>
          <w:tab/>
        </w:r>
        <w:r w:rsidRPr="00356CF1">
          <w:rPr>
            <w:rStyle w:val="Hyperlink"/>
            <w:rFonts w:ascii="Century Gothic" w:hAnsi="Century Gothic"/>
            <w:noProof/>
          </w:rPr>
          <w:t>Create Directories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_Toc91245544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B4CC7" w:rsidRDefault="002B4CC7">
      <w:pPr>
        <w:pStyle w:val="TOC1"/>
        <w:tabs>
          <w:tab w:val="left" w:pos="450"/>
          <w:tab w:val="right" w:leader="dot" w:pos="973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0"/>
          <w:lang w:eastAsia="en-US" w:bidi="hi-IN"/>
        </w:rPr>
      </w:pPr>
      <w:hyperlink w:anchor="_Toc91245545" w:history="1">
        <w:r w:rsidRPr="00356CF1">
          <w:rPr>
            <w:rStyle w:val="Hyperlink"/>
            <w:rFonts w:ascii="Century Gothic" w:hAnsi="Century Gothic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0"/>
            <w:lang w:eastAsia="en-US" w:bidi="hi-IN"/>
          </w:rPr>
          <w:tab/>
        </w:r>
        <w:r w:rsidRPr="00356CF1">
          <w:rPr>
            <w:rStyle w:val="Hyperlink"/>
            <w:rFonts w:ascii="Century Gothic" w:hAnsi="Century Gothic"/>
            <w:noProof/>
          </w:rPr>
          <w:t>Create Scripts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_Toc91245545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B4CC7" w:rsidRDefault="002B4CC7">
      <w:pPr>
        <w:pStyle w:val="TOC2"/>
        <w:tabs>
          <w:tab w:val="left" w:pos="720"/>
          <w:tab w:val="right" w:leader="dot" w:pos="973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US" w:bidi="hi-IN"/>
        </w:rPr>
      </w:pPr>
      <w:hyperlink w:anchor="_Toc91245546" w:history="1">
        <w:r w:rsidRPr="00356CF1">
          <w:rPr>
            <w:rStyle w:val="Hyperlink"/>
            <w:rFonts w:ascii="Century Gothic" w:hAnsi="Century Gothic"/>
            <w:noProof/>
          </w:rPr>
          <w:t>3.1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lang w:eastAsia="en-US" w:bidi="hi-IN"/>
          </w:rPr>
          <w:tab/>
        </w:r>
        <w:r w:rsidRPr="00356CF1">
          <w:rPr>
            <w:rStyle w:val="Hyperlink"/>
            <w:rFonts w:ascii="Century Gothic" w:hAnsi="Century Gothic"/>
            <w:noProof/>
          </w:rPr>
          <w:t>Monitoring Script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_Toc91245546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B4CC7" w:rsidRDefault="002B4CC7">
      <w:pPr>
        <w:pStyle w:val="TOC2"/>
        <w:tabs>
          <w:tab w:val="left" w:pos="720"/>
          <w:tab w:val="right" w:leader="dot" w:pos="973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US" w:bidi="hi-IN"/>
        </w:rPr>
      </w:pPr>
      <w:hyperlink w:anchor="_Toc91245547" w:history="1">
        <w:r w:rsidRPr="00356CF1">
          <w:rPr>
            <w:rStyle w:val="Hyperlink"/>
            <w:rFonts w:ascii="Century Gothic" w:hAnsi="Century Gothic"/>
            <w:noProof/>
          </w:rPr>
          <w:t>3.2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lang w:eastAsia="en-US" w:bidi="hi-IN"/>
          </w:rPr>
          <w:tab/>
        </w:r>
        <w:r w:rsidRPr="00356CF1">
          <w:rPr>
            <w:rStyle w:val="Hyperlink"/>
            <w:rFonts w:ascii="Century Gothic" w:hAnsi="Century Gothic"/>
            <w:noProof/>
          </w:rPr>
          <w:t>Rollover/Archive Script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_Toc91245547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4CC7" w:rsidRDefault="002B4CC7">
      <w:pPr>
        <w:pStyle w:val="TOC1"/>
        <w:tabs>
          <w:tab w:val="left" w:pos="450"/>
          <w:tab w:val="right" w:leader="dot" w:pos="973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0"/>
          <w:lang w:eastAsia="en-US" w:bidi="hi-IN"/>
        </w:rPr>
      </w:pPr>
      <w:hyperlink w:anchor="_Toc91245548" w:history="1">
        <w:r w:rsidRPr="00356CF1">
          <w:rPr>
            <w:rStyle w:val="Hyperlink"/>
            <w:rFonts w:ascii="Century Gothic" w:hAnsi="Century Gothic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0"/>
            <w:lang w:eastAsia="en-US" w:bidi="hi-IN"/>
          </w:rPr>
          <w:tab/>
        </w:r>
        <w:r w:rsidRPr="00356CF1">
          <w:rPr>
            <w:rStyle w:val="Hyperlink"/>
            <w:rFonts w:ascii="Century Gothic" w:hAnsi="Century Gothic"/>
            <w:noProof/>
          </w:rPr>
          <w:t>Run the scripts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_Toc91245548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4CC7" w:rsidRDefault="002B4CC7">
      <w:pPr>
        <w:pStyle w:val="TOC2"/>
        <w:tabs>
          <w:tab w:val="left" w:pos="720"/>
          <w:tab w:val="right" w:leader="dot" w:pos="973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US" w:bidi="hi-IN"/>
        </w:rPr>
      </w:pPr>
      <w:hyperlink w:anchor="_Toc91245549" w:history="1">
        <w:r w:rsidRPr="00356CF1">
          <w:rPr>
            <w:rStyle w:val="Hyperlink"/>
            <w:rFonts w:ascii="Century Gothic" w:hAnsi="Century Gothic"/>
            <w:noProof/>
          </w:rPr>
          <w:t>4.1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lang w:eastAsia="en-US" w:bidi="hi-IN"/>
          </w:rPr>
          <w:tab/>
        </w:r>
        <w:r w:rsidRPr="00356CF1">
          <w:rPr>
            <w:rStyle w:val="Hyperlink"/>
            <w:rFonts w:ascii="Century Gothic" w:hAnsi="Century Gothic"/>
            <w:noProof/>
          </w:rPr>
          <w:t>Monitoring Script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_Toc91245549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4CC7" w:rsidRDefault="002B4CC7">
      <w:pPr>
        <w:pStyle w:val="TOC2"/>
        <w:tabs>
          <w:tab w:val="left" w:pos="720"/>
          <w:tab w:val="right" w:leader="dot" w:pos="973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US" w:bidi="hi-IN"/>
        </w:rPr>
      </w:pPr>
      <w:hyperlink w:anchor="_Toc91245550" w:history="1">
        <w:r w:rsidRPr="00356CF1">
          <w:rPr>
            <w:rStyle w:val="Hyperlink"/>
            <w:rFonts w:ascii="Century Gothic" w:hAnsi="Century Gothic"/>
            <w:noProof/>
          </w:rPr>
          <w:t>4.2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lang w:eastAsia="en-US" w:bidi="hi-IN"/>
          </w:rPr>
          <w:tab/>
        </w:r>
        <w:r w:rsidRPr="00356CF1">
          <w:rPr>
            <w:rStyle w:val="Hyperlink"/>
            <w:rFonts w:ascii="Century Gothic" w:hAnsi="Century Gothic"/>
            <w:noProof/>
          </w:rPr>
          <w:t>Rollover/Archive Script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_Toc91245550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9014E" w:rsidRDefault="005D409B" w:rsidP="00A75A99">
      <w:pPr>
        <w:pStyle w:val="Heading0"/>
        <w:rPr>
          <w:rFonts w:ascii="Century Gothic" w:eastAsia="SimSun" w:hAnsi="Century Gothic"/>
          <w:bCs/>
          <w:caps/>
          <w:sz w:val="28"/>
          <w:szCs w:val="36"/>
        </w:rPr>
      </w:pPr>
      <w:r w:rsidRPr="00DD3500">
        <w:rPr>
          <w:rFonts w:ascii="Century Gothic" w:eastAsia="SimSun" w:hAnsi="Century Gothic"/>
          <w:bCs/>
          <w:caps/>
          <w:sz w:val="28"/>
          <w:szCs w:val="36"/>
        </w:rPr>
        <w:fldChar w:fldCharType="end"/>
      </w:r>
    </w:p>
    <w:p w:rsidR="002B4CC7" w:rsidRDefault="002B4CC7">
      <w:pPr>
        <w:contextualSpacing w:val="0"/>
        <w:jc w:val="left"/>
        <w:rPr>
          <w:rFonts w:ascii="Century Gothic" w:hAnsi="Century Gothic"/>
          <w:bCs/>
          <w:caps/>
          <w:sz w:val="28"/>
          <w:szCs w:val="36"/>
        </w:rPr>
      </w:pPr>
      <w:r>
        <w:rPr>
          <w:rFonts w:ascii="Century Gothic" w:hAnsi="Century Gothic"/>
          <w:bCs/>
          <w:caps/>
          <w:sz w:val="28"/>
          <w:szCs w:val="36"/>
        </w:rPr>
        <w:br w:type="page"/>
      </w:r>
    </w:p>
    <w:p w:rsidR="002B4CC7" w:rsidRDefault="002B4CC7">
      <w:pPr>
        <w:contextualSpacing w:val="0"/>
        <w:jc w:val="left"/>
        <w:rPr>
          <w:rFonts w:ascii="Century Gothic" w:hAnsi="Century Gothic"/>
          <w:b/>
          <w:bCs/>
          <w:caps/>
          <w:sz w:val="28"/>
          <w:szCs w:val="36"/>
        </w:rPr>
      </w:pPr>
    </w:p>
    <w:p w:rsidR="00B14004" w:rsidRDefault="00B14004" w:rsidP="00B14004">
      <w:pPr>
        <w:pStyle w:val="Heading1"/>
        <w:rPr>
          <w:rFonts w:ascii="Century Gothic" w:hAnsi="Century Gothic"/>
          <w:szCs w:val="36"/>
        </w:rPr>
      </w:pPr>
      <w:bookmarkStart w:id="0" w:name="_Toc91245543"/>
      <w:r>
        <w:rPr>
          <w:rFonts w:ascii="Century Gothic" w:hAnsi="Century Gothic"/>
          <w:szCs w:val="36"/>
        </w:rPr>
        <w:t>Introduction</w:t>
      </w:r>
      <w:bookmarkEnd w:id="0"/>
    </w:p>
    <w:p w:rsidR="00B14004" w:rsidRDefault="00B14004" w:rsidP="00B14004">
      <w:pPr>
        <w:ind w:firstLine="340"/>
        <w:jc w:val="left"/>
        <w:rPr>
          <w:rFonts w:ascii="Century Gothic" w:hAnsi="Century Gothic"/>
          <w:iCs/>
          <w:sz w:val="20"/>
          <w:szCs w:val="20"/>
        </w:rPr>
      </w:pPr>
      <w:r w:rsidRPr="00B14004">
        <w:rPr>
          <w:rFonts w:ascii="Century Gothic" w:hAnsi="Century Gothic"/>
          <w:iCs/>
          <w:sz w:val="20"/>
          <w:szCs w:val="20"/>
        </w:rPr>
        <w:t>There are 2 scripts as part of this monitoring procedure</w:t>
      </w:r>
    </w:p>
    <w:p w:rsidR="00B14004" w:rsidRPr="00B14004" w:rsidRDefault="00B14004" w:rsidP="00B14004">
      <w:pPr>
        <w:ind w:firstLine="340"/>
        <w:jc w:val="left"/>
        <w:rPr>
          <w:rFonts w:ascii="Century Gothic" w:hAnsi="Century Gothic"/>
          <w:iCs/>
          <w:sz w:val="20"/>
          <w:szCs w:val="20"/>
        </w:rPr>
      </w:pPr>
    </w:p>
    <w:p w:rsidR="00B14004" w:rsidRPr="00B14004" w:rsidRDefault="00B14004" w:rsidP="00B14004">
      <w:pPr>
        <w:pStyle w:val="ListParagraph"/>
        <w:numPr>
          <w:ilvl w:val="0"/>
          <w:numId w:val="33"/>
        </w:numPr>
        <w:jc w:val="left"/>
        <w:rPr>
          <w:rFonts w:ascii="Century Gothic" w:hAnsi="Century Gothic"/>
          <w:iCs/>
          <w:sz w:val="20"/>
          <w:szCs w:val="20"/>
        </w:rPr>
      </w:pPr>
      <w:r w:rsidRPr="00B14004">
        <w:rPr>
          <w:rFonts w:ascii="Century Gothic" w:hAnsi="Century Gothic"/>
          <w:b/>
          <w:iCs/>
          <w:sz w:val="20"/>
          <w:szCs w:val="20"/>
        </w:rPr>
        <w:t>Monitoring Script</w:t>
      </w:r>
      <w:r w:rsidRPr="00B14004">
        <w:rPr>
          <w:rFonts w:ascii="Century Gothic" w:hAnsi="Century Gothic"/>
          <w:iCs/>
          <w:sz w:val="20"/>
          <w:szCs w:val="20"/>
        </w:rPr>
        <w:t xml:space="preserve"> – This will collect data and store 3 files in </w:t>
      </w:r>
      <w:r w:rsidR="00FB4CC5">
        <w:rPr>
          <w:rFonts w:ascii="Century Gothic" w:hAnsi="Century Gothic"/>
          <w:iCs/>
          <w:sz w:val="20"/>
          <w:szCs w:val="20"/>
        </w:rPr>
        <w:t>/var/TextPass/backup/zt</w:t>
      </w:r>
    </w:p>
    <w:p w:rsidR="00B14004" w:rsidRDefault="00031ABF" w:rsidP="00B14004">
      <w:pPr>
        <w:pStyle w:val="ListParagraph"/>
        <w:numPr>
          <w:ilvl w:val="0"/>
          <w:numId w:val="33"/>
        </w:numPr>
        <w:jc w:val="left"/>
        <w:rPr>
          <w:rFonts w:ascii="Century Gothic" w:hAnsi="Century Gothic"/>
          <w:iCs/>
          <w:sz w:val="20"/>
          <w:szCs w:val="20"/>
        </w:rPr>
      </w:pPr>
      <w:r>
        <w:rPr>
          <w:rFonts w:ascii="Century Gothic" w:hAnsi="Century Gothic"/>
          <w:b/>
          <w:iCs/>
          <w:sz w:val="20"/>
          <w:szCs w:val="20"/>
        </w:rPr>
        <w:t>Rollover</w:t>
      </w:r>
      <w:r w:rsidR="00B14004" w:rsidRPr="00B14004">
        <w:rPr>
          <w:rFonts w:ascii="Century Gothic" w:hAnsi="Century Gothic"/>
          <w:b/>
          <w:iCs/>
          <w:sz w:val="20"/>
          <w:szCs w:val="20"/>
        </w:rPr>
        <w:t xml:space="preserve"> Script</w:t>
      </w:r>
      <w:r w:rsidR="00B14004" w:rsidRPr="00B14004">
        <w:rPr>
          <w:rFonts w:ascii="Century Gothic" w:hAnsi="Century Gothic"/>
          <w:iCs/>
          <w:sz w:val="20"/>
          <w:szCs w:val="20"/>
        </w:rPr>
        <w:t xml:space="preserve"> – This will  </w:t>
      </w:r>
      <w:r>
        <w:rPr>
          <w:rFonts w:ascii="Century Gothic" w:hAnsi="Century Gothic"/>
          <w:iCs/>
          <w:sz w:val="20"/>
          <w:szCs w:val="20"/>
        </w:rPr>
        <w:t xml:space="preserve">rollover and </w:t>
      </w:r>
      <w:r w:rsidR="00B14004" w:rsidRPr="00B14004">
        <w:rPr>
          <w:rFonts w:ascii="Century Gothic" w:hAnsi="Century Gothic"/>
          <w:iCs/>
          <w:sz w:val="20"/>
          <w:szCs w:val="20"/>
        </w:rPr>
        <w:t xml:space="preserve">archive the data, once daily and store in </w:t>
      </w:r>
      <w:r>
        <w:rPr>
          <w:rFonts w:ascii="Century Gothic" w:hAnsi="Century Gothic"/>
          <w:iCs/>
          <w:sz w:val="20"/>
          <w:szCs w:val="20"/>
        </w:rPr>
        <w:t>/var/TextPass/backup/zt</w:t>
      </w:r>
    </w:p>
    <w:p w:rsidR="00B14004" w:rsidRDefault="00B14004" w:rsidP="00B14004">
      <w:pPr>
        <w:pStyle w:val="Heading1"/>
        <w:rPr>
          <w:rFonts w:ascii="Century Gothic" w:hAnsi="Century Gothic"/>
          <w:szCs w:val="36"/>
        </w:rPr>
      </w:pPr>
      <w:bookmarkStart w:id="1" w:name="_Toc91245544"/>
      <w:r>
        <w:rPr>
          <w:rFonts w:ascii="Century Gothic" w:hAnsi="Century Gothic"/>
          <w:szCs w:val="36"/>
        </w:rPr>
        <w:t>Create Directories</w:t>
      </w:r>
      <w:bookmarkEnd w:id="1"/>
    </w:p>
    <w:p w:rsidR="0014052D" w:rsidRDefault="0014052D" w:rsidP="0014052D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>su – root</w:t>
      </w:r>
    </w:p>
    <w:p w:rsidR="0014052D" w:rsidRDefault="0014052D" w:rsidP="0014052D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 xml:space="preserve">mkdir –p </w:t>
      </w:r>
      <w:r w:rsidR="00FB4CC5">
        <w:rPr>
          <w:rFonts w:ascii="SimSun" w:eastAsia="SimSun" w:hAnsi="SimSun"/>
          <w:sz w:val="22"/>
        </w:rPr>
        <w:t>/var/TextPass/backup/zt</w:t>
      </w:r>
    </w:p>
    <w:p w:rsidR="002B4396" w:rsidRDefault="00B53403" w:rsidP="00080BB0">
      <w:pPr>
        <w:pStyle w:val="Heading1"/>
        <w:rPr>
          <w:rFonts w:ascii="Century Gothic" w:hAnsi="Century Gothic"/>
          <w:szCs w:val="36"/>
        </w:rPr>
      </w:pPr>
      <w:bookmarkStart w:id="2" w:name="_Toc91245545"/>
      <w:r>
        <w:rPr>
          <w:rFonts w:ascii="Century Gothic" w:hAnsi="Century Gothic"/>
          <w:szCs w:val="36"/>
        </w:rPr>
        <w:t xml:space="preserve">Create </w:t>
      </w:r>
      <w:r w:rsidR="00EE4D6A">
        <w:rPr>
          <w:rFonts w:ascii="Century Gothic" w:hAnsi="Century Gothic"/>
          <w:szCs w:val="36"/>
        </w:rPr>
        <w:t>Scripts</w:t>
      </w:r>
      <w:bookmarkEnd w:id="2"/>
    </w:p>
    <w:p w:rsidR="00EE4D6A" w:rsidRDefault="00EE4D6A" w:rsidP="00EE4D6A">
      <w:pPr>
        <w:pStyle w:val="Heading2"/>
        <w:rPr>
          <w:rFonts w:ascii="Century Gothic" w:hAnsi="Century Gothic"/>
          <w:sz w:val="24"/>
          <w:szCs w:val="24"/>
        </w:rPr>
      </w:pPr>
      <w:bookmarkStart w:id="3" w:name="_Toc91245546"/>
      <w:r>
        <w:rPr>
          <w:rFonts w:ascii="Century Gothic" w:hAnsi="Century Gothic"/>
          <w:sz w:val="24"/>
          <w:szCs w:val="24"/>
        </w:rPr>
        <w:t>Monitoring Script</w:t>
      </w:r>
      <w:bookmarkEnd w:id="3"/>
    </w:p>
    <w:p w:rsidR="00EE4D6A" w:rsidRDefault="00EE4D6A" w:rsidP="00EE4D6A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 xml:space="preserve">cd </w:t>
      </w:r>
      <w:r w:rsidR="00FB4CC5">
        <w:rPr>
          <w:rFonts w:ascii="SimSun" w:eastAsia="SimSun" w:hAnsi="SimSun"/>
          <w:sz w:val="22"/>
        </w:rPr>
        <w:t>/var/TextPass/backup/zt</w:t>
      </w:r>
    </w:p>
    <w:p w:rsidR="00EE4D6A" w:rsidRPr="0014052D" w:rsidRDefault="00EE4D6A" w:rsidP="00EE4D6A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>vi zt_monitor.sh</w:t>
      </w:r>
    </w:p>
    <w:p w:rsidR="00EE4D6A" w:rsidRPr="00EE4D6A" w:rsidRDefault="00EE4D6A" w:rsidP="00EE4D6A"/>
    <w:p w:rsidR="00D85C39" w:rsidRDefault="00D85C39" w:rsidP="00A75A99">
      <w:pPr>
        <w:jc w:val="left"/>
        <w:rPr>
          <w:rFonts w:ascii="Century Gothic" w:hAnsi="Century Gothic"/>
          <w:iCs/>
          <w:sz w:val="20"/>
          <w:szCs w:val="20"/>
        </w:rPr>
      </w:pPr>
    </w:p>
    <w:p w:rsidR="00D85C39" w:rsidRPr="00EE79E3" w:rsidRDefault="00EE4D6A" w:rsidP="00EE79E3">
      <w:pPr>
        <w:ind w:firstLine="340"/>
        <w:jc w:val="left"/>
        <w:rPr>
          <w:rFonts w:ascii="Century Gothic" w:hAnsi="Century Gothic"/>
          <w:b/>
          <w:iCs/>
          <w:sz w:val="20"/>
          <w:szCs w:val="20"/>
        </w:rPr>
      </w:pPr>
      <w:r w:rsidRPr="00EE79E3">
        <w:rPr>
          <w:rFonts w:ascii="Century Gothic" w:hAnsi="Century Gothic"/>
          <w:b/>
          <w:iCs/>
          <w:sz w:val="20"/>
          <w:szCs w:val="20"/>
        </w:rPr>
        <w:t xml:space="preserve">Copy the following contents to the script file. </w:t>
      </w: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>#!/bin/bash</w:t>
      </w: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>while x=0</w:t>
      </w: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>do</w:t>
      </w: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>echo "############################################################" &gt;&gt; /var/TextPass/backup/zt/`hostname`_monitor.log</w:t>
      </w: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>date &gt;&gt;/var/TextPass/backup/zt/`hostname`_monitor.log</w:t>
      </w: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>echo "############################################################" &gt;&gt; /var/TextPass/backup/zt/`hostname`_monitor.log</w:t>
      </w: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>echo "</w:t>
      </w:r>
      <w:r w:rsidR="00EC1BD0">
        <w:rPr>
          <w:rFonts w:ascii="SimSun" w:eastAsia="SimSun" w:hAnsi="SimSun"/>
          <w:sz w:val="22"/>
        </w:rPr>
        <w:t>PRSTAT</w:t>
      </w:r>
      <w:r w:rsidRPr="005938E6">
        <w:rPr>
          <w:rFonts w:ascii="SimSun" w:eastAsia="SimSun" w:hAnsi="SimSun"/>
          <w:sz w:val="22"/>
        </w:rPr>
        <w:t>" &gt;&gt;/var/TextPass/backup/zt/`hostname`_monitor.log 2&gt; /dev/null</w:t>
      </w: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>echo "############################################################" &gt;&gt; /var/TextPass/backup/zt/`hostname`_monitor.log</w:t>
      </w:r>
    </w:p>
    <w:p w:rsidR="005938E6" w:rsidRPr="005938E6" w:rsidRDefault="001F6EAD" w:rsidP="005938E6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>prstat</w:t>
      </w:r>
      <w:r w:rsidR="00BE4FFD">
        <w:rPr>
          <w:rFonts w:ascii="SimSun" w:eastAsia="SimSun" w:hAnsi="SimSun"/>
          <w:sz w:val="22"/>
        </w:rPr>
        <w:t xml:space="preserve">-a </w:t>
      </w:r>
      <w:r w:rsidR="005938E6" w:rsidRPr="005938E6">
        <w:rPr>
          <w:rFonts w:ascii="SimSun" w:eastAsia="SimSun" w:hAnsi="SimSun"/>
          <w:sz w:val="22"/>
        </w:rPr>
        <w:t>&gt;&gt; /var/TextPass/backup/zt/`hostname`_monitor.log</w:t>
      </w: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>echo "############################################################" &gt;&gt; /var/TextPass/backup/zt/`hostname`_monitor.log</w:t>
      </w: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>echo "</w:t>
      </w:r>
      <w:r w:rsidR="002543F4">
        <w:rPr>
          <w:rFonts w:ascii="SimSun" w:eastAsia="SimSun" w:hAnsi="SimSun"/>
          <w:sz w:val="22"/>
        </w:rPr>
        <w:t>FREE MEMORY IN MB</w:t>
      </w:r>
      <w:r w:rsidRPr="005938E6">
        <w:rPr>
          <w:rFonts w:ascii="SimSun" w:eastAsia="SimSun" w:hAnsi="SimSun"/>
          <w:sz w:val="22"/>
        </w:rPr>
        <w:t>" &gt;&gt;/var/TextPass/backup/zt/`hostname`_monitor.log</w:t>
      </w: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>echo "############################################################" &gt;&gt; /var/TextPass/backup/zt/`hostname`_monitor.log</w:t>
      </w:r>
    </w:p>
    <w:p w:rsidR="005938E6" w:rsidRPr="005938E6" w:rsidRDefault="00BE4FFD" w:rsidP="005938E6">
      <w:pPr>
        <w:pStyle w:val="CodeIndented"/>
        <w:rPr>
          <w:rFonts w:ascii="SimSun" w:eastAsia="SimSun" w:hAnsi="SimSun"/>
          <w:sz w:val="22"/>
        </w:rPr>
      </w:pPr>
      <w:r w:rsidRPr="00BE4FFD">
        <w:rPr>
          <w:rFonts w:ascii="SimSun" w:eastAsia="SimSun" w:hAnsi="SimSun"/>
          <w:sz w:val="22"/>
        </w:rPr>
        <w:t>cat /proc/meminfo | egrep "Mem|Swap"</w:t>
      </w:r>
      <w:r w:rsidR="005938E6" w:rsidRPr="005938E6">
        <w:rPr>
          <w:rFonts w:ascii="SimSun" w:eastAsia="SimSun" w:hAnsi="SimSun"/>
          <w:sz w:val="22"/>
        </w:rPr>
        <w:t>&gt;&gt; var/TextPass/backup/zt/`hostname`_monitor.log 2&gt; /dev/null</w:t>
      </w: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>sleep 10</w:t>
      </w:r>
    </w:p>
    <w:p w:rsidR="005938E6" w:rsidRPr="00EE79E3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>done</w:t>
      </w:r>
    </w:p>
    <w:p w:rsidR="00EE4D6A" w:rsidRDefault="00EE4D6A" w:rsidP="00EE4D6A">
      <w:pPr>
        <w:jc w:val="left"/>
        <w:rPr>
          <w:rFonts w:ascii="Century Gothic" w:hAnsi="Century Gothic"/>
          <w:iCs/>
          <w:sz w:val="20"/>
          <w:szCs w:val="20"/>
        </w:rPr>
      </w:pPr>
    </w:p>
    <w:p w:rsidR="00EE79E3" w:rsidRPr="00EE79E3" w:rsidRDefault="00EE79E3" w:rsidP="00EE79E3">
      <w:pPr>
        <w:ind w:firstLine="340"/>
        <w:jc w:val="left"/>
        <w:rPr>
          <w:rFonts w:ascii="Century Gothic" w:hAnsi="Century Gothic"/>
          <w:b/>
          <w:iCs/>
          <w:sz w:val="20"/>
          <w:szCs w:val="20"/>
        </w:rPr>
      </w:pPr>
      <w:r w:rsidRPr="00EE79E3">
        <w:rPr>
          <w:rFonts w:ascii="Century Gothic" w:hAnsi="Century Gothic"/>
          <w:b/>
          <w:iCs/>
          <w:sz w:val="20"/>
          <w:szCs w:val="20"/>
        </w:rPr>
        <w:t>Save the file</w:t>
      </w:r>
    </w:p>
    <w:p w:rsidR="00EE79E3" w:rsidRDefault="00EE79E3" w:rsidP="00EE79E3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>wq!</w:t>
      </w:r>
    </w:p>
    <w:p w:rsidR="00EE79E3" w:rsidRDefault="00EE79E3" w:rsidP="00EE79E3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>chmoda+x zt_monitor.sh</w:t>
      </w:r>
    </w:p>
    <w:p w:rsidR="001F6EAD" w:rsidRDefault="001F6EAD" w:rsidP="00B14004"/>
    <w:p w:rsidR="0043555E" w:rsidRDefault="005938E6" w:rsidP="0043555E">
      <w:pPr>
        <w:pStyle w:val="Heading2"/>
        <w:rPr>
          <w:rFonts w:ascii="Century Gothic" w:hAnsi="Century Gothic"/>
          <w:sz w:val="24"/>
          <w:szCs w:val="24"/>
        </w:rPr>
      </w:pPr>
      <w:bookmarkStart w:id="4" w:name="_Toc91245547"/>
      <w:r>
        <w:rPr>
          <w:rFonts w:ascii="Century Gothic" w:hAnsi="Century Gothic"/>
          <w:sz w:val="24"/>
          <w:szCs w:val="24"/>
        </w:rPr>
        <w:t>Rollover</w:t>
      </w:r>
      <w:r w:rsidR="00031ABF">
        <w:rPr>
          <w:rFonts w:ascii="Century Gothic" w:hAnsi="Century Gothic"/>
          <w:sz w:val="24"/>
          <w:szCs w:val="24"/>
        </w:rPr>
        <w:t>/Archive</w:t>
      </w:r>
      <w:r w:rsidR="00EE79E3">
        <w:rPr>
          <w:rFonts w:ascii="Century Gothic" w:hAnsi="Century Gothic"/>
          <w:sz w:val="24"/>
          <w:szCs w:val="24"/>
        </w:rPr>
        <w:t xml:space="preserve"> Script</w:t>
      </w:r>
      <w:bookmarkEnd w:id="4"/>
    </w:p>
    <w:p w:rsidR="00B53403" w:rsidRDefault="00B53403" w:rsidP="00B53403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 xml:space="preserve">cd </w:t>
      </w:r>
      <w:r w:rsidR="00FB4CC5">
        <w:rPr>
          <w:rFonts w:ascii="SimSun" w:eastAsia="SimSun" w:hAnsi="SimSun"/>
          <w:sz w:val="22"/>
        </w:rPr>
        <w:t>/var/TextPass/backup/zt</w:t>
      </w:r>
    </w:p>
    <w:p w:rsidR="00B53403" w:rsidRPr="0014052D" w:rsidRDefault="005938E6" w:rsidP="00B53403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>vi zt_rollover</w:t>
      </w:r>
      <w:r w:rsidR="00031ABF">
        <w:rPr>
          <w:rFonts w:ascii="SimSun" w:eastAsia="SimSun" w:hAnsi="SimSun"/>
          <w:sz w:val="22"/>
        </w:rPr>
        <w:t>.sh</w:t>
      </w:r>
    </w:p>
    <w:p w:rsidR="00B53403" w:rsidRDefault="00B53403" w:rsidP="00B53403"/>
    <w:p w:rsidR="00B53403" w:rsidRPr="00EE79E3" w:rsidRDefault="00B53403" w:rsidP="00B53403">
      <w:pPr>
        <w:ind w:firstLine="340"/>
        <w:jc w:val="left"/>
        <w:rPr>
          <w:rFonts w:ascii="Century Gothic" w:hAnsi="Century Gothic"/>
          <w:b/>
          <w:iCs/>
          <w:sz w:val="20"/>
          <w:szCs w:val="20"/>
        </w:rPr>
      </w:pPr>
      <w:r w:rsidRPr="00EE79E3">
        <w:rPr>
          <w:rFonts w:ascii="Century Gothic" w:hAnsi="Century Gothic"/>
          <w:b/>
          <w:iCs/>
          <w:sz w:val="20"/>
          <w:szCs w:val="20"/>
        </w:rPr>
        <w:t xml:space="preserve">Copy the following contents to the script file. </w:t>
      </w:r>
    </w:p>
    <w:p w:rsidR="00B53403" w:rsidRPr="00B53403" w:rsidRDefault="00B53403" w:rsidP="00B53403">
      <w:pPr>
        <w:pStyle w:val="CodeIndented"/>
        <w:rPr>
          <w:rFonts w:ascii="SimSun" w:eastAsia="SimSun" w:hAnsi="SimSun"/>
          <w:sz w:val="22"/>
        </w:rPr>
      </w:pPr>
      <w:r w:rsidRPr="00B53403">
        <w:rPr>
          <w:rFonts w:ascii="SimSun" w:eastAsia="SimSun" w:hAnsi="SimSun"/>
          <w:sz w:val="22"/>
        </w:rPr>
        <w:t>#!/bin/bash</w:t>
      </w:r>
    </w:p>
    <w:p w:rsidR="00B53403" w:rsidRPr="00B53403" w:rsidRDefault="00B53403" w:rsidP="00B53403">
      <w:pPr>
        <w:pStyle w:val="CodeIndented"/>
        <w:rPr>
          <w:rFonts w:ascii="SimSun" w:eastAsia="SimSun" w:hAnsi="SimSun"/>
          <w:sz w:val="22"/>
        </w:rPr>
      </w:pPr>
      <w:r w:rsidRPr="00B53403">
        <w:rPr>
          <w:rFonts w:ascii="SimSun" w:eastAsia="SimSun" w:hAnsi="SimSun"/>
          <w:sz w:val="22"/>
        </w:rPr>
        <w:t xml:space="preserve">cd </w:t>
      </w:r>
      <w:r w:rsidR="00FB4CC5">
        <w:rPr>
          <w:rFonts w:ascii="SimSun" w:eastAsia="SimSun" w:hAnsi="SimSun"/>
          <w:sz w:val="22"/>
        </w:rPr>
        <w:t>/var/TextPass/backup/zt</w:t>
      </w:r>
    </w:p>
    <w:p w:rsidR="00031ABF" w:rsidRDefault="00031ABF" w:rsidP="005938E6">
      <w:pPr>
        <w:pStyle w:val="CodeIndented"/>
        <w:rPr>
          <w:rFonts w:ascii="SimSun" w:eastAsia="SimSun" w:hAnsi="SimSun"/>
          <w:sz w:val="22"/>
        </w:rPr>
      </w:pPr>
    </w:p>
    <w:p w:rsidR="005938E6" w:rsidRPr="005938E6" w:rsidRDefault="00031ABF" w:rsidP="005938E6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>#Move current file to .old</w:t>
      </w:r>
      <w:r w:rsidR="005938E6" w:rsidRPr="005938E6">
        <w:rPr>
          <w:rFonts w:ascii="SimSun" w:eastAsia="SimSun" w:hAnsi="SimSun"/>
          <w:sz w:val="22"/>
        </w:rPr>
        <w:t xml:space="preserve"> file and start new file</w:t>
      </w: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 xml:space="preserve">mv </w:t>
      </w:r>
      <w:r>
        <w:rPr>
          <w:rFonts w:ascii="SimSun" w:eastAsia="SimSun" w:hAnsi="SimSun"/>
          <w:sz w:val="22"/>
        </w:rPr>
        <w:t>`</w:t>
      </w:r>
      <w:r w:rsidRPr="005938E6">
        <w:rPr>
          <w:rFonts w:ascii="SimSun" w:eastAsia="SimSun" w:hAnsi="SimSun"/>
          <w:sz w:val="22"/>
        </w:rPr>
        <w:t>hostname`_monitor.log `hostname`_m</w:t>
      </w:r>
      <w:r>
        <w:rPr>
          <w:rFonts w:ascii="SimSun" w:eastAsia="SimSun" w:hAnsi="SimSun"/>
          <w:sz w:val="22"/>
        </w:rPr>
        <w:t>onitor-`date '+%d%m%Y-%H%M'`.old</w:t>
      </w: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>#Archive Previous day file</w:t>
      </w:r>
    </w:p>
    <w:p w:rsidR="005938E6" w:rsidRPr="005938E6" w:rsidRDefault="005938E6" w:rsidP="005938E6">
      <w:pPr>
        <w:pStyle w:val="CodeIndented"/>
        <w:rPr>
          <w:rFonts w:ascii="SimSun" w:eastAsia="SimSun" w:hAnsi="SimSun"/>
          <w:sz w:val="22"/>
        </w:rPr>
      </w:pPr>
      <w:r w:rsidRPr="005938E6">
        <w:rPr>
          <w:rFonts w:ascii="SimSun" w:eastAsia="SimSun" w:hAnsi="SimSun"/>
          <w:sz w:val="22"/>
        </w:rPr>
        <w:t>cd /var/TextPass/backup/zt</w:t>
      </w:r>
    </w:p>
    <w:p w:rsidR="005938E6" w:rsidRPr="00EE79E3" w:rsidRDefault="005938E6" w:rsidP="005938E6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>gzip *.old</w:t>
      </w:r>
      <w:r w:rsidRPr="005938E6">
        <w:rPr>
          <w:rFonts w:ascii="SimSun" w:eastAsia="SimSun" w:hAnsi="SimSun"/>
          <w:sz w:val="22"/>
        </w:rPr>
        <w:t xml:space="preserve"> 2&gt; /dev/null</w:t>
      </w:r>
    </w:p>
    <w:p w:rsidR="00B53403" w:rsidRDefault="00B53403" w:rsidP="00B53403">
      <w:pPr>
        <w:jc w:val="left"/>
        <w:rPr>
          <w:rFonts w:ascii="Century Gothic" w:hAnsi="Century Gothic"/>
          <w:iCs/>
          <w:sz w:val="20"/>
          <w:szCs w:val="20"/>
        </w:rPr>
      </w:pPr>
    </w:p>
    <w:p w:rsidR="00B53403" w:rsidRDefault="00B53403" w:rsidP="00B53403">
      <w:pPr>
        <w:ind w:firstLine="340"/>
        <w:jc w:val="left"/>
        <w:rPr>
          <w:rFonts w:ascii="Century Gothic" w:hAnsi="Century Gothic"/>
          <w:b/>
          <w:iCs/>
          <w:sz w:val="20"/>
          <w:szCs w:val="20"/>
        </w:rPr>
      </w:pPr>
    </w:p>
    <w:p w:rsidR="00B53403" w:rsidRPr="00EE79E3" w:rsidRDefault="00B53403" w:rsidP="00B53403">
      <w:pPr>
        <w:ind w:firstLine="340"/>
        <w:jc w:val="left"/>
        <w:rPr>
          <w:rFonts w:ascii="Century Gothic" w:hAnsi="Century Gothic"/>
          <w:b/>
          <w:iCs/>
          <w:sz w:val="20"/>
          <w:szCs w:val="20"/>
        </w:rPr>
      </w:pPr>
      <w:r w:rsidRPr="00EE79E3">
        <w:rPr>
          <w:rFonts w:ascii="Century Gothic" w:hAnsi="Century Gothic"/>
          <w:b/>
          <w:iCs/>
          <w:sz w:val="20"/>
          <w:szCs w:val="20"/>
        </w:rPr>
        <w:t>Save the file</w:t>
      </w:r>
    </w:p>
    <w:p w:rsidR="00B53403" w:rsidRDefault="00B53403" w:rsidP="00B53403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>wq!</w:t>
      </w:r>
    </w:p>
    <w:p w:rsidR="00B53403" w:rsidRDefault="005938E6" w:rsidP="00B53403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>chmoda+x zt_rollover</w:t>
      </w:r>
      <w:r w:rsidR="00B53403">
        <w:rPr>
          <w:rFonts w:ascii="SimSun" w:eastAsia="SimSun" w:hAnsi="SimSun"/>
          <w:sz w:val="22"/>
        </w:rPr>
        <w:t>.sh</w:t>
      </w:r>
    </w:p>
    <w:p w:rsidR="00B53403" w:rsidRDefault="00B53403" w:rsidP="00B53403">
      <w:pPr>
        <w:pStyle w:val="Heading1"/>
        <w:rPr>
          <w:rFonts w:ascii="Century Gothic" w:hAnsi="Century Gothic"/>
          <w:szCs w:val="36"/>
        </w:rPr>
      </w:pPr>
      <w:bookmarkStart w:id="5" w:name="_Toc91245548"/>
      <w:r>
        <w:rPr>
          <w:rFonts w:ascii="Century Gothic" w:hAnsi="Century Gothic"/>
          <w:szCs w:val="36"/>
        </w:rPr>
        <w:t>Run the scripts</w:t>
      </w:r>
      <w:bookmarkEnd w:id="5"/>
    </w:p>
    <w:p w:rsidR="00B53403" w:rsidRDefault="00B53403" w:rsidP="00B53403">
      <w:pPr>
        <w:pStyle w:val="Heading2"/>
        <w:rPr>
          <w:rFonts w:ascii="Century Gothic" w:hAnsi="Century Gothic"/>
          <w:sz w:val="24"/>
          <w:szCs w:val="24"/>
        </w:rPr>
      </w:pPr>
      <w:bookmarkStart w:id="6" w:name="_Toc91245549"/>
      <w:r>
        <w:rPr>
          <w:rFonts w:ascii="Century Gothic" w:hAnsi="Century Gothic"/>
          <w:sz w:val="24"/>
          <w:szCs w:val="24"/>
        </w:rPr>
        <w:t>Monitoring Script</w:t>
      </w:r>
      <w:bookmarkEnd w:id="6"/>
    </w:p>
    <w:p w:rsidR="00B53403" w:rsidRPr="00EE79E3" w:rsidRDefault="00B53403" w:rsidP="00B53403">
      <w:pPr>
        <w:ind w:firstLine="340"/>
        <w:jc w:val="left"/>
        <w:rPr>
          <w:rFonts w:ascii="Century Gothic" w:hAnsi="Century Gothic"/>
          <w:b/>
          <w:iCs/>
          <w:sz w:val="20"/>
          <w:szCs w:val="20"/>
        </w:rPr>
      </w:pPr>
      <w:r>
        <w:rPr>
          <w:rFonts w:ascii="Century Gothic" w:hAnsi="Century Gothic"/>
          <w:b/>
          <w:iCs/>
          <w:sz w:val="20"/>
          <w:szCs w:val="20"/>
        </w:rPr>
        <w:t>Run the Monitoring Script</w:t>
      </w:r>
    </w:p>
    <w:p w:rsidR="00B53403" w:rsidRDefault="00B53403" w:rsidP="00B53403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>su - root</w:t>
      </w:r>
    </w:p>
    <w:p w:rsidR="00B53403" w:rsidRDefault="00B53403" w:rsidP="00B53403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 xml:space="preserve">cd </w:t>
      </w:r>
      <w:r w:rsidR="00FB4CC5">
        <w:rPr>
          <w:rFonts w:ascii="SimSun" w:eastAsia="SimSun" w:hAnsi="SimSun"/>
          <w:sz w:val="22"/>
        </w:rPr>
        <w:t>/var/TextPass/backup/zt</w:t>
      </w:r>
    </w:p>
    <w:p w:rsidR="00B53403" w:rsidRDefault="00B53403" w:rsidP="00B53403">
      <w:pPr>
        <w:pStyle w:val="CodeIndented"/>
        <w:rPr>
          <w:rFonts w:ascii="SimSun" w:eastAsia="SimSun" w:hAnsi="SimSun"/>
          <w:sz w:val="22"/>
        </w:rPr>
      </w:pPr>
      <w:r w:rsidRPr="00B53403">
        <w:rPr>
          <w:rFonts w:ascii="SimSun" w:eastAsia="SimSun" w:hAnsi="SimSun"/>
          <w:sz w:val="22"/>
        </w:rPr>
        <w:t>./zt_monitor.sh &amp;disown $!</w:t>
      </w:r>
    </w:p>
    <w:p w:rsidR="0043555E" w:rsidRDefault="0043555E" w:rsidP="00080BB0">
      <w:pPr>
        <w:rPr>
          <w:noProof/>
        </w:rPr>
      </w:pPr>
    </w:p>
    <w:p w:rsidR="00B53403" w:rsidRPr="00EE79E3" w:rsidRDefault="00B53403" w:rsidP="00B53403">
      <w:pPr>
        <w:ind w:firstLine="340"/>
        <w:jc w:val="left"/>
        <w:rPr>
          <w:rFonts w:ascii="Century Gothic" w:hAnsi="Century Gothic"/>
          <w:b/>
          <w:iCs/>
          <w:sz w:val="20"/>
          <w:szCs w:val="20"/>
        </w:rPr>
      </w:pPr>
      <w:r>
        <w:rPr>
          <w:rFonts w:ascii="Century Gothic" w:hAnsi="Century Gothic"/>
          <w:b/>
          <w:iCs/>
          <w:sz w:val="20"/>
          <w:szCs w:val="20"/>
        </w:rPr>
        <w:t>Check the Monitoring Script</w:t>
      </w:r>
      <w:r w:rsidR="00B14004">
        <w:rPr>
          <w:rFonts w:ascii="Century Gothic" w:hAnsi="Century Gothic"/>
          <w:b/>
          <w:iCs/>
          <w:sz w:val="20"/>
          <w:szCs w:val="20"/>
        </w:rPr>
        <w:t xml:space="preserve"> is running</w:t>
      </w:r>
    </w:p>
    <w:p w:rsidR="00B14004" w:rsidRDefault="00B53403" w:rsidP="00B53403">
      <w:pPr>
        <w:pStyle w:val="CodeIndented"/>
        <w:rPr>
          <w:rFonts w:ascii="SimSun" w:eastAsia="SimSun" w:hAnsi="SimSun"/>
          <w:sz w:val="22"/>
        </w:rPr>
      </w:pPr>
      <w:r w:rsidRPr="00B53403">
        <w:rPr>
          <w:rFonts w:ascii="SimSun" w:eastAsia="SimSun" w:hAnsi="SimSun"/>
          <w:sz w:val="22"/>
        </w:rPr>
        <w:t>ps -ef | grep -izt_monitor</w:t>
      </w:r>
    </w:p>
    <w:p w:rsidR="00B14004" w:rsidRPr="00B14004" w:rsidRDefault="00B14004" w:rsidP="00B14004">
      <w:pPr>
        <w:rPr>
          <w:lang w:val="en-GB" w:eastAsia="en-US"/>
        </w:rPr>
      </w:pPr>
    </w:p>
    <w:p w:rsidR="00B14004" w:rsidRDefault="00031ABF" w:rsidP="00B14004">
      <w:pPr>
        <w:pStyle w:val="Heading2"/>
        <w:rPr>
          <w:rFonts w:ascii="Century Gothic" w:hAnsi="Century Gothic"/>
          <w:sz w:val="24"/>
          <w:szCs w:val="24"/>
        </w:rPr>
      </w:pPr>
      <w:bookmarkStart w:id="7" w:name="_Toc91245550"/>
      <w:r>
        <w:rPr>
          <w:rFonts w:ascii="Century Gothic" w:hAnsi="Century Gothic"/>
          <w:sz w:val="24"/>
          <w:szCs w:val="24"/>
        </w:rPr>
        <w:t>Rollover/</w:t>
      </w:r>
      <w:r w:rsidR="00B14004">
        <w:rPr>
          <w:rFonts w:ascii="Century Gothic" w:hAnsi="Century Gothic"/>
          <w:sz w:val="24"/>
          <w:szCs w:val="24"/>
        </w:rPr>
        <w:t>Archive Script</w:t>
      </w:r>
      <w:bookmarkEnd w:id="7"/>
    </w:p>
    <w:p w:rsidR="00B14004" w:rsidRDefault="00B14004" w:rsidP="00B14004">
      <w:pPr>
        <w:rPr>
          <w:lang w:val="en-GB" w:eastAsia="en-US"/>
        </w:rPr>
      </w:pPr>
    </w:p>
    <w:p w:rsidR="00B14004" w:rsidRPr="00EE79E3" w:rsidRDefault="00B14004" w:rsidP="00B14004">
      <w:pPr>
        <w:ind w:firstLine="340"/>
        <w:jc w:val="left"/>
        <w:rPr>
          <w:rFonts w:ascii="Century Gothic" w:hAnsi="Century Gothic"/>
          <w:b/>
          <w:iCs/>
          <w:sz w:val="20"/>
          <w:szCs w:val="20"/>
        </w:rPr>
      </w:pPr>
      <w:r>
        <w:rPr>
          <w:rFonts w:ascii="Century Gothic" w:hAnsi="Century Gothic"/>
          <w:b/>
          <w:iCs/>
          <w:sz w:val="20"/>
          <w:szCs w:val="20"/>
        </w:rPr>
        <w:t>Apply the Archive Script to r</w:t>
      </w:r>
      <w:r w:rsidR="005938E6">
        <w:rPr>
          <w:rFonts w:ascii="Century Gothic" w:hAnsi="Century Gothic"/>
          <w:b/>
          <w:iCs/>
          <w:sz w:val="20"/>
          <w:szCs w:val="20"/>
        </w:rPr>
        <w:t>un via CRON (Once daily at 23:59</w:t>
      </w:r>
      <w:r>
        <w:rPr>
          <w:rFonts w:ascii="Century Gothic" w:hAnsi="Century Gothic"/>
          <w:b/>
          <w:iCs/>
          <w:sz w:val="20"/>
          <w:szCs w:val="20"/>
        </w:rPr>
        <w:t>)</w:t>
      </w:r>
    </w:p>
    <w:p w:rsidR="00B14004" w:rsidRDefault="00B14004" w:rsidP="00B14004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>su - root</w:t>
      </w:r>
    </w:p>
    <w:p w:rsidR="00B14004" w:rsidRDefault="00B14004" w:rsidP="00B14004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>crontab –e</w:t>
      </w:r>
    </w:p>
    <w:p w:rsidR="00B14004" w:rsidRDefault="005938E6" w:rsidP="00B14004">
      <w:pPr>
        <w:pStyle w:val="CodeIndented"/>
        <w:rPr>
          <w:rFonts w:ascii="SimSun" w:eastAsia="SimSun" w:hAnsi="SimSun"/>
          <w:sz w:val="22"/>
        </w:rPr>
      </w:pPr>
      <w:r>
        <w:rPr>
          <w:rFonts w:ascii="SimSun" w:eastAsia="SimSun" w:hAnsi="SimSun"/>
          <w:sz w:val="22"/>
        </w:rPr>
        <w:t>59 23</w:t>
      </w:r>
      <w:r w:rsidR="00B14004">
        <w:rPr>
          <w:rFonts w:ascii="SimSun" w:eastAsia="SimSun" w:hAnsi="SimSun"/>
          <w:sz w:val="22"/>
        </w:rPr>
        <w:t xml:space="preserve"> * * * </w:t>
      </w:r>
      <w:r w:rsidR="00FB4CC5">
        <w:rPr>
          <w:rFonts w:ascii="SimSun" w:eastAsia="SimSun" w:hAnsi="SimSun"/>
          <w:sz w:val="22"/>
        </w:rPr>
        <w:t>/var/TextPass/backup/zt</w:t>
      </w:r>
      <w:r>
        <w:rPr>
          <w:rFonts w:ascii="SimSun" w:eastAsia="SimSun" w:hAnsi="SimSun"/>
          <w:sz w:val="22"/>
        </w:rPr>
        <w:t>/zt_rollover</w:t>
      </w:r>
      <w:r w:rsidR="00B14004">
        <w:rPr>
          <w:rFonts w:ascii="SimSun" w:eastAsia="SimSun" w:hAnsi="SimSun"/>
          <w:sz w:val="22"/>
        </w:rPr>
        <w:t xml:space="preserve">.sh </w:t>
      </w:r>
      <w:r w:rsidR="00B14004" w:rsidRPr="00B14004">
        <w:rPr>
          <w:rFonts w:ascii="SimSun" w:eastAsia="SimSun" w:hAnsi="SimSun"/>
          <w:sz w:val="22"/>
        </w:rPr>
        <w:t>&gt;dev/null 2&gt;&amp;1</w:t>
      </w:r>
    </w:p>
    <w:p w:rsidR="00B53403" w:rsidRPr="00B14004" w:rsidRDefault="00B53403" w:rsidP="00B14004">
      <w:pPr>
        <w:tabs>
          <w:tab w:val="left" w:pos="1102"/>
        </w:tabs>
        <w:rPr>
          <w:lang w:val="en-GB" w:eastAsia="en-US"/>
        </w:rPr>
      </w:pPr>
    </w:p>
    <w:sectPr w:rsidR="00B53403" w:rsidRPr="00B14004" w:rsidSect="007B6B3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080" w:bottom="1440" w:left="1080" w:header="720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290" w:rsidRDefault="00810290" w:rsidP="0002704E">
      <w:r>
        <w:separator/>
      </w:r>
    </w:p>
  </w:endnote>
  <w:endnote w:type="continuationSeparator" w:id="1">
    <w:p w:rsidR="00810290" w:rsidRDefault="00810290" w:rsidP="00027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Officina Sans Std Book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Officina Sans Book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99" w:rsidRDefault="005D409B" w:rsidP="0002704E">
    <w:pPr>
      <w:pStyle w:val="Footer"/>
      <w:rPr>
        <w:rStyle w:val="PageNumber"/>
      </w:rPr>
    </w:pPr>
    <w:r>
      <w:rPr>
        <w:rStyle w:val="PageNumber"/>
      </w:rPr>
      <w:fldChar w:fldCharType="begin"/>
    </w:r>
    <w:r w:rsidR="00A75A9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5A99" w:rsidRDefault="00A75A99" w:rsidP="0002704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800" w:type="dxa"/>
      <w:jc w:val="right"/>
      <w:tblInd w:w="-25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900"/>
      <w:gridCol w:w="900"/>
    </w:tblGrid>
    <w:tr w:rsidR="002B4CC7" w:rsidRPr="00E03C2A" w:rsidTr="002B4CC7">
      <w:trPr>
        <w:trHeight w:val="424"/>
        <w:jc w:val="right"/>
      </w:trPr>
      <w:tc>
        <w:tcPr>
          <w:tcW w:w="900" w:type="dxa"/>
          <w:vAlign w:val="center"/>
        </w:tcPr>
        <w:p w:rsidR="002B4CC7" w:rsidRPr="00294C11" w:rsidRDefault="002B4CC7" w:rsidP="00DD3500">
          <w:pPr>
            <w:pStyle w:val="Footer"/>
            <w:jc w:val="left"/>
            <w:rPr>
              <w:rFonts w:ascii="Century Gothic" w:hAnsi="Century Gothic"/>
              <w:b/>
              <w:sz w:val="17"/>
              <w:szCs w:val="17"/>
            </w:rPr>
          </w:pPr>
          <w:r>
            <w:rPr>
              <w:rFonts w:ascii="Century Gothic" w:hAnsi="Century Gothic"/>
              <w:b/>
              <w:noProof/>
              <w:sz w:val="17"/>
              <w:szCs w:val="17"/>
              <w:lang w:eastAsia="en-US" w:bidi="hi-IN"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-5272405</wp:posOffset>
                </wp:positionH>
                <wp:positionV relativeFrom="paragraph">
                  <wp:posOffset>8890</wp:posOffset>
                </wp:positionV>
                <wp:extent cx="3860800" cy="342900"/>
                <wp:effectExtent l="19050" t="0" r="6350" b="0"/>
                <wp:wrapNone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60800" cy="342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294C11">
            <w:rPr>
              <w:rFonts w:ascii="Century Gothic" w:hAnsi="Century Gothic"/>
              <w:b/>
              <w:sz w:val="17"/>
              <w:szCs w:val="17"/>
            </w:rPr>
            <w:t>Version:</w:t>
          </w:r>
        </w:p>
      </w:tc>
      <w:tc>
        <w:tcPr>
          <w:tcW w:w="900" w:type="dxa"/>
          <w:vAlign w:val="center"/>
        </w:tcPr>
        <w:p w:rsidR="002B4CC7" w:rsidRPr="002847EB" w:rsidRDefault="002B4CC7" w:rsidP="00DD3500">
          <w:pPr>
            <w:pStyle w:val="Footer"/>
            <w:jc w:val="left"/>
            <w:rPr>
              <w:rFonts w:ascii="Century Gothic" w:hAnsi="Century Gothic"/>
              <w:b/>
              <w:sz w:val="17"/>
              <w:szCs w:val="17"/>
            </w:rPr>
          </w:pPr>
          <w:r>
            <w:rPr>
              <w:rStyle w:val="PageNumber"/>
              <w:rFonts w:ascii="Century Gothic" w:hAnsi="Century Gothic"/>
              <w:b/>
              <w:noProof/>
              <w:sz w:val="17"/>
              <w:szCs w:val="17"/>
            </w:rPr>
            <w:t>1.0</w:t>
          </w:r>
        </w:p>
      </w:tc>
    </w:tr>
    <w:tr w:rsidR="002B4CC7" w:rsidRPr="00E03C2A" w:rsidTr="002B4CC7">
      <w:trPr>
        <w:trHeight w:val="346"/>
        <w:jc w:val="right"/>
      </w:trPr>
      <w:tc>
        <w:tcPr>
          <w:tcW w:w="900" w:type="dxa"/>
          <w:vAlign w:val="center"/>
        </w:tcPr>
        <w:p w:rsidR="002B4CC7" w:rsidRPr="00294C11" w:rsidRDefault="002B4CC7" w:rsidP="00DD3500">
          <w:pPr>
            <w:pStyle w:val="Footer"/>
            <w:jc w:val="left"/>
            <w:rPr>
              <w:rFonts w:ascii="Century Gothic" w:hAnsi="Century Gothic"/>
              <w:b/>
              <w:sz w:val="17"/>
              <w:szCs w:val="17"/>
            </w:rPr>
          </w:pPr>
          <w:r w:rsidRPr="00294C11">
            <w:rPr>
              <w:rFonts w:ascii="Century Gothic" w:hAnsi="Century Gothic"/>
              <w:b/>
              <w:sz w:val="17"/>
              <w:szCs w:val="17"/>
            </w:rPr>
            <w:t>Page:</w:t>
          </w:r>
        </w:p>
      </w:tc>
      <w:tc>
        <w:tcPr>
          <w:tcW w:w="900" w:type="dxa"/>
          <w:vAlign w:val="center"/>
        </w:tcPr>
        <w:p w:rsidR="002B4CC7" w:rsidRPr="002847EB" w:rsidRDefault="002B4CC7" w:rsidP="00DD3500">
          <w:pPr>
            <w:pStyle w:val="Footer"/>
            <w:jc w:val="left"/>
            <w:rPr>
              <w:rFonts w:ascii="Century Gothic" w:hAnsi="Century Gothic"/>
              <w:b/>
              <w:sz w:val="17"/>
              <w:szCs w:val="17"/>
            </w:rPr>
          </w:pP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fldChar w:fldCharType="begin"/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instrText xml:space="preserve"> PAGE </w:instrText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fldChar w:fldCharType="separate"/>
          </w:r>
          <w:r>
            <w:rPr>
              <w:rStyle w:val="PageNumber"/>
              <w:rFonts w:ascii="Century Gothic" w:hAnsi="Century Gothic"/>
              <w:b/>
              <w:noProof/>
              <w:sz w:val="17"/>
              <w:szCs w:val="17"/>
            </w:rPr>
            <w:t>3</w:t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fldChar w:fldCharType="end"/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t xml:space="preserve"> of </w:t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fldChar w:fldCharType="begin"/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instrText xml:space="preserve"> NUMPAGES </w:instrText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fldChar w:fldCharType="separate"/>
          </w:r>
          <w:r>
            <w:rPr>
              <w:rStyle w:val="PageNumber"/>
              <w:rFonts w:ascii="Century Gothic" w:hAnsi="Century Gothic"/>
              <w:b/>
              <w:noProof/>
              <w:sz w:val="17"/>
              <w:szCs w:val="17"/>
            </w:rPr>
            <w:t>3</w:t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fldChar w:fldCharType="end"/>
          </w:r>
        </w:p>
      </w:tc>
    </w:tr>
  </w:tbl>
  <w:p w:rsidR="00A75A99" w:rsidRDefault="00A75A9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800" w:type="dxa"/>
      <w:jc w:val="right"/>
      <w:tblInd w:w="-25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900"/>
      <w:gridCol w:w="900"/>
    </w:tblGrid>
    <w:tr w:rsidR="002B4CC7" w:rsidRPr="00E03C2A" w:rsidTr="002B4CC7">
      <w:trPr>
        <w:trHeight w:val="424"/>
        <w:jc w:val="right"/>
      </w:trPr>
      <w:tc>
        <w:tcPr>
          <w:tcW w:w="900" w:type="dxa"/>
          <w:vAlign w:val="center"/>
        </w:tcPr>
        <w:p w:rsidR="002B4CC7" w:rsidRPr="00294C11" w:rsidRDefault="002B4CC7" w:rsidP="007E595F">
          <w:pPr>
            <w:pStyle w:val="Footer"/>
            <w:jc w:val="left"/>
            <w:rPr>
              <w:rFonts w:ascii="Century Gothic" w:hAnsi="Century Gothic"/>
              <w:b/>
              <w:sz w:val="17"/>
              <w:szCs w:val="17"/>
            </w:rPr>
          </w:pPr>
          <w:r>
            <w:rPr>
              <w:rFonts w:ascii="Century Gothic" w:hAnsi="Century Gothic"/>
              <w:b/>
              <w:noProof/>
              <w:sz w:val="17"/>
              <w:szCs w:val="17"/>
              <w:lang w:eastAsia="en-US" w:bidi="hi-IN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-5285105</wp:posOffset>
                </wp:positionH>
                <wp:positionV relativeFrom="paragraph">
                  <wp:posOffset>-82550</wp:posOffset>
                </wp:positionV>
                <wp:extent cx="3860800" cy="342900"/>
                <wp:effectExtent l="19050" t="0" r="6350" b="0"/>
                <wp:wrapNone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60800" cy="342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294C11">
            <w:rPr>
              <w:rFonts w:ascii="Century Gothic" w:hAnsi="Century Gothic"/>
              <w:b/>
              <w:sz w:val="17"/>
              <w:szCs w:val="17"/>
            </w:rPr>
            <w:t>Version:</w:t>
          </w:r>
        </w:p>
      </w:tc>
      <w:tc>
        <w:tcPr>
          <w:tcW w:w="900" w:type="dxa"/>
          <w:vAlign w:val="center"/>
        </w:tcPr>
        <w:p w:rsidR="002B4CC7" w:rsidRPr="002847EB" w:rsidRDefault="002B4CC7" w:rsidP="007E595F">
          <w:pPr>
            <w:pStyle w:val="Footer"/>
            <w:jc w:val="left"/>
            <w:rPr>
              <w:rFonts w:ascii="Century Gothic" w:hAnsi="Century Gothic"/>
              <w:b/>
              <w:sz w:val="17"/>
              <w:szCs w:val="17"/>
            </w:rPr>
          </w:pPr>
          <w:r>
            <w:rPr>
              <w:rStyle w:val="PageNumber"/>
              <w:rFonts w:ascii="Century Gothic" w:hAnsi="Century Gothic"/>
              <w:b/>
              <w:noProof/>
              <w:sz w:val="17"/>
              <w:szCs w:val="17"/>
            </w:rPr>
            <w:t>1.0</w:t>
          </w:r>
        </w:p>
      </w:tc>
    </w:tr>
    <w:tr w:rsidR="002B4CC7" w:rsidRPr="00E03C2A" w:rsidTr="002B4CC7">
      <w:trPr>
        <w:trHeight w:val="346"/>
        <w:jc w:val="right"/>
      </w:trPr>
      <w:tc>
        <w:tcPr>
          <w:tcW w:w="900" w:type="dxa"/>
          <w:vAlign w:val="center"/>
        </w:tcPr>
        <w:p w:rsidR="002B4CC7" w:rsidRPr="00294C11" w:rsidRDefault="002B4CC7" w:rsidP="007E595F">
          <w:pPr>
            <w:pStyle w:val="Footer"/>
            <w:jc w:val="left"/>
            <w:rPr>
              <w:rFonts w:ascii="Century Gothic" w:hAnsi="Century Gothic"/>
              <w:b/>
              <w:sz w:val="17"/>
              <w:szCs w:val="17"/>
            </w:rPr>
          </w:pPr>
          <w:r w:rsidRPr="00294C11">
            <w:rPr>
              <w:rFonts w:ascii="Century Gothic" w:hAnsi="Century Gothic"/>
              <w:b/>
              <w:sz w:val="17"/>
              <w:szCs w:val="17"/>
            </w:rPr>
            <w:t>Page:</w:t>
          </w:r>
        </w:p>
      </w:tc>
      <w:tc>
        <w:tcPr>
          <w:tcW w:w="900" w:type="dxa"/>
          <w:vAlign w:val="center"/>
        </w:tcPr>
        <w:p w:rsidR="002B4CC7" w:rsidRPr="002847EB" w:rsidRDefault="002B4CC7" w:rsidP="007E595F">
          <w:pPr>
            <w:pStyle w:val="Footer"/>
            <w:jc w:val="left"/>
            <w:rPr>
              <w:rFonts w:ascii="Century Gothic" w:hAnsi="Century Gothic"/>
              <w:b/>
              <w:sz w:val="17"/>
              <w:szCs w:val="17"/>
            </w:rPr>
          </w:pP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fldChar w:fldCharType="begin"/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instrText xml:space="preserve"> PAGE </w:instrText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fldChar w:fldCharType="separate"/>
          </w:r>
          <w:r>
            <w:rPr>
              <w:rStyle w:val="PageNumber"/>
              <w:rFonts w:ascii="Century Gothic" w:hAnsi="Century Gothic"/>
              <w:b/>
              <w:noProof/>
              <w:sz w:val="17"/>
              <w:szCs w:val="17"/>
            </w:rPr>
            <w:t>1</w:t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fldChar w:fldCharType="end"/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t xml:space="preserve"> of </w:t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fldChar w:fldCharType="begin"/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instrText xml:space="preserve"> NUMPAGES </w:instrText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fldChar w:fldCharType="separate"/>
          </w:r>
          <w:r>
            <w:rPr>
              <w:rStyle w:val="PageNumber"/>
              <w:rFonts w:ascii="Century Gothic" w:hAnsi="Century Gothic"/>
              <w:b/>
              <w:noProof/>
              <w:sz w:val="17"/>
              <w:szCs w:val="17"/>
            </w:rPr>
            <w:t>3</w:t>
          </w:r>
          <w:r w:rsidRPr="002847EB">
            <w:rPr>
              <w:rStyle w:val="PageNumber"/>
              <w:rFonts w:ascii="Century Gothic" w:hAnsi="Century Gothic"/>
              <w:b/>
              <w:sz w:val="17"/>
              <w:szCs w:val="17"/>
            </w:rPr>
            <w:fldChar w:fldCharType="end"/>
          </w:r>
        </w:p>
      </w:tc>
    </w:tr>
  </w:tbl>
  <w:p w:rsidR="002B4CC7" w:rsidRDefault="002B4C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290" w:rsidRDefault="00810290" w:rsidP="0002704E">
      <w:r>
        <w:separator/>
      </w:r>
    </w:p>
  </w:footnote>
  <w:footnote w:type="continuationSeparator" w:id="1">
    <w:p w:rsidR="00810290" w:rsidRDefault="00810290" w:rsidP="000270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99" w:rsidRDefault="00A75A99" w:rsidP="0002704E">
    <w:pPr>
      <w:pStyle w:val="Header"/>
    </w:pPr>
    <w:r>
      <w:rPr>
        <w:noProof/>
        <w:lang w:eastAsia="en-US" w:bidi="hi-IN"/>
      </w:rPr>
      <w:drawing>
        <wp:inline distT="0" distB="0" distL="0" distR="0">
          <wp:extent cx="5733288" cy="731520"/>
          <wp:effectExtent l="0" t="0" r="127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288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99" w:rsidRDefault="00A75A99">
    <w:pPr>
      <w:pStyle w:val="Header"/>
    </w:pPr>
    <w:r>
      <w:rPr>
        <w:noProof/>
        <w:lang w:eastAsia="en-US" w:bidi="hi-I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-72390</wp:posOffset>
          </wp:positionV>
          <wp:extent cx="6758305" cy="795020"/>
          <wp:effectExtent l="0" t="0" r="4445" b="508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4_Heading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11170" t="3276" r="-738" b="89277"/>
                  <a:stretch/>
                </pic:blipFill>
                <pic:spPr bwMode="auto">
                  <a:xfrm>
                    <a:off x="0" y="0"/>
                    <a:ext cx="6758305" cy="795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A75A99" w:rsidRDefault="00A75A99">
    <w:pPr>
      <w:pStyle w:val="Header"/>
    </w:pPr>
  </w:p>
  <w:p w:rsidR="00A75A99" w:rsidRDefault="00A75A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7BE8"/>
    <w:multiLevelType w:val="hybridMultilevel"/>
    <w:tmpl w:val="26A85C9C"/>
    <w:lvl w:ilvl="0" w:tplc="15386D44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20" w:hanging="360"/>
      </w:pPr>
    </w:lvl>
    <w:lvl w:ilvl="2" w:tplc="4009001B" w:tentative="1">
      <w:start w:val="1"/>
      <w:numFmt w:val="lowerRoman"/>
      <w:lvlText w:val="%3."/>
      <w:lvlJc w:val="right"/>
      <w:pPr>
        <w:ind w:left="2140" w:hanging="180"/>
      </w:pPr>
    </w:lvl>
    <w:lvl w:ilvl="3" w:tplc="4009000F" w:tentative="1">
      <w:start w:val="1"/>
      <w:numFmt w:val="decimal"/>
      <w:lvlText w:val="%4."/>
      <w:lvlJc w:val="left"/>
      <w:pPr>
        <w:ind w:left="2860" w:hanging="360"/>
      </w:pPr>
    </w:lvl>
    <w:lvl w:ilvl="4" w:tplc="40090019" w:tentative="1">
      <w:start w:val="1"/>
      <w:numFmt w:val="lowerLetter"/>
      <w:lvlText w:val="%5."/>
      <w:lvlJc w:val="left"/>
      <w:pPr>
        <w:ind w:left="3580" w:hanging="360"/>
      </w:pPr>
    </w:lvl>
    <w:lvl w:ilvl="5" w:tplc="4009001B" w:tentative="1">
      <w:start w:val="1"/>
      <w:numFmt w:val="lowerRoman"/>
      <w:lvlText w:val="%6."/>
      <w:lvlJc w:val="right"/>
      <w:pPr>
        <w:ind w:left="4300" w:hanging="180"/>
      </w:pPr>
    </w:lvl>
    <w:lvl w:ilvl="6" w:tplc="4009000F" w:tentative="1">
      <w:start w:val="1"/>
      <w:numFmt w:val="decimal"/>
      <w:lvlText w:val="%7."/>
      <w:lvlJc w:val="left"/>
      <w:pPr>
        <w:ind w:left="5020" w:hanging="360"/>
      </w:pPr>
    </w:lvl>
    <w:lvl w:ilvl="7" w:tplc="40090019" w:tentative="1">
      <w:start w:val="1"/>
      <w:numFmt w:val="lowerLetter"/>
      <w:lvlText w:val="%8."/>
      <w:lvlJc w:val="left"/>
      <w:pPr>
        <w:ind w:left="5740" w:hanging="360"/>
      </w:pPr>
    </w:lvl>
    <w:lvl w:ilvl="8" w:tplc="40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052761AD"/>
    <w:multiLevelType w:val="multilevel"/>
    <w:tmpl w:val="AD5400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5DC0784"/>
    <w:multiLevelType w:val="hybridMultilevel"/>
    <w:tmpl w:val="742E92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0474C"/>
    <w:multiLevelType w:val="multilevel"/>
    <w:tmpl w:val="A84E627A"/>
    <w:styleLink w:val="StyleNumbered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53"/>
        </w:tabs>
        <w:ind w:left="265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7"/>
        </w:tabs>
        <w:ind w:left="279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1"/>
        </w:tabs>
        <w:ind w:left="294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5"/>
        </w:tabs>
        <w:ind w:left="30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9"/>
        </w:tabs>
        <w:ind w:left="3229" w:hanging="1584"/>
      </w:pPr>
      <w:rPr>
        <w:rFonts w:hint="default"/>
      </w:rPr>
    </w:lvl>
  </w:abstractNum>
  <w:abstractNum w:abstractNumId="4">
    <w:nsid w:val="07143E43"/>
    <w:multiLevelType w:val="singleLevel"/>
    <w:tmpl w:val="C4E4F162"/>
    <w:lvl w:ilvl="0">
      <w:start w:val="1"/>
      <w:numFmt w:val="bullet"/>
      <w:pStyle w:val="ListBullet2"/>
      <w:lvlText w:val=""/>
      <w:lvlJc w:val="left"/>
      <w:pPr>
        <w:tabs>
          <w:tab w:val="num" w:pos="360"/>
        </w:tabs>
        <w:ind w:left="144" w:hanging="144"/>
      </w:pPr>
      <w:rPr>
        <w:rFonts w:ascii="Wingdings" w:hAnsi="Wingdings" w:hint="default"/>
      </w:rPr>
    </w:lvl>
  </w:abstractNum>
  <w:abstractNum w:abstractNumId="5">
    <w:nsid w:val="0873570F"/>
    <w:multiLevelType w:val="hybridMultilevel"/>
    <w:tmpl w:val="1C1005A4"/>
    <w:lvl w:ilvl="0" w:tplc="C40E047A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602583"/>
    <w:multiLevelType w:val="hybridMultilevel"/>
    <w:tmpl w:val="B6AEA2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537E1"/>
    <w:multiLevelType w:val="multilevel"/>
    <w:tmpl w:val="A84E627A"/>
    <w:numStyleLink w:val="StyleNumbered"/>
  </w:abstractNum>
  <w:abstractNum w:abstractNumId="8">
    <w:nsid w:val="21155AF8"/>
    <w:multiLevelType w:val="multilevel"/>
    <w:tmpl w:val="341A2F8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24"/>
        </w:tabs>
        <w:ind w:left="624" w:hanging="28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304"/>
        </w:tabs>
        <w:ind w:left="1304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2034A83"/>
    <w:multiLevelType w:val="multilevel"/>
    <w:tmpl w:val="341A2F88"/>
    <w:numStyleLink w:val="NumberedList"/>
  </w:abstractNum>
  <w:abstractNum w:abstractNumId="10">
    <w:nsid w:val="39007F67"/>
    <w:multiLevelType w:val="hybridMultilevel"/>
    <w:tmpl w:val="AB5A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E12273"/>
    <w:multiLevelType w:val="hybridMultilevel"/>
    <w:tmpl w:val="A7505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9D37D0"/>
    <w:multiLevelType w:val="hybridMultilevel"/>
    <w:tmpl w:val="D646E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AE1404"/>
    <w:multiLevelType w:val="multilevel"/>
    <w:tmpl w:val="3C82BFF2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pStyle w:val="List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>
    <w:nsid w:val="47222A41"/>
    <w:multiLevelType w:val="hybridMultilevel"/>
    <w:tmpl w:val="74961A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5F7ED2"/>
    <w:multiLevelType w:val="multilevel"/>
    <w:tmpl w:val="1556CEAE"/>
    <w:lvl w:ilvl="0">
      <w:start w:val="1"/>
      <w:numFmt w:val="upperLetter"/>
      <w:pStyle w:val="StylemBAnnexH2Bold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2340"/>
        </w:tabs>
        <w:ind w:left="2340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28"/>
        </w:tabs>
        <w:ind w:left="262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72"/>
        </w:tabs>
        <w:ind w:left="277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16"/>
        </w:tabs>
        <w:ind w:left="291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04"/>
        </w:tabs>
        <w:ind w:left="32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48"/>
        </w:tabs>
        <w:ind w:left="3348" w:hanging="1584"/>
      </w:pPr>
      <w:rPr>
        <w:rFonts w:hint="default"/>
      </w:rPr>
    </w:lvl>
  </w:abstractNum>
  <w:abstractNum w:abstractNumId="16">
    <w:nsid w:val="4AA72A56"/>
    <w:multiLevelType w:val="hybridMultilevel"/>
    <w:tmpl w:val="53185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002CBA"/>
    <w:multiLevelType w:val="multilevel"/>
    <w:tmpl w:val="A84E627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53"/>
        </w:tabs>
        <w:ind w:left="265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7"/>
        </w:tabs>
        <w:ind w:left="279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1"/>
        </w:tabs>
        <w:ind w:left="294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5"/>
        </w:tabs>
        <w:ind w:left="30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9"/>
        </w:tabs>
        <w:ind w:left="3229" w:hanging="1584"/>
      </w:pPr>
      <w:rPr>
        <w:rFonts w:hint="default"/>
      </w:rPr>
    </w:lvl>
  </w:abstractNum>
  <w:abstractNum w:abstractNumId="18">
    <w:nsid w:val="4D9B6CD2"/>
    <w:multiLevelType w:val="hybridMultilevel"/>
    <w:tmpl w:val="09F69CCE"/>
    <w:lvl w:ilvl="0" w:tplc="428074C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52537A35"/>
    <w:multiLevelType w:val="multilevel"/>
    <w:tmpl w:val="0E30A270"/>
    <w:lvl w:ilvl="0">
      <w:start w:val="1"/>
      <w:numFmt w:val="decimal"/>
      <w:pStyle w:val="App1"/>
      <w:lvlText w:val="%1"/>
      <w:lvlJc w:val="left"/>
      <w:pPr>
        <w:ind w:left="432" w:hanging="432"/>
      </w:pPr>
    </w:lvl>
    <w:lvl w:ilvl="1">
      <w:start w:val="1"/>
      <w:numFmt w:val="decimal"/>
      <w:pStyle w:val="App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58946AF8"/>
    <w:multiLevelType w:val="multilevel"/>
    <w:tmpl w:val="341A2F88"/>
    <w:numStyleLink w:val="NumberedList"/>
  </w:abstractNum>
  <w:abstractNum w:abstractNumId="21">
    <w:nsid w:val="590B3291"/>
    <w:multiLevelType w:val="hybridMultilevel"/>
    <w:tmpl w:val="3ECC7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CE49CD"/>
    <w:multiLevelType w:val="hybridMultilevel"/>
    <w:tmpl w:val="84B20DEC"/>
    <w:lvl w:ilvl="0" w:tplc="ED883C8E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481B61"/>
    <w:multiLevelType w:val="multilevel"/>
    <w:tmpl w:val="341A2F8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24"/>
        </w:tabs>
        <w:ind w:left="624" w:hanging="28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304"/>
        </w:tabs>
        <w:ind w:left="1304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5F311F51"/>
    <w:multiLevelType w:val="hybridMultilevel"/>
    <w:tmpl w:val="3424A680"/>
    <w:lvl w:ilvl="0" w:tplc="AE04656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20" w:hanging="360"/>
      </w:pPr>
    </w:lvl>
    <w:lvl w:ilvl="2" w:tplc="4009001B" w:tentative="1">
      <w:start w:val="1"/>
      <w:numFmt w:val="lowerRoman"/>
      <w:lvlText w:val="%3."/>
      <w:lvlJc w:val="right"/>
      <w:pPr>
        <w:ind w:left="2140" w:hanging="180"/>
      </w:pPr>
    </w:lvl>
    <w:lvl w:ilvl="3" w:tplc="4009000F" w:tentative="1">
      <w:start w:val="1"/>
      <w:numFmt w:val="decimal"/>
      <w:lvlText w:val="%4."/>
      <w:lvlJc w:val="left"/>
      <w:pPr>
        <w:ind w:left="2860" w:hanging="360"/>
      </w:pPr>
    </w:lvl>
    <w:lvl w:ilvl="4" w:tplc="40090019" w:tentative="1">
      <w:start w:val="1"/>
      <w:numFmt w:val="lowerLetter"/>
      <w:lvlText w:val="%5."/>
      <w:lvlJc w:val="left"/>
      <w:pPr>
        <w:ind w:left="3580" w:hanging="360"/>
      </w:pPr>
    </w:lvl>
    <w:lvl w:ilvl="5" w:tplc="4009001B" w:tentative="1">
      <w:start w:val="1"/>
      <w:numFmt w:val="lowerRoman"/>
      <w:lvlText w:val="%6."/>
      <w:lvlJc w:val="right"/>
      <w:pPr>
        <w:ind w:left="4300" w:hanging="180"/>
      </w:pPr>
    </w:lvl>
    <w:lvl w:ilvl="6" w:tplc="4009000F" w:tentative="1">
      <w:start w:val="1"/>
      <w:numFmt w:val="decimal"/>
      <w:lvlText w:val="%7."/>
      <w:lvlJc w:val="left"/>
      <w:pPr>
        <w:ind w:left="5020" w:hanging="360"/>
      </w:pPr>
    </w:lvl>
    <w:lvl w:ilvl="7" w:tplc="40090019" w:tentative="1">
      <w:start w:val="1"/>
      <w:numFmt w:val="lowerLetter"/>
      <w:lvlText w:val="%8."/>
      <w:lvlJc w:val="left"/>
      <w:pPr>
        <w:ind w:left="5740" w:hanging="360"/>
      </w:pPr>
    </w:lvl>
    <w:lvl w:ilvl="8" w:tplc="40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>
    <w:nsid w:val="62CF65DA"/>
    <w:multiLevelType w:val="singleLevel"/>
    <w:tmpl w:val="7788135C"/>
    <w:lvl w:ilvl="0">
      <w:start w:val="1"/>
      <w:numFmt w:val="bullet"/>
      <w:pStyle w:val="TableText-Cabin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6">
    <w:nsid w:val="6A602813"/>
    <w:multiLevelType w:val="multilevel"/>
    <w:tmpl w:val="3768E070"/>
    <w:styleLink w:val="Note"/>
    <w:lvl w:ilvl="0">
      <w:start w:val="1"/>
      <w:numFmt w:val="bullet"/>
      <w:lvlText w:val=""/>
      <w:lvlJc w:val="left"/>
      <w:pPr>
        <w:tabs>
          <w:tab w:val="num" w:pos="0"/>
        </w:tabs>
        <w:ind w:left="0" w:hanging="567"/>
      </w:pPr>
      <w:rPr>
        <w:rFonts w:ascii="Webdings" w:hAnsi="Webdings" w:hint="default"/>
        <w:sz w:val="24"/>
      </w:rPr>
    </w:lvl>
    <w:lvl w:ilvl="1">
      <w:start w:val="1"/>
      <w:numFmt w:val="bullet"/>
      <w:lvlText w:val=""/>
      <w:lvlJc w:val="left"/>
      <w:pPr>
        <w:tabs>
          <w:tab w:val="num" w:pos="737"/>
        </w:tabs>
        <w:ind w:left="737" w:hanging="397"/>
      </w:pPr>
      <w:rPr>
        <w:rFonts w:ascii="Webdings" w:hAnsi="Webdings" w:hint="default"/>
        <w:sz w:val="24"/>
      </w:rPr>
    </w:lvl>
    <w:lvl w:ilvl="2">
      <w:start w:val="1"/>
      <w:numFmt w:val="bullet"/>
      <w:lvlText w:val=""/>
      <w:lvlJc w:val="left"/>
      <w:pPr>
        <w:tabs>
          <w:tab w:val="num" w:pos="1021"/>
        </w:tabs>
        <w:ind w:left="1021" w:hanging="397"/>
      </w:pPr>
      <w:rPr>
        <w:rFonts w:ascii="Webdings" w:hAnsi="Webdings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6ED3624F"/>
    <w:multiLevelType w:val="multilevel"/>
    <w:tmpl w:val="341A2F88"/>
    <w:styleLink w:val="NumberedList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24"/>
        </w:tabs>
        <w:ind w:left="624" w:hanging="28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304"/>
        </w:tabs>
        <w:ind w:left="1304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738F03D5"/>
    <w:multiLevelType w:val="singleLevel"/>
    <w:tmpl w:val="758CF9B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9">
    <w:nsid w:val="77FB1C04"/>
    <w:multiLevelType w:val="hybridMultilevel"/>
    <w:tmpl w:val="84B20DEC"/>
    <w:lvl w:ilvl="0" w:tplc="ED883C8E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D6E4889"/>
    <w:multiLevelType w:val="multilevel"/>
    <w:tmpl w:val="B2585DAE"/>
    <w:lvl w:ilvl="0">
      <w:start w:val="1"/>
      <w:numFmt w:val="upperLetter"/>
      <w:suff w:val="space"/>
      <w:lvlText w:val="Appendix %1 -"/>
      <w:lvlJc w:val="left"/>
      <w:pPr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pp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>
    <w:nsid w:val="7DB44855"/>
    <w:multiLevelType w:val="hybridMultilevel"/>
    <w:tmpl w:val="029680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2578FE"/>
    <w:multiLevelType w:val="singleLevel"/>
    <w:tmpl w:val="AF12BB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0"/>
  </w:num>
  <w:num w:numId="2">
    <w:abstractNumId w:val="13"/>
  </w:num>
  <w:num w:numId="3">
    <w:abstractNumId w:val="4"/>
  </w:num>
  <w:num w:numId="4">
    <w:abstractNumId w:val="25"/>
  </w:num>
  <w:num w:numId="5">
    <w:abstractNumId w:val="28"/>
  </w:num>
  <w:num w:numId="6">
    <w:abstractNumId w:val="32"/>
  </w:num>
  <w:num w:numId="7">
    <w:abstractNumId w:val="15"/>
  </w:num>
  <w:num w:numId="8">
    <w:abstractNumId w:val="19"/>
  </w:num>
  <w:num w:numId="9">
    <w:abstractNumId w:val="1"/>
  </w:num>
  <w:num w:numId="10">
    <w:abstractNumId w:val="10"/>
  </w:num>
  <w:num w:numId="11">
    <w:abstractNumId w:val="31"/>
  </w:num>
  <w:num w:numId="12">
    <w:abstractNumId w:val="14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27"/>
  </w:num>
  <w:num w:numId="17">
    <w:abstractNumId w:val="20"/>
  </w:num>
  <w:num w:numId="18">
    <w:abstractNumId w:val="21"/>
  </w:num>
  <w:num w:numId="19">
    <w:abstractNumId w:val="17"/>
  </w:num>
  <w:num w:numId="20">
    <w:abstractNumId w:val="11"/>
  </w:num>
  <w:num w:numId="21">
    <w:abstractNumId w:val="6"/>
  </w:num>
  <w:num w:numId="22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340"/>
          </w:tabs>
          <w:ind w:left="340" w:hanging="340"/>
        </w:pPr>
        <w:rPr>
          <w:rFonts w:hint="default"/>
        </w:rPr>
      </w:lvl>
    </w:lvlOverride>
  </w:num>
  <w:num w:numId="23">
    <w:abstractNumId w:val="23"/>
  </w:num>
  <w:num w:numId="24">
    <w:abstractNumId w:val="8"/>
  </w:num>
  <w:num w:numId="25">
    <w:abstractNumId w:val="26"/>
  </w:num>
  <w:num w:numId="26">
    <w:abstractNumId w:val="3"/>
  </w:num>
  <w:num w:numId="27">
    <w:abstractNumId w:val="7"/>
  </w:num>
  <w:num w:numId="28">
    <w:abstractNumId w:val="2"/>
  </w:num>
  <w:num w:numId="29">
    <w:abstractNumId w:val="18"/>
  </w:num>
  <w:num w:numId="30">
    <w:abstractNumId w:val="12"/>
  </w:num>
  <w:num w:numId="31">
    <w:abstractNumId w:val="16"/>
  </w:num>
  <w:num w:numId="32">
    <w:abstractNumId w:val="24"/>
  </w:num>
  <w:num w:numId="33">
    <w:abstractNumId w:val="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attachedTemplate r:id="rId1"/>
  <w:stylePaneFormatFilter w:val="3F01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B1ABF"/>
    <w:rsid w:val="000003A8"/>
    <w:rsid w:val="000010E4"/>
    <w:rsid w:val="0000172F"/>
    <w:rsid w:val="00002DA9"/>
    <w:rsid w:val="0000376E"/>
    <w:rsid w:val="00003E05"/>
    <w:rsid w:val="00003EF9"/>
    <w:rsid w:val="0000405C"/>
    <w:rsid w:val="000040FD"/>
    <w:rsid w:val="000049A6"/>
    <w:rsid w:val="00004A25"/>
    <w:rsid w:val="000051AF"/>
    <w:rsid w:val="000058CB"/>
    <w:rsid w:val="0000742F"/>
    <w:rsid w:val="0000747F"/>
    <w:rsid w:val="00007CA4"/>
    <w:rsid w:val="00010395"/>
    <w:rsid w:val="00010783"/>
    <w:rsid w:val="00010CB7"/>
    <w:rsid w:val="0001133E"/>
    <w:rsid w:val="0001145F"/>
    <w:rsid w:val="00012105"/>
    <w:rsid w:val="00012BB1"/>
    <w:rsid w:val="00013023"/>
    <w:rsid w:val="000136A6"/>
    <w:rsid w:val="00013854"/>
    <w:rsid w:val="00013AED"/>
    <w:rsid w:val="00013B37"/>
    <w:rsid w:val="00013EFC"/>
    <w:rsid w:val="0001471F"/>
    <w:rsid w:val="000150E7"/>
    <w:rsid w:val="0001577D"/>
    <w:rsid w:val="00015836"/>
    <w:rsid w:val="00015B71"/>
    <w:rsid w:val="000166E3"/>
    <w:rsid w:val="00016894"/>
    <w:rsid w:val="0001777E"/>
    <w:rsid w:val="00017AAB"/>
    <w:rsid w:val="000203DE"/>
    <w:rsid w:val="0002045C"/>
    <w:rsid w:val="00021EFA"/>
    <w:rsid w:val="000224F4"/>
    <w:rsid w:val="00022D65"/>
    <w:rsid w:val="0002577D"/>
    <w:rsid w:val="00025E87"/>
    <w:rsid w:val="000266DB"/>
    <w:rsid w:val="00026ABC"/>
    <w:rsid w:val="00026C7F"/>
    <w:rsid w:val="0002704E"/>
    <w:rsid w:val="000318A9"/>
    <w:rsid w:val="0003194B"/>
    <w:rsid w:val="00031ABF"/>
    <w:rsid w:val="00031DE4"/>
    <w:rsid w:val="00032BD1"/>
    <w:rsid w:val="00032DB5"/>
    <w:rsid w:val="0003386D"/>
    <w:rsid w:val="00033B3F"/>
    <w:rsid w:val="0003411F"/>
    <w:rsid w:val="00035FDB"/>
    <w:rsid w:val="0003638C"/>
    <w:rsid w:val="00036827"/>
    <w:rsid w:val="00036A69"/>
    <w:rsid w:val="000377A7"/>
    <w:rsid w:val="00037E96"/>
    <w:rsid w:val="00041836"/>
    <w:rsid w:val="000418CE"/>
    <w:rsid w:val="00041D6F"/>
    <w:rsid w:val="00041D80"/>
    <w:rsid w:val="0004214A"/>
    <w:rsid w:val="00042653"/>
    <w:rsid w:val="00042694"/>
    <w:rsid w:val="0004329D"/>
    <w:rsid w:val="00043886"/>
    <w:rsid w:val="00043C02"/>
    <w:rsid w:val="000443CF"/>
    <w:rsid w:val="000448C0"/>
    <w:rsid w:val="00044C7C"/>
    <w:rsid w:val="00044F29"/>
    <w:rsid w:val="0004533E"/>
    <w:rsid w:val="0004568B"/>
    <w:rsid w:val="00045848"/>
    <w:rsid w:val="0004668B"/>
    <w:rsid w:val="000476C5"/>
    <w:rsid w:val="00047863"/>
    <w:rsid w:val="00050064"/>
    <w:rsid w:val="00052155"/>
    <w:rsid w:val="000523DC"/>
    <w:rsid w:val="00052550"/>
    <w:rsid w:val="00052F32"/>
    <w:rsid w:val="00053218"/>
    <w:rsid w:val="00053237"/>
    <w:rsid w:val="000534A6"/>
    <w:rsid w:val="00053551"/>
    <w:rsid w:val="0005538E"/>
    <w:rsid w:val="000558A2"/>
    <w:rsid w:val="00055929"/>
    <w:rsid w:val="00055976"/>
    <w:rsid w:val="00055C79"/>
    <w:rsid w:val="00055F30"/>
    <w:rsid w:val="00056353"/>
    <w:rsid w:val="00056D83"/>
    <w:rsid w:val="00056FEA"/>
    <w:rsid w:val="00057492"/>
    <w:rsid w:val="000608F6"/>
    <w:rsid w:val="00060ABB"/>
    <w:rsid w:val="00060B0C"/>
    <w:rsid w:val="00061564"/>
    <w:rsid w:val="000621A0"/>
    <w:rsid w:val="00062326"/>
    <w:rsid w:val="00062ADE"/>
    <w:rsid w:val="00062D6A"/>
    <w:rsid w:val="000647AD"/>
    <w:rsid w:val="00064D1A"/>
    <w:rsid w:val="00065102"/>
    <w:rsid w:val="0006544E"/>
    <w:rsid w:val="00065E92"/>
    <w:rsid w:val="00065FD4"/>
    <w:rsid w:val="000665C4"/>
    <w:rsid w:val="00066E14"/>
    <w:rsid w:val="00067759"/>
    <w:rsid w:val="00067AAD"/>
    <w:rsid w:val="00067B21"/>
    <w:rsid w:val="00067DB5"/>
    <w:rsid w:val="000705D7"/>
    <w:rsid w:val="000709F2"/>
    <w:rsid w:val="0007152E"/>
    <w:rsid w:val="00071D53"/>
    <w:rsid w:val="00072170"/>
    <w:rsid w:val="000721D7"/>
    <w:rsid w:val="000723C8"/>
    <w:rsid w:val="000726D7"/>
    <w:rsid w:val="000730F1"/>
    <w:rsid w:val="00073313"/>
    <w:rsid w:val="000735CD"/>
    <w:rsid w:val="00073DD2"/>
    <w:rsid w:val="00073F80"/>
    <w:rsid w:val="00074ACF"/>
    <w:rsid w:val="00074EF4"/>
    <w:rsid w:val="00075A00"/>
    <w:rsid w:val="0007681B"/>
    <w:rsid w:val="00077C42"/>
    <w:rsid w:val="00080BB0"/>
    <w:rsid w:val="0008103C"/>
    <w:rsid w:val="00081800"/>
    <w:rsid w:val="00081E76"/>
    <w:rsid w:val="00081F6E"/>
    <w:rsid w:val="000836DF"/>
    <w:rsid w:val="00084547"/>
    <w:rsid w:val="00084E82"/>
    <w:rsid w:val="00086174"/>
    <w:rsid w:val="000865EB"/>
    <w:rsid w:val="000878D7"/>
    <w:rsid w:val="000878EB"/>
    <w:rsid w:val="00087E41"/>
    <w:rsid w:val="00090C44"/>
    <w:rsid w:val="0009211A"/>
    <w:rsid w:val="000930D5"/>
    <w:rsid w:val="00093F17"/>
    <w:rsid w:val="00094434"/>
    <w:rsid w:val="000948F6"/>
    <w:rsid w:val="000953B9"/>
    <w:rsid w:val="00095672"/>
    <w:rsid w:val="00096364"/>
    <w:rsid w:val="00096716"/>
    <w:rsid w:val="0009677D"/>
    <w:rsid w:val="000A0118"/>
    <w:rsid w:val="000A075E"/>
    <w:rsid w:val="000A112E"/>
    <w:rsid w:val="000A162D"/>
    <w:rsid w:val="000A1B7C"/>
    <w:rsid w:val="000A2338"/>
    <w:rsid w:val="000A3DE4"/>
    <w:rsid w:val="000A3FB0"/>
    <w:rsid w:val="000A41C5"/>
    <w:rsid w:val="000A48C4"/>
    <w:rsid w:val="000A4C97"/>
    <w:rsid w:val="000A4DE6"/>
    <w:rsid w:val="000A603D"/>
    <w:rsid w:val="000A618F"/>
    <w:rsid w:val="000A6677"/>
    <w:rsid w:val="000A7102"/>
    <w:rsid w:val="000A7B95"/>
    <w:rsid w:val="000B0470"/>
    <w:rsid w:val="000B0885"/>
    <w:rsid w:val="000B09BB"/>
    <w:rsid w:val="000B0C6A"/>
    <w:rsid w:val="000B0CDF"/>
    <w:rsid w:val="000B2569"/>
    <w:rsid w:val="000B26B7"/>
    <w:rsid w:val="000B3367"/>
    <w:rsid w:val="000B375A"/>
    <w:rsid w:val="000B4278"/>
    <w:rsid w:val="000B4E0B"/>
    <w:rsid w:val="000B5201"/>
    <w:rsid w:val="000B558B"/>
    <w:rsid w:val="000B5859"/>
    <w:rsid w:val="000B598D"/>
    <w:rsid w:val="000B6027"/>
    <w:rsid w:val="000B7498"/>
    <w:rsid w:val="000B77FE"/>
    <w:rsid w:val="000B7DB0"/>
    <w:rsid w:val="000C0DC8"/>
    <w:rsid w:val="000C26F6"/>
    <w:rsid w:val="000C2C79"/>
    <w:rsid w:val="000C413A"/>
    <w:rsid w:val="000C5C31"/>
    <w:rsid w:val="000C5D1F"/>
    <w:rsid w:val="000C5F8C"/>
    <w:rsid w:val="000C64A8"/>
    <w:rsid w:val="000C6C12"/>
    <w:rsid w:val="000D00B4"/>
    <w:rsid w:val="000D013E"/>
    <w:rsid w:val="000D12A8"/>
    <w:rsid w:val="000D16B9"/>
    <w:rsid w:val="000D195D"/>
    <w:rsid w:val="000D1F46"/>
    <w:rsid w:val="000D1F92"/>
    <w:rsid w:val="000D2B68"/>
    <w:rsid w:val="000D3E62"/>
    <w:rsid w:val="000D434C"/>
    <w:rsid w:val="000D4357"/>
    <w:rsid w:val="000D4BA6"/>
    <w:rsid w:val="000D4D26"/>
    <w:rsid w:val="000D4ED5"/>
    <w:rsid w:val="000D4F1F"/>
    <w:rsid w:val="000D50ED"/>
    <w:rsid w:val="000D585A"/>
    <w:rsid w:val="000D6492"/>
    <w:rsid w:val="000D68C1"/>
    <w:rsid w:val="000D6EA5"/>
    <w:rsid w:val="000D703D"/>
    <w:rsid w:val="000D73B0"/>
    <w:rsid w:val="000D79FB"/>
    <w:rsid w:val="000E027C"/>
    <w:rsid w:val="000E152A"/>
    <w:rsid w:val="000E271B"/>
    <w:rsid w:val="000E28E9"/>
    <w:rsid w:val="000E2CB2"/>
    <w:rsid w:val="000E31CC"/>
    <w:rsid w:val="000E3595"/>
    <w:rsid w:val="000E3A37"/>
    <w:rsid w:val="000E4194"/>
    <w:rsid w:val="000E46D4"/>
    <w:rsid w:val="000E5EE5"/>
    <w:rsid w:val="000E627B"/>
    <w:rsid w:val="000E635F"/>
    <w:rsid w:val="000E7031"/>
    <w:rsid w:val="000E71FE"/>
    <w:rsid w:val="000E7270"/>
    <w:rsid w:val="000F04A8"/>
    <w:rsid w:val="000F250F"/>
    <w:rsid w:val="000F2F25"/>
    <w:rsid w:val="000F3931"/>
    <w:rsid w:val="000F3D32"/>
    <w:rsid w:val="000F465C"/>
    <w:rsid w:val="000F483A"/>
    <w:rsid w:val="000F4C5D"/>
    <w:rsid w:val="000F4F3E"/>
    <w:rsid w:val="000F4FBF"/>
    <w:rsid w:val="000F6139"/>
    <w:rsid w:val="000F7C49"/>
    <w:rsid w:val="000F7EFE"/>
    <w:rsid w:val="0010081C"/>
    <w:rsid w:val="0010090A"/>
    <w:rsid w:val="00100D8C"/>
    <w:rsid w:val="00101EE8"/>
    <w:rsid w:val="00102458"/>
    <w:rsid w:val="0010448E"/>
    <w:rsid w:val="00104971"/>
    <w:rsid w:val="00104B20"/>
    <w:rsid w:val="00104DF4"/>
    <w:rsid w:val="00104F98"/>
    <w:rsid w:val="0010518A"/>
    <w:rsid w:val="001055DE"/>
    <w:rsid w:val="00105C5F"/>
    <w:rsid w:val="00105CE7"/>
    <w:rsid w:val="001060D9"/>
    <w:rsid w:val="00106AAD"/>
    <w:rsid w:val="0011215F"/>
    <w:rsid w:val="001128FC"/>
    <w:rsid w:val="00112CE5"/>
    <w:rsid w:val="0011522F"/>
    <w:rsid w:val="00115DEE"/>
    <w:rsid w:val="00115F8B"/>
    <w:rsid w:val="001163B4"/>
    <w:rsid w:val="0011653C"/>
    <w:rsid w:val="00116669"/>
    <w:rsid w:val="00117B99"/>
    <w:rsid w:val="001206AF"/>
    <w:rsid w:val="00120C10"/>
    <w:rsid w:val="00121AC1"/>
    <w:rsid w:val="00121ADF"/>
    <w:rsid w:val="0012231F"/>
    <w:rsid w:val="00123C9E"/>
    <w:rsid w:val="00124BFA"/>
    <w:rsid w:val="00125E96"/>
    <w:rsid w:val="001264B9"/>
    <w:rsid w:val="001266BC"/>
    <w:rsid w:val="001268E6"/>
    <w:rsid w:val="00126BEB"/>
    <w:rsid w:val="00127712"/>
    <w:rsid w:val="00127BFD"/>
    <w:rsid w:val="0013155E"/>
    <w:rsid w:val="0013211E"/>
    <w:rsid w:val="0013275E"/>
    <w:rsid w:val="00133676"/>
    <w:rsid w:val="00134532"/>
    <w:rsid w:val="00134811"/>
    <w:rsid w:val="00134F6C"/>
    <w:rsid w:val="0013516E"/>
    <w:rsid w:val="0013531E"/>
    <w:rsid w:val="001354F0"/>
    <w:rsid w:val="0013584E"/>
    <w:rsid w:val="00135E84"/>
    <w:rsid w:val="00136722"/>
    <w:rsid w:val="00136C02"/>
    <w:rsid w:val="00136EDC"/>
    <w:rsid w:val="00136FF8"/>
    <w:rsid w:val="00137A92"/>
    <w:rsid w:val="0014052D"/>
    <w:rsid w:val="00140C7D"/>
    <w:rsid w:val="00140D99"/>
    <w:rsid w:val="001423DC"/>
    <w:rsid w:val="0014272F"/>
    <w:rsid w:val="00143B82"/>
    <w:rsid w:val="001442C8"/>
    <w:rsid w:val="00145449"/>
    <w:rsid w:val="001457AE"/>
    <w:rsid w:val="00146BA9"/>
    <w:rsid w:val="00146C12"/>
    <w:rsid w:val="00146E0F"/>
    <w:rsid w:val="00147B4E"/>
    <w:rsid w:val="001506CF"/>
    <w:rsid w:val="00150C0D"/>
    <w:rsid w:val="00150D1E"/>
    <w:rsid w:val="00151B17"/>
    <w:rsid w:val="00151E3E"/>
    <w:rsid w:val="00151F3C"/>
    <w:rsid w:val="001523D9"/>
    <w:rsid w:val="0015253E"/>
    <w:rsid w:val="00152DDF"/>
    <w:rsid w:val="00152F06"/>
    <w:rsid w:val="001543A1"/>
    <w:rsid w:val="001543A6"/>
    <w:rsid w:val="00154F4F"/>
    <w:rsid w:val="00155B7F"/>
    <w:rsid w:val="00156DDE"/>
    <w:rsid w:val="001605B3"/>
    <w:rsid w:val="00161529"/>
    <w:rsid w:val="0016183D"/>
    <w:rsid w:val="00161A31"/>
    <w:rsid w:val="001621FF"/>
    <w:rsid w:val="00162577"/>
    <w:rsid w:val="00162B42"/>
    <w:rsid w:val="0016312A"/>
    <w:rsid w:val="001641EB"/>
    <w:rsid w:val="00164338"/>
    <w:rsid w:val="001645E7"/>
    <w:rsid w:val="001648A1"/>
    <w:rsid w:val="0016519C"/>
    <w:rsid w:val="001656F7"/>
    <w:rsid w:val="00165D32"/>
    <w:rsid w:val="00165F75"/>
    <w:rsid w:val="001664C2"/>
    <w:rsid w:val="00167D3B"/>
    <w:rsid w:val="00167DA4"/>
    <w:rsid w:val="00170C26"/>
    <w:rsid w:val="001718C4"/>
    <w:rsid w:val="00172677"/>
    <w:rsid w:val="00172856"/>
    <w:rsid w:val="00173A90"/>
    <w:rsid w:val="00174C0D"/>
    <w:rsid w:val="00175195"/>
    <w:rsid w:val="001756D7"/>
    <w:rsid w:val="001759A8"/>
    <w:rsid w:val="00175E1B"/>
    <w:rsid w:val="00175FA4"/>
    <w:rsid w:val="00176116"/>
    <w:rsid w:val="0017616D"/>
    <w:rsid w:val="001773EE"/>
    <w:rsid w:val="001777F8"/>
    <w:rsid w:val="001778B3"/>
    <w:rsid w:val="00177964"/>
    <w:rsid w:val="00177A3B"/>
    <w:rsid w:val="00177AB1"/>
    <w:rsid w:val="001801DB"/>
    <w:rsid w:val="0018147D"/>
    <w:rsid w:val="00181924"/>
    <w:rsid w:val="00182034"/>
    <w:rsid w:val="001820B3"/>
    <w:rsid w:val="0018214C"/>
    <w:rsid w:val="00182483"/>
    <w:rsid w:val="00182E60"/>
    <w:rsid w:val="00183CDA"/>
    <w:rsid w:val="00184130"/>
    <w:rsid w:val="00184814"/>
    <w:rsid w:val="00184F9D"/>
    <w:rsid w:val="001866EE"/>
    <w:rsid w:val="00187A68"/>
    <w:rsid w:val="0019134D"/>
    <w:rsid w:val="00191A29"/>
    <w:rsid w:val="001924CF"/>
    <w:rsid w:val="0019264C"/>
    <w:rsid w:val="001934C9"/>
    <w:rsid w:val="0019490B"/>
    <w:rsid w:val="00194B6A"/>
    <w:rsid w:val="001950BB"/>
    <w:rsid w:val="0019559F"/>
    <w:rsid w:val="00195BBD"/>
    <w:rsid w:val="00196375"/>
    <w:rsid w:val="001964F5"/>
    <w:rsid w:val="001A03BA"/>
    <w:rsid w:val="001A0BA8"/>
    <w:rsid w:val="001A0F38"/>
    <w:rsid w:val="001A1703"/>
    <w:rsid w:val="001A25ED"/>
    <w:rsid w:val="001A26CF"/>
    <w:rsid w:val="001A2AC2"/>
    <w:rsid w:val="001A3121"/>
    <w:rsid w:val="001A553A"/>
    <w:rsid w:val="001A5F36"/>
    <w:rsid w:val="001A6967"/>
    <w:rsid w:val="001A69A7"/>
    <w:rsid w:val="001A6C4C"/>
    <w:rsid w:val="001B0216"/>
    <w:rsid w:val="001B02FF"/>
    <w:rsid w:val="001B0794"/>
    <w:rsid w:val="001B10A6"/>
    <w:rsid w:val="001B2210"/>
    <w:rsid w:val="001B25FD"/>
    <w:rsid w:val="001B2F30"/>
    <w:rsid w:val="001B3460"/>
    <w:rsid w:val="001B57FF"/>
    <w:rsid w:val="001B5D72"/>
    <w:rsid w:val="001B61B6"/>
    <w:rsid w:val="001B63B6"/>
    <w:rsid w:val="001B64DB"/>
    <w:rsid w:val="001B718B"/>
    <w:rsid w:val="001C00EC"/>
    <w:rsid w:val="001C01FA"/>
    <w:rsid w:val="001C14E6"/>
    <w:rsid w:val="001C163D"/>
    <w:rsid w:val="001C1A1B"/>
    <w:rsid w:val="001C1BE1"/>
    <w:rsid w:val="001C1E26"/>
    <w:rsid w:val="001C1E88"/>
    <w:rsid w:val="001C2335"/>
    <w:rsid w:val="001C3143"/>
    <w:rsid w:val="001C32F5"/>
    <w:rsid w:val="001C70B6"/>
    <w:rsid w:val="001C7211"/>
    <w:rsid w:val="001C7F3C"/>
    <w:rsid w:val="001D08D8"/>
    <w:rsid w:val="001D1F19"/>
    <w:rsid w:val="001D3838"/>
    <w:rsid w:val="001D42A5"/>
    <w:rsid w:val="001D47FB"/>
    <w:rsid w:val="001D5889"/>
    <w:rsid w:val="001D650B"/>
    <w:rsid w:val="001D7D8C"/>
    <w:rsid w:val="001E082C"/>
    <w:rsid w:val="001E1492"/>
    <w:rsid w:val="001E1CEB"/>
    <w:rsid w:val="001E2502"/>
    <w:rsid w:val="001E48FE"/>
    <w:rsid w:val="001E55FE"/>
    <w:rsid w:val="001E6D54"/>
    <w:rsid w:val="001E73D8"/>
    <w:rsid w:val="001E7AB2"/>
    <w:rsid w:val="001F0C6D"/>
    <w:rsid w:val="001F2223"/>
    <w:rsid w:val="001F23B5"/>
    <w:rsid w:val="001F2E5D"/>
    <w:rsid w:val="001F3471"/>
    <w:rsid w:val="001F423B"/>
    <w:rsid w:val="001F43FA"/>
    <w:rsid w:val="001F4DA3"/>
    <w:rsid w:val="001F54D2"/>
    <w:rsid w:val="001F61FE"/>
    <w:rsid w:val="001F63E0"/>
    <w:rsid w:val="001F6EAD"/>
    <w:rsid w:val="001F6FDD"/>
    <w:rsid w:val="0020001E"/>
    <w:rsid w:val="00200278"/>
    <w:rsid w:val="0020068D"/>
    <w:rsid w:val="002006C8"/>
    <w:rsid w:val="002008E2"/>
    <w:rsid w:val="00200AA7"/>
    <w:rsid w:val="002010DE"/>
    <w:rsid w:val="00201534"/>
    <w:rsid w:val="00201781"/>
    <w:rsid w:val="002027B8"/>
    <w:rsid w:val="00202D46"/>
    <w:rsid w:val="00203328"/>
    <w:rsid w:val="00203B93"/>
    <w:rsid w:val="0020448D"/>
    <w:rsid w:val="0020451D"/>
    <w:rsid w:val="00205D51"/>
    <w:rsid w:val="00206285"/>
    <w:rsid w:val="002074F0"/>
    <w:rsid w:val="00207B4E"/>
    <w:rsid w:val="002105AA"/>
    <w:rsid w:val="00210AFF"/>
    <w:rsid w:val="002115E2"/>
    <w:rsid w:val="002117A8"/>
    <w:rsid w:val="002118A5"/>
    <w:rsid w:val="00212A3F"/>
    <w:rsid w:val="00213DBA"/>
    <w:rsid w:val="00214742"/>
    <w:rsid w:val="00215ABF"/>
    <w:rsid w:val="00215CC7"/>
    <w:rsid w:val="00216298"/>
    <w:rsid w:val="00217E9C"/>
    <w:rsid w:val="0022008A"/>
    <w:rsid w:val="0022042E"/>
    <w:rsid w:val="00220713"/>
    <w:rsid w:val="002207C2"/>
    <w:rsid w:val="00220D9C"/>
    <w:rsid w:val="00221352"/>
    <w:rsid w:val="002220B2"/>
    <w:rsid w:val="00222763"/>
    <w:rsid w:val="0022282F"/>
    <w:rsid w:val="0022302D"/>
    <w:rsid w:val="002230DA"/>
    <w:rsid w:val="002255BB"/>
    <w:rsid w:val="00225D45"/>
    <w:rsid w:val="00227262"/>
    <w:rsid w:val="00227453"/>
    <w:rsid w:val="00227D01"/>
    <w:rsid w:val="00230185"/>
    <w:rsid w:val="0023256F"/>
    <w:rsid w:val="00232BC2"/>
    <w:rsid w:val="0023346B"/>
    <w:rsid w:val="002349F7"/>
    <w:rsid w:val="00234B50"/>
    <w:rsid w:val="00235259"/>
    <w:rsid w:val="002353C5"/>
    <w:rsid w:val="00235B1B"/>
    <w:rsid w:val="00236397"/>
    <w:rsid w:val="00236DEF"/>
    <w:rsid w:val="0023708F"/>
    <w:rsid w:val="00237A8E"/>
    <w:rsid w:val="00237DFF"/>
    <w:rsid w:val="00240C29"/>
    <w:rsid w:val="0024115F"/>
    <w:rsid w:val="0024173F"/>
    <w:rsid w:val="002424FF"/>
    <w:rsid w:val="002428BB"/>
    <w:rsid w:val="002432A8"/>
    <w:rsid w:val="002454A6"/>
    <w:rsid w:val="002501E0"/>
    <w:rsid w:val="00250AB1"/>
    <w:rsid w:val="00250C94"/>
    <w:rsid w:val="0025147D"/>
    <w:rsid w:val="00251509"/>
    <w:rsid w:val="00251588"/>
    <w:rsid w:val="0025194C"/>
    <w:rsid w:val="00251958"/>
    <w:rsid w:val="002519CB"/>
    <w:rsid w:val="00251CED"/>
    <w:rsid w:val="00252487"/>
    <w:rsid w:val="00253A97"/>
    <w:rsid w:val="002543F4"/>
    <w:rsid w:val="002547CA"/>
    <w:rsid w:val="00255122"/>
    <w:rsid w:val="00255384"/>
    <w:rsid w:val="00255563"/>
    <w:rsid w:val="00256320"/>
    <w:rsid w:val="002568CB"/>
    <w:rsid w:val="00257211"/>
    <w:rsid w:val="00257837"/>
    <w:rsid w:val="002607AD"/>
    <w:rsid w:val="0026181B"/>
    <w:rsid w:val="00262162"/>
    <w:rsid w:val="00263ED9"/>
    <w:rsid w:val="00263FDE"/>
    <w:rsid w:val="00266D12"/>
    <w:rsid w:val="0026742D"/>
    <w:rsid w:val="002676EE"/>
    <w:rsid w:val="00270A4F"/>
    <w:rsid w:val="00270C8A"/>
    <w:rsid w:val="002713E9"/>
    <w:rsid w:val="00271AB1"/>
    <w:rsid w:val="00272915"/>
    <w:rsid w:val="00272B49"/>
    <w:rsid w:val="002741AE"/>
    <w:rsid w:val="0027497C"/>
    <w:rsid w:val="00274D4D"/>
    <w:rsid w:val="0027540D"/>
    <w:rsid w:val="00275470"/>
    <w:rsid w:val="0027559A"/>
    <w:rsid w:val="00275B61"/>
    <w:rsid w:val="002804A9"/>
    <w:rsid w:val="00280584"/>
    <w:rsid w:val="00280608"/>
    <w:rsid w:val="00280879"/>
    <w:rsid w:val="00281EAE"/>
    <w:rsid w:val="00281F43"/>
    <w:rsid w:val="00282A82"/>
    <w:rsid w:val="00282D56"/>
    <w:rsid w:val="0028373B"/>
    <w:rsid w:val="002847EB"/>
    <w:rsid w:val="002852BF"/>
    <w:rsid w:val="0028568A"/>
    <w:rsid w:val="00285862"/>
    <w:rsid w:val="0028592A"/>
    <w:rsid w:val="0028633A"/>
    <w:rsid w:val="00287416"/>
    <w:rsid w:val="0028751F"/>
    <w:rsid w:val="00287802"/>
    <w:rsid w:val="00287FAC"/>
    <w:rsid w:val="002910EE"/>
    <w:rsid w:val="002914C4"/>
    <w:rsid w:val="002920F1"/>
    <w:rsid w:val="0029443F"/>
    <w:rsid w:val="0029446F"/>
    <w:rsid w:val="00294C11"/>
    <w:rsid w:val="00294D7E"/>
    <w:rsid w:val="00294FF5"/>
    <w:rsid w:val="00295024"/>
    <w:rsid w:val="00295FAE"/>
    <w:rsid w:val="002967AF"/>
    <w:rsid w:val="00297152"/>
    <w:rsid w:val="002A057A"/>
    <w:rsid w:val="002A0845"/>
    <w:rsid w:val="002A0C67"/>
    <w:rsid w:val="002A0F4F"/>
    <w:rsid w:val="002A18B2"/>
    <w:rsid w:val="002A18E7"/>
    <w:rsid w:val="002A3E8E"/>
    <w:rsid w:val="002A42E9"/>
    <w:rsid w:val="002A4964"/>
    <w:rsid w:val="002A50F2"/>
    <w:rsid w:val="002A5A71"/>
    <w:rsid w:val="002A5C06"/>
    <w:rsid w:val="002A5CF8"/>
    <w:rsid w:val="002A6FE9"/>
    <w:rsid w:val="002A7345"/>
    <w:rsid w:val="002A75B5"/>
    <w:rsid w:val="002A7DD2"/>
    <w:rsid w:val="002A7F1A"/>
    <w:rsid w:val="002B040B"/>
    <w:rsid w:val="002B19D3"/>
    <w:rsid w:val="002B24AF"/>
    <w:rsid w:val="002B3082"/>
    <w:rsid w:val="002B4396"/>
    <w:rsid w:val="002B4873"/>
    <w:rsid w:val="002B4CC7"/>
    <w:rsid w:val="002B5249"/>
    <w:rsid w:val="002B53B8"/>
    <w:rsid w:val="002B5447"/>
    <w:rsid w:val="002B609D"/>
    <w:rsid w:val="002B638A"/>
    <w:rsid w:val="002B6CDE"/>
    <w:rsid w:val="002B6D85"/>
    <w:rsid w:val="002B6EB2"/>
    <w:rsid w:val="002B7322"/>
    <w:rsid w:val="002B7572"/>
    <w:rsid w:val="002C0BE8"/>
    <w:rsid w:val="002C0DB9"/>
    <w:rsid w:val="002C17C1"/>
    <w:rsid w:val="002C1E19"/>
    <w:rsid w:val="002C2097"/>
    <w:rsid w:val="002C2470"/>
    <w:rsid w:val="002C2536"/>
    <w:rsid w:val="002C302C"/>
    <w:rsid w:val="002C3299"/>
    <w:rsid w:val="002C3389"/>
    <w:rsid w:val="002C3651"/>
    <w:rsid w:val="002C42B1"/>
    <w:rsid w:val="002C4F38"/>
    <w:rsid w:val="002C54A3"/>
    <w:rsid w:val="002C5D9B"/>
    <w:rsid w:val="002C5E8C"/>
    <w:rsid w:val="002C72DC"/>
    <w:rsid w:val="002C78EA"/>
    <w:rsid w:val="002D0C78"/>
    <w:rsid w:val="002D23AF"/>
    <w:rsid w:val="002D25AB"/>
    <w:rsid w:val="002D2F5E"/>
    <w:rsid w:val="002D2FF3"/>
    <w:rsid w:val="002D3011"/>
    <w:rsid w:val="002D3B1B"/>
    <w:rsid w:val="002D3C53"/>
    <w:rsid w:val="002D4023"/>
    <w:rsid w:val="002D4BA8"/>
    <w:rsid w:val="002D566C"/>
    <w:rsid w:val="002D5A9A"/>
    <w:rsid w:val="002D71D0"/>
    <w:rsid w:val="002D7611"/>
    <w:rsid w:val="002E1409"/>
    <w:rsid w:val="002E1D5D"/>
    <w:rsid w:val="002E2732"/>
    <w:rsid w:val="002E2D67"/>
    <w:rsid w:val="002E3018"/>
    <w:rsid w:val="002E311A"/>
    <w:rsid w:val="002E3458"/>
    <w:rsid w:val="002E3AA2"/>
    <w:rsid w:val="002E3E98"/>
    <w:rsid w:val="002E4187"/>
    <w:rsid w:val="002E61FF"/>
    <w:rsid w:val="002E689F"/>
    <w:rsid w:val="002E6FD9"/>
    <w:rsid w:val="002E73AB"/>
    <w:rsid w:val="002E750B"/>
    <w:rsid w:val="002E769C"/>
    <w:rsid w:val="002F01E8"/>
    <w:rsid w:val="002F113E"/>
    <w:rsid w:val="002F1799"/>
    <w:rsid w:val="002F19DE"/>
    <w:rsid w:val="002F1E98"/>
    <w:rsid w:val="002F1FAA"/>
    <w:rsid w:val="002F21DB"/>
    <w:rsid w:val="002F283E"/>
    <w:rsid w:val="002F2A85"/>
    <w:rsid w:val="002F2AC5"/>
    <w:rsid w:val="002F3740"/>
    <w:rsid w:val="002F403A"/>
    <w:rsid w:val="002F44E2"/>
    <w:rsid w:val="002F4772"/>
    <w:rsid w:val="002F50A4"/>
    <w:rsid w:val="002F5320"/>
    <w:rsid w:val="002F5395"/>
    <w:rsid w:val="002F588B"/>
    <w:rsid w:val="002F69A2"/>
    <w:rsid w:val="002F6D95"/>
    <w:rsid w:val="002F7249"/>
    <w:rsid w:val="00301BBF"/>
    <w:rsid w:val="0030247D"/>
    <w:rsid w:val="003025E0"/>
    <w:rsid w:val="0030313C"/>
    <w:rsid w:val="00303D73"/>
    <w:rsid w:val="003042AE"/>
    <w:rsid w:val="00304572"/>
    <w:rsid w:val="00304606"/>
    <w:rsid w:val="00304874"/>
    <w:rsid w:val="0030514B"/>
    <w:rsid w:val="003051BA"/>
    <w:rsid w:val="00305EF8"/>
    <w:rsid w:val="00305FE8"/>
    <w:rsid w:val="00306418"/>
    <w:rsid w:val="0030646F"/>
    <w:rsid w:val="003066B1"/>
    <w:rsid w:val="0030739D"/>
    <w:rsid w:val="00307E6D"/>
    <w:rsid w:val="00307F44"/>
    <w:rsid w:val="00311867"/>
    <w:rsid w:val="00312DDA"/>
    <w:rsid w:val="00313ECA"/>
    <w:rsid w:val="00313FB6"/>
    <w:rsid w:val="00314911"/>
    <w:rsid w:val="00314EBA"/>
    <w:rsid w:val="0031523C"/>
    <w:rsid w:val="00316986"/>
    <w:rsid w:val="00317013"/>
    <w:rsid w:val="0031737C"/>
    <w:rsid w:val="00317B38"/>
    <w:rsid w:val="00321731"/>
    <w:rsid w:val="00321FBA"/>
    <w:rsid w:val="0032276A"/>
    <w:rsid w:val="00324185"/>
    <w:rsid w:val="00325C75"/>
    <w:rsid w:val="003263A7"/>
    <w:rsid w:val="0033050B"/>
    <w:rsid w:val="00332874"/>
    <w:rsid w:val="00332A31"/>
    <w:rsid w:val="00333EB2"/>
    <w:rsid w:val="0033488B"/>
    <w:rsid w:val="003349B4"/>
    <w:rsid w:val="00334C59"/>
    <w:rsid w:val="00335AE6"/>
    <w:rsid w:val="003361A5"/>
    <w:rsid w:val="003372C9"/>
    <w:rsid w:val="00337FAA"/>
    <w:rsid w:val="0034042C"/>
    <w:rsid w:val="0034085D"/>
    <w:rsid w:val="00340DE3"/>
    <w:rsid w:val="00340DEE"/>
    <w:rsid w:val="00340ECC"/>
    <w:rsid w:val="00341316"/>
    <w:rsid w:val="00341876"/>
    <w:rsid w:val="00341ABD"/>
    <w:rsid w:val="00342786"/>
    <w:rsid w:val="00343CFF"/>
    <w:rsid w:val="00343FF2"/>
    <w:rsid w:val="00345242"/>
    <w:rsid w:val="00345586"/>
    <w:rsid w:val="00345D52"/>
    <w:rsid w:val="00346094"/>
    <w:rsid w:val="0034611F"/>
    <w:rsid w:val="00346417"/>
    <w:rsid w:val="003469B4"/>
    <w:rsid w:val="0034738B"/>
    <w:rsid w:val="00347531"/>
    <w:rsid w:val="00347AE2"/>
    <w:rsid w:val="00347D01"/>
    <w:rsid w:val="003508C4"/>
    <w:rsid w:val="003510FC"/>
    <w:rsid w:val="003517ED"/>
    <w:rsid w:val="003524FF"/>
    <w:rsid w:val="00352706"/>
    <w:rsid w:val="00354AEE"/>
    <w:rsid w:val="00355C98"/>
    <w:rsid w:val="003569AD"/>
    <w:rsid w:val="003569B4"/>
    <w:rsid w:val="00357559"/>
    <w:rsid w:val="0036034B"/>
    <w:rsid w:val="00360ADD"/>
    <w:rsid w:val="00361C15"/>
    <w:rsid w:val="00361EC6"/>
    <w:rsid w:val="00362B13"/>
    <w:rsid w:val="00363823"/>
    <w:rsid w:val="00364228"/>
    <w:rsid w:val="00364397"/>
    <w:rsid w:val="003646BB"/>
    <w:rsid w:val="00364B58"/>
    <w:rsid w:val="0036505B"/>
    <w:rsid w:val="0036562E"/>
    <w:rsid w:val="00365FDF"/>
    <w:rsid w:val="0036672E"/>
    <w:rsid w:val="003671A0"/>
    <w:rsid w:val="00370052"/>
    <w:rsid w:val="00371186"/>
    <w:rsid w:val="00371FD2"/>
    <w:rsid w:val="00372B12"/>
    <w:rsid w:val="00373444"/>
    <w:rsid w:val="00373632"/>
    <w:rsid w:val="00373731"/>
    <w:rsid w:val="00373AA5"/>
    <w:rsid w:val="00373E98"/>
    <w:rsid w:val="003743A6"/>
    <w:rsid w:val="00375216"/>
    <w:rsid w:val="003773F0"/>
    <w:rsid w:val="00377435"/>
    <w:rsid w:val="003777D7"/>
    <w:rsid w:val="003803D3"/>
    <w:rsid w:val="00380834"/>
    <w:rsid w:val="00380FB1"/>
    <w:rsid w:val="003826E5"/>
    <w:rsid w:val="0038294F"/>
    <w:rsid w:val="00382E34"/>
    <w:rsid w:val="0038325D"/>
    <w:rsid w:val="00383419"/>
    <w:rsid w:val="003836DB"/>
    <w:rsid w:val="00384314"/>
    <w:rsid w:val="00384887"/>
    <w:rsid w:val="00384CC8"/>
    <w:rsid w:val="003851A5"/>
    <w:rsid w:val="003854C9"/>
    <w:rsid w:val="00385D6B"/>
    <w:rsid w:val="0038651B"/>
    <w:rsid w:val="0038660F"/>
    <w:rsid w:val="003872C4"/>
    <w:rsid w:val="00390358"/>
    <w:rsid w:val="003908C1"/>
    <w:rsid w:val="00390FB3"/>
    <w:rsid w:val="00391110"/>
    <w:rsid w:val="00391811"/>
    <w:rsid w:val="003918AD"/>
    <w:rsid w:val="00392891"/>
    <w:rsid w:val="00394CE8"/>
    <w:rsid w:val="00395284"/>
    <w:rsid w:val="00395433"/>
    <w:rsid w:val="0039545D"/>
    <w:rsid w:val="003957B8"/>
    <w:rsid w:val="00395940"/>
    <w:rsid w:val="00396561"/>
    <w:rsid w:val="00396A9D"/>
    <w:rsid w:val="0039759A"/>
    <w:rsid w:val="003976DB"/>
    <w:rsid w:val="0039781E"/>
    <w:rsid w:val="003A0F70"/>
    <w:rsid w:val="003A1393"/>
    <w:rsid w:val="003A1646"/>
    <w:rsid w:val="003A1CE9"/>
    <w:rsid w:val="003A1DAF"/>
    <w:rsid w:val="003A231B"/>
    <w:rsid w:val="003A29DB"/>
    <w:rsid w:val="003A3A1C"/>
    <w:rsid w:val="003A3E78"/>
    <w:rsid w:val="003A4620"/>
    <w:rsid w:val="003A630A"/>
    <w:rsid w:val="003A790A"/>
    <w:rsid w:val="003A7E70"/>
    <w:rsid w:val="003B0E4A"/>
    <w:rsid w:val="003B108C"/>
    <w:rsid w:val="003B145D"/>
    <w:rsid w:val="003B1ABF"/>
    <w:rsid w:val="003B26AD"/>
    <w:rsid w:val="003B2933"/>
    <w:rsid w:val="003B3102"/>
    <w:rsid w:val="003B35B6"/>
    <w:rsid w:val="003B3ECA"/>
    <w:rsid w:val="003B54AB"/>
    <w:rsid w:val="003B7EBE"/>
    <w:rsid w:val="003C2057"/>
    <w:rsid w:val="003C34FB"/>
    <w:rsid w:val="003C3C46"/>
    <w:rsid w:val="003C3FED"/>
    <w:rsid w:val="003C56E7"/>
    <w:rsid w:val="003C5A68"/>
    <w:rsid w:val="003C5ACE"/>
    <w:rsid w:val="003C5B75"/>
    <w:rsid w:val="003C5E44"/>
    <w:rsid w:val="003D03BA"/>
    <w:rsid w:val="003D1F13"/>
    <w:rsid w:val="003D2384"/>
    <w:rsid w:val="003D23A5"/>
    <w:rsid w:val="003D2554"/>
    <w:rsid w:val="003D2F36"/>
    <w:rsid w:val="003D3424"/>
    <w:rsid w:val="003D42FA"/>
    <w:rsid w:val="003D5D02"/>
    <w:rsid w:val="003D6548"/>
    <w:rsid w:val="003D7D82"/>
    <w:rsid w:val="003E00EA"/>
    <w:rsid w:val="003E1618"/>
    <w:rsid w:val="003E25E5"/>
    <w:rsid w:val="003E34B9"/>
    <w:rsid w:val="003E35E2"/>
    <w:rsid w:val="003E3AC5"/>
    <w:rsid w:val="003E456C"/>
    <w:rsid w:val="003E5278"/>
    <w:rsid w:val="003E5B64"/>
    <w:rsid w:val="003E5EB2"/>
    <w:rsid w:val="003E6ECA"/>
    <w:rsid w:val="003E75C8"/>
    <w:rsid w:val="003E79E5"/>
    <w:rsid w:val="003E7A24"/>
    <w:rsid w:val="003E7C6B"/>
    <w:rsid w:val="003E7D32"/>
    <w:rsid w:val="003E7DC0"/>
    <w:rsid w:val="003E7E66"/>
    <w:rsid w:val="003F0B36"/>
    <w:rsid w:val="003F0F0E"/>
    <w:rsid w:val="003F3092"/>
    <w:rsid w:val="003F4589"/>
    <w:rsid w:val="003F4DA3"/>
    <w:rsid w:val="003F5AC1"/>
    <w:rsid w:val="003F60DC"/>
    <w:rsid w:val="003F64CE"/>
    <w:rsid w:val="003F66E6"/>
    <w:rsid w:val="003F6D15"/>
    <w:rsid w:val="003F7AC9"/>
    <w:rsid w:val="00400110"/>
    <w:rsid w:val="00400918"/>
    <w:rsid w:val="00400FF2"/>
    <w:rsid w:val="004017CB"/>
    <w:rsid w:val="00401E1A"/>
    <w:rsid w:val="0040349E"/>
    <w:rsid w:val="0040443E"/>
    <w:rsid w:val="00404909"/>
    <w:rsid w:val="00404DC3"/>
    <w:rsid w:val="00405599"/>
    <w:rsid w:val="00405847"/>
    <w:rsid w:val="00405A00"/>
    <w:rsid w:val="00405DB5"/>
    <w:rsid w:val="0041002C"/>
    <w:rsid w:val="00410DDC"/>
    <w:rsid w:val="004118C4"/>
    <w:rsid w:val="00412BDF"/>
    <w:rsid w:val="004130C1"/>
    <w:rsid w:val="004145F4"/>
    <w:rsid w:val="004147E5"/>
    <w:rsid w:val="004154AB"/>
    <w:rsid w:val="004161AA"/>
    <w:rsid w:val="00416D1F"/>
    <w:rsid w:val="00417B03"/>
    <w:rsid w:val="00417BA9"/>
    <w:rsid w:val="004210F8"/>
    <w:rsid w:val="0042183E"/>
    <w:rsid w:val="00422464"/>
    <w:rsid w:val="004227C4"/>
    <w:rsid w:val="004228BC"/>
    <w:rsid w:val="00423133"/>
    <w:rsid w:val="0042418D"/>
    <w:rsid w:val="004249CC"/>
    <w:rsid w:val="00424CB4"/>
    <w:rsid w:val="00424F64"/>
    <w:rsid w:val="00425554"/>
    <w:rsid w:val="00425E73"/>
    <w:rsid w:val="004261EC"/>
    <w:rsid w:val="00426584"/>
    <w:rsid w:val="00426B05"/>
    <w:rsid w:val="00426EEC"/>
    <w:rsid w:val="0042710E"/>
    <w:rsid w:val="004274EA"/>
    <w:rsid w:val="004278B3"/>
    <w:rsid w:val="00427EE7"/>
    <w:rsid w:val="00430487"/>
    <w:rsid w:val="00430777"/>
    <w:rsid w:val="00430905"/>
    <w:rsid w:val="00431F73"/>
    <w:rsid w:val="00433393"/>
    <w:rsid w:val="00433BB7"/>
    <w:rsid w:val="0043507F"/>
    <w:rsid w:val="0043555E"/>
    <w:rsid w:val="00436452"/>
    <w:rsid w:val="0043648B"/>
    <w:rsid w:val="00436B72"/>
    <w:rsid w:val="00436BF1"/>
    <w:rsid w:val="00436DC2"/>
    <w:rsid w:val="00437047"/>
    <w:rsid w:val="00437EE9"/>
    <w:rsid w:val="00441653"/>
    <w:rsid w:val="004418D8"/>
    <w:rsid w:val="004421B7"/>
    <w:rsid w:val="0044376F"/>
    <w:rsid w:val="00443D10"/>
    <w:rsid w:val="00444679"/>
    <w:rsid w:val="004465D3"/>
    <w:rsid w:val="0045121B"/>
    <w:rsid w:val="00451D9B"/>
    <w:rsid w:val="00452396"/>
    <w:rsid w:val="00452BC0"/>
    <w:rsid w:val="0045304B"/>
    <w:rsid w:val="00453B0D"/>
    <w:rsid w:val="0045402B"/>
    <w:rsid w:val="004555EB"/>
    <w:rsid w:val="00455CAE"/>
    <w:rsid w:val="00455F3D"/>
    <w:rsid w:val="00456F6C"/>
    <w:rsid w:val="0046020C"/>
    <w:rsid w:val="00460B7E"/>
    <w:rsid w:val="004610D9"/>
    <w:rsid w:val="00462085"/>
    <w:rsid w:val="004621DE"/>
    <w:rsid w:val="00462F01"/>
    <w:rsid w:val="0046331D"/>
    <w:rsid w:val="00463A34"/>
    <w:rsid w:val="0046450B"/>
    <w:rsid w:val="00464F61"/>
    <w:rsid w:val="00465C63"/>
    <w:rsid w:val="00465E55"/>
    <w:rsid w:val="004663BA"/>
    <w:rsid w:val="00466D5C"/>
    <w:rsid w:val="00467242"/>
    <w:rsid w:val="00467863"/>
    <w:rsid w:val="00470221"/>
    <w:rsid w:val="00470CA7"/>
    <w:rsid w:val="004711A5"/>
    <w:rsid w:val="004711F8"/>
    <w:rsid w:val="00471367"/>
    <w:rsid w:val="00471462"/>
    <w:rsid w:val="00471735"/>
    <w:rsid w:val="00471CA6"/>
    <w:rsid w:val="00472D79"/>
    <w:rsid w:val="00473154"/>
    <w:rsid w:val="00474272"/>
    <w:rsid w:val="0047482B"/>
    <w:rsid w:val="004752DE"/>
    <w:rsid w:val="00475331"/>
    <w:rsid w:val="00475562"/>
    <w:rsid w:val="00475805"/>
    <w:rsid w:val="00475C5C"/>
    <w:rsid w:val="00475F1F"/>
    <w:rsid w:val="00477DFB"/>
    <w:rsid w:val="004804C3"/>
    <w:rsid w:val="00480D11"/>
    <w:rsid w:val="00481093"/>
    <w:rsid w:val="00481497"/>
    <w:rsid w:val="004828B7"/>
    <w:rsid w:val="00482D57"/>
    <w:rsid w:val="004830BE"/>
    <w:rsid w:val="004830F1"/>
    <w:rsid w:val="00483422"/>
    <w:rsid w:val="004843E2"/>
    <w:rsid w:val="004850B2"/>
    <w:rsid w:val="00485A0C"/>
    <w:rsid w:val="0048697E"/>
    <w:rsid w:val="00486A5E"/>
    <w:rsid w:val="004870D3"/>
    <w:rsid w:val="00487130"/>
    <w:rsid w:val="00487406"/>
    <w:rsid w:val="00487639"/>
    <w:rsid w:val="00487C98"/>
    <w:rsid w:val="00490097"/>
    <w:rsid w:val="00490599"/>
    <w:rsid w:val="00490704"/>
    <w:rsid w:val="00490C07"/>
    <w:rsid w:val="004910A5"/>
    <w:rsid w:val="00491380"/>
    <w:rsid w:val="00494120"/>
    <w:rsid w:val="0049454B"/>
    <w:rsid w:val="004958C3"/>
    <w:rsid w:val="00496564"/>
    <w:rsid w:val="00496A96"/>
    <w:rsid w:val="00496E7E"/>
    <w:rsid w:val="00497758"/>
    <w:rsid w:val="00497915"/>
    <w:rsid w:val="004A07B8"/>
    <w:rsid w:val="004A09E0"/>
    <w:rsid w:val="004A0ADF"/>
    <w:rsid w:val="004A27AA"/>
    <w:rsid w:val="004A2DCF"/>
    <w:rsid w:val="004A31B1"/>
    <w:rsid w:val="004A3451"/>
    <w:rsid w:val="004A34C2"/>
    <w:rsid w:val="004A4A2C"/>
    <w:rsid w:val="004A5063"/>
    <w:rsid w:val="004A5126"/>
    <w:rsid w:val="004A5330"/>
    <w:rsid w:val="004A57BA"/>
    <w:rsid w:val="004A6429"/>
    <w:rsid w:val="004A6439"/>
    <w:rsid w:val="004A76CC"/>
    <w:rsid w:val="004A7E3E"/>
    <w:rsid w:val="004B0EAF"/>
    <w:rsid w:val="004B175F"/>
    <w:rsid w:val="004B1A61"/>
    <w:rsid w:val="004B22E2"/>
    <w:rsid w:val="004B3570"/>
    <w:rsid w:val="004B4D75"/>
    <w:rsid w:val="004B4DAD"/>
    <w:rsid w:val="004B552F"/>
    <w:rsid w:val="004B568D"/>
    <w:rsid w:val="004B57D1"/>
    <w:rsid w:val="004B5C70"/>
    <w:rsid w:val="004B5FD8"/>
    <w:rsid w:val="004B693F"/>
    <w:rsid w:val="004B6BA4"/>
    <w:rsid w:val="004B7867"/>
    <w:rsid w:val="004B7A9C"/>
    <w:rsid w:val="004C0208"/>
    <w:rsid w:val="004C076D"/>
    <w:rsid w:val="004C07E9"/>
    <w:rsid w:val="004C0877"/>
    <w:rsid w:val="004C18B7"/>
    <w:rsid w:val="004C2503"/>
    <w:rsid w:val="004C2668"/>
    <w:rsid w:val="004C2976"/>
    <w:rsid w:val="004C38A0"/>
    <w:rsid w:val="004C392B"/>
    <w:rsid w:val="004C3FC3"/>
    <w:rsid w:val="004C4730"/>
    <w:rsid w:val="004C47F8"/>
    <w:rsid w:val="004C5926"/>
    <w:rsid w:val="004C5977"/>
    <w:rsid w:val="004C5F8A"/>
    <w:rsid w:val="004C61D7"/>
    <w:rsid w:val="004C6872"/>
    <w:rsid w:val="004C7515"/>
    <w:rsid w:val="004C7B0A"/>
    <w:rsid w:val="004C7C19"/>
    <w:rsid w:val="004C7D2C"/>
    <w:rsid w:val="004C7D7D"/>
    <w:rsid w:val="004C7EB8"/>
    <w:rsid w:val="004D0AEF"/>
    <w:rsid w:val="004D0B96"/>
    <w:rsid w:val="004D185F"/>
    <w:rsid w:val="004D218E"/>
    <w:rsid w:val="004D26A4"/>
    <w:rsid w:val="004D2D52"/>
    <w:rsid w:val="004D30E3"/>
    <w:rsid w:val="004D3D15"/>
    <w:rsid w:val="004D3E73"/>
    <w:rsid w:val="004D3FA1"/>
    <w:rsid w:val="004D42D5"/>
    <w:rsid w:val="004D5480"/>
    <w:rsid w:val="004D7852"/>
    <w:rsid w:val="004E1089"/>
    <w:rsid w:val="004E11B9"/>
    <w:rsid w:val="004E1477"/>
    <w:rsid w:val="004E14DB"/>
    <w:rsid w:val="004E1A39"/>
    <w:rsid w:val="004E3656"/>
    <w:rsid w:val="004E383B"/>
    <w:rsid w:val="004E4B2D"/>
    <w:rsid w:val="004E6379"/>
    <w:rsid w:val="004E6728"/>
    <w:rsid w:val="004E6DD0"/>
    <w:rsid w:val="004F096C"/>
    <w:rsid w:val="004F0A0E"/>
    <w:rsid w:val="004F11BE"/>
    <w:rsid w:val="004F123A"/>
    <w:rsid w:val="004F140E"/>
    <w:rsid w:val="004F16F3"/>
    <w:rsid w:val="004F1F4A"/>
    <w:rsid w:val="004F2A4D"/>
    <w:rsid w:val="004F2BF8"/>
    <w:rsid w:val="004F5754"/>
    <w:rsid w:val="004F59B8"/>
    <w:rsid w:val="004F6B4F"/>
    <w:rsid w:val="004F6CD7"/>
    <w:rsid w:val="004F7F39"/>
    <w:rsid w:val="005000ED"/>
    <w:rsid w:val="00500468"/>
    <w:rsid w:val="00500581"/>
    <w:rsid w:val="005007A7"/>
    <w:rsid w:val="00501000"/>
    <w:rsid w:val="005016CD"/>
    <w:rsid w:val="005020CD"/>
    <w:rsid w:val="00502FCA"/>
    <w:rsid w:val="00503857"/>
    <w:rsid w:val="00503EEF"/>
    <w:rsid w:val="005041C8"/>
    <w:rsid w:val="005042E4"/>
    <w:rsid w:val="00504741"/>
    <w:rsid w:val="00504C4C"/>
    <w:rsid w:val="00505A5D"/>
    <w:rsid w:val="00505E77"/>
    <w:rsid w:val="00506516"/>
    <w:rsid w:val="00506C06"/>
    <w:rsid w:val="00506F6D"/>
    <w:rsid w:val="0050788E"/>
    <w:rsid w:val="00510CB0"/>
    <w:rsid w:val="00511040"/>
    <w:rsid w:val="005125DE"/>
    <w:rsid w:val="00512A65"/>
    <w:rsid w:val="00512ADF"/>
    <w:rsid w:val="00513F06"/>
    <w:rsid w:val="00514122"/>
    <w:rsid w:val="00514843"/>
    <w:rsid w:val="0051515B"/>
    <w:rsid w:val="005156DF"/>
    <w:rsid w:val="0051605C"/>
    <w:rsid w:val="00516740"/>
    <w:rsid w:val="00516C1F"/>
    <w:rsid w:val="00517082"/>
    <w:rsid w:val="0051776E"/>
    <w:rsid w:val="005204B6"/>
    <w:rsid w:val="005206B5"/>
    <w:rsid w:val="00520E4B"/>
    <w:rsid w:val="00521304"/>
    <w:rsid w:val="00521F8B"/>
    <w:rsid w:val="00521FF3"/>
    <w:rsid w:val="00522656"/>
    <w:rsid w:val="00523FF0"/>
    <w:rsid w:val="00524479"/>
    <w:rsid w:val="00524B27"/>
    <w:rsid w:val="00524DEE"/>
    <w:rsid w:val="00524DF6"/>
    <w:rsid w:val="005250DF"/>
    <w:rsid w:val="0052532D"/>
    <w:rsid w:val="00526297"/>
    <w:rsid w:val="00526C6A"/>
    <w:rsid w:val="00527210"/>
    <w:rsid w:val="00527693"/>
    <w:rsid w:val="00527D0E"/>
    <w:rsid w:val="00530A7C"/>
    <w:rsid w:val="005316B2"/>
    <w:rsid w:val="00531AD7"/>
    <w:rsid w:val="005332FA"/>
    <w:rsid w:val="00533571"/>
    <w:rsid w:val="00534152"/>
    <w:rsid w:val="005343E3"/>
    <w:rsid w:val="00534EC7"/>
    <w:rsid w:val="00535EC3"/>
    <w:rsid w:val="005360AE"/>
    <w:rsid w:val="005374A5"/>
    <w:rsid w:val="00537ADB"/>
    <w:rsid w:val="00540285"/>
    <w:rsid w:val="00542447"/>
    <w:rsid w:val="00542600"/>
    <w:rsid w:val="00542C30"/>
    <w:rsid w:val="005431EA"/>
    <w:rsid w:val="00543290"/>
    <w:rsid w:val="0054343D"/>
    <w:rsid w:val="005434E1"/>
    <w:rsid w:val="00543AA2"/>
    <w:rsid w:val="00543CE6"/>
    <w:rsid w:val="00543E63"/>
    <w:rsid w:val="00544113"/>
    <w:rsid w:val="00544592"/>
    <w:rsid w:val="00544956"/>
    <w:rsid w:val="0054556F"/>
    <w:rsid w:val="00546144"/>
    <w:rsid w:val="0054634A"/>
    <w:rsid w:val="00546493"/>
    <w:rsid w:val="0054690F"/>
    <w:rsid w:val="00547410"/>
    <w:rsid w:val="00547854"/>
    <w:rsid w:val="005478F0"/>
    <w:rsid w:val="00550961"/>
    <w:rsid w:val="00552E5B"/>
    <w:rsid w:val="00553491"/>
    <w:rsid w:val="005546ED"/>
    <w:rsid w:val="00555363"/>
    <w:rsid w:val="00555536"/>
    <w:rsid w:val="0055565A"/>
    <w:rsid w:val="00555F03"/>
    <w:rsid w:val="005562DD"/>
    <w:rsid w:val="00556892"/>
    <w:rsid w:val="0055768F"/>
    <w:rsid w:val="00557C61"/>
    <w:rsid w:val="005602FC"/>
    <w:rsid w:val="005606B0"/>
    <w:rsid w:val="00560839"/>
    <w:rsid w:val="00561907"/>
    <w:rsid w:val="0056231D"/>
    <w:rsid w:val="005624C3"/>
    <w:rsid w:val="0056424B"/>
    <w:rsid w:val="0056487C"/>
    <w:rsid w:val="00564AB6"/>
    <w:rsid w:val="005658A3"/>
    <w:rsid w:val="00565BB4"/>
    <w:rsid w:val="00566410"/>
    <w:rsid w:val="00566A39"/>
    <w:rsid w:val="00566E69"/>
    <w:rsid w:val="005678FF"/>
    <w:rsid w:val="0057018C"/>
    <w:rsid w:val="005704A3"/>
    <w:rsid w:val="00570B9D"/>
    <w:rsid w:val="00571A76"/>
    <w:rsid w:val="00572237"/>
    <w:rsid w:val="005724E2"/>
    <w:rsid w:val="005728B9"/>
    <w:rsid w:val="00572A90"/>
    <w:rsid w:val="00574122"/>
    <w:rsid w:val="00574402"/>
    <w:rsid w:val="00574B19"/>
    <w:rsid w:val="00574B47"/>
    <w:rsid w:val="0057596F"/>
    <w:rsid w:val="005772C3"/>
    <w:rsid w:val="005772F0"/>
    <w:rsid w:val="0057781C"/>
    <w:rsid w:val="005801E3"/>
    <w:rsid w:val="005804AA"/>
    <w:rsid w:val="005809D5"/>
    <w:rsid w:val="00580BAC"/>
    <w:rsid w:val="00580FDE"/>
    <w:rsid w:val="00581670"/>
    <w:rsid w:val="005817A9"/>
    <w:rsid w:val="005828C2"/>
    <w:rsid w:val="0058319D"/>
    <w:rsid w:val="005831F2"/>
    <w:rsid w:val="0058431A"/>
    <w:rsid w:val="005864DD"/>
    <w:rsid w:val="0058716E"/>
    <w:rsid w:val="00587CA7"/>
    <w:rsid w:val="0059064E"/>
    <w:rsid w:val="00591391"/>
    <w:rsid w:val="00591E82"/>
    <w:rsid w:val="00592204"/>
    <w:rsid w:val="0059272F"/>
    <w:rsid w:val="005938E6"/>
    <w:rsid w:val="005939DE"/>
    <w:rsid w:val="00593A6F"/>
    <w:rsid w:val="00593DEC"/>
    <w:rsid w:val="00594790"/>
    <w:rsid w:val="0059517F"/>
    <w:rsid w:val="0059644B"/>
    <w:rsid w:val="00596643"/>
    <w:rsid w:val="005967AA"/>
    <w:rsid w:val="00596DC6"/>
    <w:rsid w:val="00596E36"/>
    <w:rsid w:val="00597164"/>
    <w:rsid w:val="0059729C"/>
    <w:rsid w:val="00597A0A"/>
    <w:rsid w:val="00597FF9"/>
    <w:rsid w:val="005A02BF"/>
    <w:rsid w:val="005A0823"/>
    <w:rsid w:val="005A22F6"/>
    <w:rsid w:val="005A2633"/>
    <w:rsid w:val="005A26A6"/>
    <w:rsid w:val="005A2CCC"/>
    <w:rsid w:val="005A312C"/>
    <w:rsid w:val="005A39AE"/>
    <w:rsid w:val="005A428D"/>
    <w:rsid w:val="005A431A"/>
    <w:rsid w:val="005A4690"/>
    <w:rsid w:val="005A495F"/>
    <w:rsid w:val="005A75AC"/>
    <w:rsid w:val="005A761A"/>
    <w:rsid w:val="005A78C8"/>
    <w:rsid w:val="005A7CB2"/>
    <w:rsid w:val="005B0621"/>
    <w:rsid w:val="005B066B"/>
    <w:rsid w:val="005B06D6"/>
    <w:rsid w:val="005B0E11"/>
    <w:rsid w:val="005B1422"/>
    <w:rsid w:val="005B1972"/>
    <w:rsid w:val="005B24FB"/>
    <w:rsid w:val="005B2687"/>
    <w:rsid w:val="005B3425"/>
    <w:rsid w:val="005B3443"/>
    <w:rsid w:val="005B3DA5"/>
    <w:rsid w:val="005B486D"/>
    <w:rsid w:val="005B51A1"/>
    <w:rsid w:val="005B5D28"/>
    <w:rsid w:val="005B5F38"/>
    <w:rsid w:val="005B6659"/>
    <w:rsid w:val="005B7692"/>
    <w:rsid w:val="005B7F70"/>
    <w:rsid w:val="005C028E"/>
    <w:rsid w:val="005C0390"/>
    <w:rsid w:val="005C1ED9"/>
    <w:rsid w:val="005C22A0"/>
    <w:rsid w:val="005C3E13"/>
    <w:rsid w:val="005C4D98"/>
    <w:rsid w:val="005C54CB"/>
    <w:rsid w:val="005C5BC3"/>
    <w:rsid w:val="005C5CF2"/>
    <w:rsid w:val="005C613C"/>
    <w:rsid w:val="005C6F7E"/>
    <w:rsid w:val="005D00E8"/>
    <w:rsid w:val="005D0E8D"/>
    <w:rsid w:val="005D17C0"/>
    <w:rsid w:val="005D27FE"/>
    <w:rsid w:val="005D2A1E"/>
    <w:rsid w:val="005D3591"/>
    <w:rsid w:val="005D378D"/>
    <w:rsid w:val="005D3E0F"/>
    <w:rsid w:val="005D409B"/>
    <w:rsid w:val="005D4128"/>
    <w:rsid w:val="005D4371"/>
    <w:rsid w:val="005D46EB"/>
    <w:rsid w:val="005D4B28"/>
    <w:rsid w:val="005D52F8"/>
    <w:rsid w:val="005D5F42"/>
    <w:rsid w:val="005D634F"/>
    <w:rsid w:val="005D6B97"/>
    <w:rsid w:val="005D7236"/>
    <w:rsid w:val="005D74CB"/>
    <w:rsid w:val="005D79F7"/>
    <w:rsid w:val="005D7EEB"/>
    <w:rsid w:val="005E0095"/>
    <w:rsid w:val="005E0620"/>
    <w:rsid w:val="005E0836"/>
    <w:rsid w:val="005E1468"/>
    <w:rsid w:val="005E1A73"/>
    <w:rsid w:val="005E20FC"/>
    <w:rsid w:val="005E41B5"/>
    <w:rsid w:val="005E4255"/>
    <w:rsid w:val="005E43E6"/>
    <w:rsid w:val="005E44A9"/>
    <w:rsid w:val="005E47AA"/>
    <w:rsid w:val="005E4953"/>
    <w:rsid w:val="005E4ABD"/>
    <w:rsid w:val="005E5430"/>
    <w:rsid w:val="005E5E44"/>
    <w:rsid w:val="005E5E84"/>
    <w:rsid w:val="005E670B"/>
    <w:rsid w:val="005E771D"/>
    <w:rsid w:val="005E78FC"/>
    <w:rsid w:val="005F0925"/>
    <w:rsid w:val="005F10BB"/>
    <w:rsid w:val="005F181F"/>
    <w:rsid w:val="005F1AD6"/>
    <w:rsid w:val="005F226D"/>
    <w:rsid w:val="005F2D99"/>
    <w:rsid w:val="005F3D46"/>
    <w:rsid w:val="005F461D"/>
    <w:rsid w:val="005F4ED2"/>
    <w:rsid w:val="005F50F5"/>
    <w:rsid w:val="005F5253"/>
    <w:rsid w:val="005F6D1C"/>
    <w:rsid w:val="005F71AA"/>
    <w:rsid w:val="00600BCB"/>
    <w:rsid w:val="00600F2C"/>
    <w:rsid w:val="006024C5"/>
    <w:rsid w:val="006027CF"/>
    <w:rsid w:val="0060488C"/>
    <w:rsid w:val="00605F20"/>
    <w:rsid w:val="0060600B"/>
    <w:rsid w:val="006060DF"/>
    <w:rsid w:val="0060612C"/>
    <w:rsid w:val="00606FAF"/>
    <w:rsid w:val="0061007D"/>
    <w:rsid w:val="00610AE7"/>
    <w:rsid w:val="00611CFE"/>
    <w:rsid w:val="00611F82"/>
    <w:rsid w:val="00611FA8"/>
    <w:rsid w:val="00612C35"/>
    <w:rsid w:val="006135F6"/>
    <w:rsid w:val="0061375F"/>
    <w:rsid w:val="00613987"/>
    <w:rsid w:val="00613AEC"/>
    <w:rsid w:val="00614087"/>
    <w:rsid w:val="00614A8B"/>
    <w:rsid w:val="00615DF5"/>
    <w:rsid w:val="006165EE"/>
    <w:rsid w:val="00617680"/>
    <w:rsid w:val="00617C4F"/>
    <w:rsid w:val="006205EA"/>
    <w:rsid w:val="0062060D"/>
    <w:rsid w:val="00620CD1"/>
    <w:rsid w:val="006217BA"/>
    <w:rsid w:val="00621BA3"/>
    <w:rsid w:val="00621C4C"/>
    <w:rsid w:val="00622B73"/>
    <w:rsid w:val="00623F86"/>
    <w:rsid w:val="006242AE"/>
    <w:rsid w:val="00624D95"/>
    <w:rsid w:val="00625679"/>
    <w:rsid w:val="0062611F"/>
    <w:rsid w:val="0062681F"/>
    <w:rsid w:val="006273DF"/>
    <w:rsid w:val="0062791F"/>
    <w:rsid w:val="00630C59"/>
    <w:rsid w:val="00630F2B"/>
    <w:rsid w:val="006322D3"/>
    <w:rsid w:val="006324AE"/>
    <w:rsid w:val="00632A79"/>
    <w:rsid w:val="00632EEF"/>
    <w:rsid w:val="00633814"/>
    <w:rsid w:val="006338C7"/>
    <w:rsid w:val="00633B6F"/>
    <w:rsid w:val="00633FF3"/>
    <w:rsid w:val="006344E2"/>
    <w:rsid w:val="0063589F"/>
    <w:rsid w:val="00635BA8"/>
    <w:rsid w:val="00636C18"/>
    <w:rsid w:val="00640323"/>
    <w:rsid w:val="006412CC"/>
    <w:rsid w:val="0064135F"/>
    <w:rsid w:val="00641889"/>
    <w:rsid w:val="0064220F"/>
    <w:rsid w:val="00642594"/>
    <w:rsid w:val="00642A75"/>
    <w:rsid w:val="00642F02"/>
    <w:rsid w:val="00643ACF"/>
    <w:rsid w:val="00646669"/>
    <w:rsid w:val="0064714A"/>
    <w:rsid w:val="006471BD"/>
    <w:rsid w:val="0064729A"/>
    <w:rsid w:val="006475C4"/>
    <w:rsid w:val="006479A2"/>
    <w:rsid w:val="0065047C"/>
    <w:rsid w:val="00650BF0"/>
    <w:rsid w:val="00650C34"/>
    <w:rsid w:val="006511C8"/>
    <w:rsid w:val="00651289"/>
    <w:rsid w:val="0065168A"/>
    <w:rsid w:val="00651792"/>
    <w:rsid w:val="00651A0C"/>
    <w:rsid w:val="00652A3D"/>
    <w:rsid w:val="006534F7"/>
    <w:rsid w:val="00653564"/>
    <w:rsid w:val="006536A7"/>
    <w:rsid w:val="0065374B"/>
    <w:rsid w:val="00654E49"/>
    <w:rsid w:val="00654EE5"/>
    <w:rsid w:val="00655737"/>
    <w:rsid w:val="00655819"/>
    <w:rsid w:val="00656255"/>
    <w:rsid w:val="00656802"/>
    <w:rsid w:val="00656A8C"/>
    <w:rsid w:val="00656D1A"/>
    <w:rsid w:val="00657253"/>
    <w:rsid w:val="006572E0"/>
    <w:rsid w:val="00657441"/>
    <w:rsid w:val="006600DF"/>
    <w:rsid w:val="00660277"/>
    <w:rsid w:val="006607AE"/>
    <w:rsid w:val="00660858"/>
    <w:rsid w:val="006613B5"/>
    <w:rsid w:val="00661692"/>
    <w:rsid w:val="00661C4B"/>
    <w:rsid w:val="00661E57"/>
    <w:rsid w:val="00662A6A"/>
    <w:rsid w:val="00662D02"/>
    <w:rsid w:val="00662F42"/>
    <w:rsid w:val="00662F6F"/>
    <w:rsid w:val="006635ED"/>
    <w:rsid w:val="00664040"/>
    <w:rsid w:val="00664BE3"/>
    <w:rsid w:val="00666128"/>
    <w:rsid w:val="00666ED3"/>
    <w:rsid w:val="006673A0"/>
    <w:rsid w:val="0066771E"/>
    <w:rsid w:val="00667A94"/>
    <w:rsid w:val="00670B0E"/>
    <w:rsid w:val="00670D3A"/>
    <w:rsid w:val="00670DB7"/>
    <w:rsid w:val="0067199D"/>
    <w:rsid w:val="00672F53"/>
    <w:rsid w:val="00673965"/>
    <w:rsid w:val="00673D38"/>
    <w:rsid w:val="00674CC8"/>
    <w:rsid w:val="00675454"/>
    <w:rsid w:val="00676086"/>
    <w:rsid w:val="006765F8"/>
    <w:rsid w:val="00676D16"/>
    <w:rsid w:val="00677420"/>
    <w:rsid w:val="00677D03"/>
    <w:rsid w:val="00682043"/>
    <w:rsid w:val="00682727"/>
    <w:rsid w:val="00682886"/>
    <w:rsid w:val="00682F68"/>
    <w:rsid w:val="00684C9B"/>
    <w:rsid w:val="00684D6F"/>
    <w:rsid w:val="00684DD3"/>
    <w:rsid w:val="00684F00"/>
    <w:rsid w:val="00685B2D"/>
    <w:rsid w:val="0068634A"/>
    <w:rsid w:val="0068703E"/>
    <w:rsid w:val="00687B6A"/>
    <w:rsid w:val="00690B11"/>
    <w:rsid w:val="00690B5C"/>
    <w:rsid w:val="00690F70"/>
    <w:rsid w:val="00691503"/>
    <w:rsid w:val="0069170B"/>
    <w:rsid w:val="006919E1"/>
    <w:rsid w:val="00693972"/>
    <w:rsid w:val="00693B07"/>
    <w:rsid w:val="00693B6F"/>
    <w:rsid w:val="00694502"/>
    <w:rsid w:val="00694D8C"/>
    <w:rsid w:val="006951AA"/>
    <w:rsid w:val="006954AC"/>
    <w:rsid w:val="006956E2"/>
    <w:rsid w:val="00696A7D"/>
    <w:rsid w:val="006978E1"/>
    <w:rsid w:val="006A05E0"/>
    <w:rsid w:val="006A0CC1"/>
    <w:rsid w:val="006A1DA6"/>
    <w:rsid w:val="006A2261"/>
    <w:rsid w:val="006A2D2D"/>
    <w:rsid w:val="006A3539"/>
    <w:rsid w:val="006A4754"/>
    <w:rsid w:val="006A508A"/>
    <w:rsid w:val="006A54F6"/>
    <w:rsid w:val="006A593C"/>
    <w:rsid w:val="006A5B8E"/>
    <w:rsid w:val="006A6280"/>
    <w:rsid w:val="006A6736"/>
    <w:rsid w:val="006A75B5"/>
    <w:rsid w:val="006A7781"/>
    <w:rsid w:val="006A7BFF"/>
    <w:rsid w:val="006A7C92"/>
    <w:rsid w:val="006A7CFC"/>
    <w:rsid w:val="006B03F1"/>
    <w:rsid w:val="006B3C56"/>
    <w:rsid w:val="006B4151"/>
    <w:rsid w:val="006B587C"/>
    <w:rsid w:val="006B684F"/>
    <w:rsid w:val="006B7396"/>
    <w:rsid w:val="006C04F2"/>
    <w:rsid w:val="006C0E02"/>
    <w:rsid w:val="006C0E4B"/>
    <w:rsid w:val="006C0F9F"/>
    <w:rsid w:val="006C15D1"/>
    <w:rsid w:val="006C1726"/>
    <w:rsid w:val="006C1C77"/>
    <w:rsid w:val="006C1D37"/>
    <w:rsid w:val="006C2015"/>
    <w:rsid w:val="006C2C1F"/>
    <w:rsid w:val="006C404C"/>
    <w:rsid w:val="006C49DD"/>
    <w:rsid w:val="006C7EB6"/>
    <w:rsid w:val="006D03CF"/>
    <w:rsid w:val="006D052A"/>
    <w:rsid w:val="006D0E8B"/>
    <w:rsid w:val="006D13C9"/>
    <w:rsid w:val="006D14C7"/>
    <w:rsid w:val="006D14FF"/>
    <w:rsid w:val="006D1542"/>
    <w:rsid w:val="006D1730"/>
    <w:rsid w:val="006D1881"/>
    <w:rsid w:val="006D3329"/>
    <w:rsid w:val="006D3782"/>
    <w:rsid w:val="006D3888"/>
    <w:rsid w:val="006D3C7C"/>
    <w:rsid w:val="006D51FA"/>
    <w:rsid w:val="006D56C0"/>
    <w:rsid w:val="006D647A"/>
    <w:rsid w:val="006D666B"/>
    <w:rsid w:val="006D6AC1"/>
    <w:rsid w:val="006D74DB"/>
    <w:rsid w:val="006D769A"/>
    <w:rsid w:val="006E0B67"/>
    <w:rsid w:val="006E154D"/>
    <w:rsid w:val="006E37B1"/>
    <w:rsid w:val="006E37E5"/>
    <w:rsid w:val="006E3D78"/>
    <w:rsid w:val="006E3E91"/>
    <w:rsid w:val="006E45F5"/>
    <w:rsid w:val="006E5D40"/>
    <w:rsid w:val="006E5E98"/>
    <w:rsid w:val="006E62A4"/>
    <w:rsid w:val="006E62CF"/>
    <w:rsid w:val="006E72EB"/>
    <w:rsid w:val="006E7916"/>
    <w:rsid w:val="006E7CE2"/>
    <w:rsid w:val="006F00AF"/>
    <w:rsid w:val="006F0917"/>
    <w:rsid w:val="006F0A7F"/>
    <w:rsid w:val="006F0D7E"/>
    <w:rsid w:val="006F11FB"/>
    <w:rsid w:val="006F3754"/>
    <w:rsid w:val="006F4DBC"/>
    <w:rsid w:val="006F5607"/>
    <w:rsid w:val="006F5C3B"/>
    <w:rsid w:val="006F5C5B"/>
    <w:rsid w:val="006F60FE"/>
    <w:rsid w:val="006F73F7"/>
    <w:rsid w:val="006F7F66"/>
    <w:rsid w:val="0070043E"/>
    <w:rsid w:val="00700DF3"/>
    <w:rsid w:val="00700FC1"/>
    <w:rsid w:val="007019D4"/>
    <w:rsid w:val="00702002"/>
    <w:rsid w:val="00702E8F"/>
    <w:rsid w:val="0070438F"/>
    <w:rsid w:val="00705F0D"/>
    <w:rsid w:val="00707082"/>
    <w:rsid w:val="007072A3"/>
    <w:rsid w:val="007076FC"/>
    <w:rsid w:val="00710061"/>
    <w:rsid w:val="00710113"/>
    <w:rsid w:val="00710359"/>
    <w:rsid w:val="007104A6"/>
    <w:rsid w:val="00710AFF"/>
    <w:rsid w:val="00710DDF"/>
    <w:rsid w:val="00710F88"/>
    <w:rsid w:val="007110D3"/>
    <w:rsid w:val="00711B5E"/>
    <w:rsid w:val="007133D9"/>
    <w:rsid w:val="00714002"/>
    <w:rsid w:val="0071440E"/>
    <w:rsid w:val="00714820"/>
    <w:rsid w:val="00715BFB"/>
    <w:rsid w:val="007166A4"/>
    <w:rsid w:val="007173C6"/>
    <w:rsid w:val="00717FB2"/>
    <w:rsid w:val="0072051B"/>
    <w:rsid w:val="00721A38"/>
    <w:rsid w:val="0072254F"/>
    <w:rsid w:val="00722A0D"/>
    <w:rsid w:val="007235EB"/>
    <w:rsid w:val="007248ED"/>
    <w:rsid w:val="007249E8"/>
    <w:rsid w:val="00725E9D"/>
    <w:rsid w:val="00726D05"/>
    <w:rsid w:val="007304CA"/>
    <w:rsid w:val="007304F5"/>
    <w:rsid w:val="00730529"/>
    <w:rsid w:val="00730C2F"/>
    <w:rsid w:val="00730F36"/>
    <w:rsid w:val="00731346"/>
    <w:rsid w:val="007317F2"/>
    <w:rsid w:val="00731DCE"/>
    <w:rsid w:val="00731E36"/>
    <w:rsid w:val="00732AC0"/>
    <w:rsid w:val="0073328F"/>
    <w:rsid w:val="00733D0C"/>
    <w:rsid w:val="007359E8"/>
    <w:rsid w:val="00735C7F"/>
    <w:rsid w:val="0073628C"/>
    <w:rsid w:val="0073641B"/>
    <w:rsid w:val="007376CB"/>
    <w:rsid w:val="0074168C"/>
    <w:rsid w:val="00741A78"/>
    <w:rsid w:val="00741E62"/>
    <w:rsid w:val="00741F1C"/>
    <w:rsid w:val="00743596"/>
    <w:rsid w:val="00743BE1"/>
    <w:rsid w:val="00743E58"/>
    <w:rsid w:val="00743EEF"/>
    <w:rsid w:val="007441D4"/>
    <w:rsid w:val="00744A75"/>
    <w:rsid w:val="00744B24"/>
    <w:rsid w:val="00746583"/>
    <w:rsid w:val="00746866"/>
    <w:rsid w:val="00746B70"/>
    <w:rsid w:val="00746BFA"/>
    <w:rsid w:val="00747446"/>
    <w:rsid w:val="007501CB"/>
    <w:rsid w:val="0075056A"/>
    <w:rsid w:val="007516A6"/>
    <w:rsid w:val="0075184A"/>
    <w:rsid w:val="00752227"/>
    <w:rsid w:val="007522A0"/>
    <w:rsid w:val="00752FE6"/>
    <w:rsid w:val="00753EB7"/>
    <w:rsid w:val="0075525D"/>
    <w:rsid w:val="00755544"/>
    <w:rsid w:val="007565D1"/>
    <w:rsid w:val="0075675A"/>
    <w:rsid w:val="0075778F"/>
    <w:rsid w:val="00760D27"/>
    <w:rsid w:val="0076119C"/>
    <w:rsid w:val="00761232"/>
    <w:rsid w:val="00761CAF"/>
    <w:rsid w:val="00762313"/>
    <w:rsid w:val="00763098"/>
    <w:rsid w:val="00765057"/>
    <w:rsid w:val="007654DC"/>
    <w:rsid w:val="00766DF4"/>
    <w:rsid w:val="00766F22"/>
    <w:rsid w:val="00767317"/>
    <w:rsid w:val="0076735E"/>
    <w:rsid w:val="00767B25"/>
    <w:rsid w:val="00770B81"/>
    <w:rsid w:val="0077105B"/>
    <w:rsid w:val="0077122E"/>
    <w:rsid w:val="007712EE"/>
    <w:rsid w:val="00771A81"/>
    <w:rsid w:val="00771C03"/>
    <w:rsid w:val="00772B0B"/>
    <w:rsid w:val="00772C0D"/>
    <w:rsid w:val="007738E7"/>
    <w:rsid w:val="00773F79"/>
    <w:rsid w:val="00774130"/>
    <w:rsid w:val="00774898"/>
    <w:rsid w:val="00774D50"/>
    <w:rsid w:val="007758E1"/>
    <w:rsid w:val="00775E2E"/>
    <w:rsid w:val="00777224"/>
    <w:rsid w:val="007802CC"/>
    <w:rsid w:val="00780B43"/>
    <w:rsid w:val="00780B95"/>
    <w:rsid w:val="00780DBB"/>
    <w:rsid w:val="0078140B"/>
    <w:rsid w:val="007818D5"/>
    <w:rsid w:val="00782F5C"/>
    <w:rsid w:val="00784186"/>
    <w:rsid w:val="0078477C"/>
    <w:rsid w:val="0078737E"/>
    <w:rsid w:val="0078754E"/>
    <w:rsid w:val="00791000"/>
    <w:rsid w:val="007926D6"/>
    <w:rsid w:val="00792CAA"/>
    <w:rsid w:val="00792F0E"/>
    <w:rsid w:val="00793038"/>
    <w:rsid w:val="00793A51"/>
    <w:rsid w:val="00794A44"/>
    <w:rsid w:val="00794A45"/>
    <w:rsid w:val="00794AEB"/>
    <w:rsid w:val="00795A62"/>
    <w:rsid w:val="00797497"/>
    <w:rsid w:val="00797545"/>
    <w:rsid w:val="00797831"/>
    <w:rsid w:val="00797CA0"/>
    <w:rsid w:val="007A138B"/>
    <w:rsid w:val="007A173F"/>
    <w:rsid w:val="007A190B"/>
    <w:rsid w:val="007A2069"/>
    <w:rsid w:val="007A23DA"/>
    <w:rsid w:val="007A28E6"/>
    <w:rsid w:val="007A29DC"/>
    <w:rsid w:val="007A2ACA"/>
    <w:rsid w:val="007A2C33"/>
    <w:rsid w:val="007A2C81"/>
    <w:rsid w:val="007A399D"/>
    <w:rsid w:val="007A3C88"/>
    <w:rsid w:val="007A4186"/>
    <w:rsid w:val="007A46DD"/>
    <w:rsid w:val="007A6707"/>
    <w:rsid w:val="007B1316"/>
    <w:rsid w:val="007B1A1E"/>
    <w:rsid w:val="007B20AB"/>
    <w:rsid w:val="007B2723"/>
    <w:rsid w:val="007B28A0"/>
    <w:rsid w:val="007B4A8D"/>
    <w:rsid w:val="007B54AD"/>
    <w:rsid w:val="007B5EC6"/>
    <w:rsid w:val="007B5FD3"/>
    <w:rsid w:val="007B5FE2"/>
    <w:rsid w:val="007B67D3"/>
    <w:rsid w:val="007B680C"/>
    <w:rsid w:val="007B6B31"/>
    <w:rsid w:val="007B6D2C"/>
    <w:rsid w:val="007B703B"/>
    <w:rsid w:val="007B740A"/>
    <w:rsid w:val="007C0D5A"/>
    <w:rsid w:val="007C13AE"/>
    <w:rsid w:val="007C15A6"/>
    <w:rsid w:val="007C2214"/>
    <w:rsid w:val="007C236E"/>
    <w:rsid w:val="007C257E"/>
    <w:rsid w:val="007C3012"/>
    <w:rsid w:val="007C4A05"/>
    <w:rsid w:val="007C52DF"/>
    <w:rsid w:val="007C615F"/>
    <w:rsid w:val="007C63EC"/>
    <w:rsid w:val="007C6708"/>
    <w:rsid w:val="007C6B35"/>
    <w:rsid w:val="007C6D4F"/>
    <w:rsid w:val="007C720D"/>
    <w:rsid w:val="007C72CB"/>
    <w:rsid w:val="007C7FB4"/>
    <w:rsid w:val="007D003D"/>
    <w:rsid w:val="007D01FD"/>
    <w:rsid w:val="007D0B59"/>
    <w:rsid w:val="007D0D82"/>
    <w:rsid w:val="007D1650"/>
    <w:rsid w:val="007D195C"/>
    <w:rsid w:val="007D1C24"/>
    <w:rsid w:val="007D1DF3"/>
    <w:rsid w:val="007D1FD7"/>
    <w:rsid w:val="007D24D6"/>
    <w:rsid w:val="007D2AC3"/>
    <w:rsid w:val="007D2EB5"/>
    <w:rsid w:val="007D4599"/>
    <w:rsid w:val="007D45D1"/>
    <w:rsid w:val="007D4892"/>
    <w:rsid w:val="007D5479"/>
    <w:rsid w:val="007D5823"/>
    <w:rsid w:val="007D5B77"/>
    <w:rsid w:val="007D5C31"/>
    <w:rsid w:val="007D5F1C"/>
    <w:rsid w:val="007D677B"/>
    <w:rsid w:val="007D7506"/>
    <w:rsid w:val="007D7806"/>
    <w:rsid w:val="007D78E2"/>
    <w:rsid w:val="007D7BE9"/>
    <w:rsid w:val="007E067B"/>
    <w:rsid w:val="007E089A"/>
    <w:rsid w:val="007E0CDF"/>
    <w:rsid w:val="007E152E"/>
    <w:rsid w:val="007E2099"/>
    <w:rsid w:val="007E2288"/>
    <w:rsid w:val="007E2405"/>
    <w:rsid w:val="007E248B"/>
    <w:rsid w:val="007E27C2"/>
    <w:rsid w:val="007E3B40"/>
    <w:rsid w:val="007E40E5"/>
    <w:rsid w:val="007E55D1"/>
    <w:rsid w:val="007E6A73"/>
    <w:rsid w:val="007E7792"/>
    <w:rsid w:val="007E7929"/>
    <w:rsid w:val="007F0F0E"/>
    <w:rsid w:val="007F1646"/>
    <w:rsid w:val="007F1996"/>
    <w:rsid w:val="007F1CA2"/>
    <w:rsid w:val="007F2440"/>
    <w:rsid w:val="007F2668"/>
    <w:rsid w:val="007F3B30"/>
    <w:rsid w:val="007F3FC7"/>
    <w:rsid w:val="007F42E0"/>
    <w:rsid w:val="007F49A5"/>
    <w:rsid w:val="007F4B7D"/>
    <w:rsid w:val="007F4C40"/>
    <w:rsid w:val="007F639B"/>
    <w:rsid w:val="007F64A6"/>
    <w:rsid w:val="007F713A"/>
    <w:rsid w:val="007F73DC"/>
    <w:rsid w:val="007F7651"/>
    <w:rsid w:val="007F7B2A"/>
    <w:rsid w:val="00800150"/>
    <w:rsid w:val="00802680"/>
    <w:rsid w:val="00802DA9"/>
    <w:rsid w:val="00803122"/>
    <w:rsid w:val="00803845"/>
    <w:rsid w:val="0080455C"/>
    <w:rsid w:val="00805482"/>
    <w:rsid w:val="00805DAF"/>
    <w:rsid w:val="00805E31"/>
    <w:rsid w:val="008061B3"/>
    <w:rsid w:val="008064B0"/>
    <w:rsid w:val="0080651F"/>
    <w:rsid w:val="008066F7"/>
    <w:rsid w:val="00806FD9"/>
    <w:rsid w:val="008073C4"/>
    <w:rsid w:val="00810282"/>
    <w:rsid w:val="00810290"/>
    <w:rsid w:val="008110DC"/>
    <w:rsid w:val="00811DE3"/>
    <w:rsid w:val="00812C9C"/>
    <w:rsid w:val="00812D98"/>
    <w:rsid w:val="008142C7"/>
    <w:rsid w:val="00814D30"/>
    <w:rsid w:val="008152F2"/>
    <w:rsid w:val="008162D6"/>
    <w:rsid w:val="00817134"/>
    <w:rsid w:val="00817CE1"/>
    <w:rsid w:val="00820BDE"/>
    <w:rsid w:val="008215AD"/>
    <w:rsid w:val="00821A05"/>
    <w:rsid w:val="00822633"/>
    <w:rsid w:val="00822891"/>
    <w:rsid w:val="008229D2"/>
    <w:rsid w:val="00822DD3"/>
    <w:rsid w:val="0082331E"/>
    <w:rsid w:val="008242B1"/>
    <w:rsid w:val="00824365"/>
    <w:rsid w:val="00824F49"/>
    <w:rsid w:val="008254BB"/>
    <w:rsid w:val="008272CA"/>
    <w:rsid w:val="008300F7"/>
    <w:rsid w:val="00830388"/>
    <w:rsid w:val="00830DAE"/>
    <w:rsid w:val="008312B2"/>
    <w:rsid w:val="0083187A"/>
    <w:rsid w:val="00831B7C"/>
    <w:rsid w:val="00832699"/>
    <w:rsid w:val="00832A1A"/>
    <w:rsid w:val="00832FC9"/>
    <w:rsid w:val="00833B89"/>
    <w:rsid w:val="00833E48"/>
    <w:rsid w:val="008358F6"/>
    <w:rsid w:val="00835C6A"/>
    <w:rsid w:val="00835D65"/>
    <w:rsid w:val="00835D9A"/>
    <w:rsid w:val="00835F3F"/>
    <w:rsid w:val="00836B3F"/>
    <w:rsid w:val="008370B0"/>
    <w:rsid w:val="008377B4"/>
    <w:rsid w:val="00837E8E"/>
    <w:rsid w:val="008409A4"/>
    <w:rsid w:val="00840B19"/>
    <w:rsid w:val="00841086"/>
    <w:rsid w:val="00842DAB"/>
    <w:rsid w:val="00843B21"/>
    <w:rsid w:val="008445AC"/>
    <w:rsid w:val="00845284"/>
    <w:rsid w:val="0084627F"/>
    <w:rsid w:val="00847982"/>
    <w:rsid w:val="008479E2"/>
    <w:rsid w:val="0085041E"/>
    <w:rsid w:val="00851B09"/>
    <w:rsid w:val="00852CDE"/>
    <w:rsid w:val="00852F90"/>
    <w:rsid w:val="00853DDA"/>
    <w:rsid w:val="00854568"/>
    <w:rsid w:val="0085456C"/>
    <w:rsid w:val="008558C4"/>
    <w:rsid w:val="00855904"/>
    <w:rsid w:val="0085600F"/>
    <w:rsid w:val="008568A0"/>
    <w:rsid w:val="00857216"/>
    <w:rsid w:val="00857A7A"/>
    <w:rsid w:val="00860615"/>
    <w:rsid w:val="00860976"/>
    <w:rsid w:val="00860BFE"/>
    <w:rsid w:val="0086142A"/>
    <w:rsid w:val="00861D38"/>
    <w:rsid w:val="00862476"/>
    <w:rsid w:val="00862A53"/>
    <w:rsid w:val="00863685"/>
    <w:rsid w:val="0086377E"/>
    <w:rsid w:val="00864277"/>
    <w:rsid w:val="008652FB"/>
    <w:rsid w:val="00865512"/>
    <w:rsid w:val="00865E76"/>
    <w:rsid w:val="0086730E"/>
    <w:rsid w:val="008675C4"/>
    <w:rsid w:val="0086798C"/>
    <w:rsid w:val="0087093C"/>
    <w:rsid w:val="00870C87"/>
    <w:rsid w:val="0087186B"/>
    <w:rsid w:val="008719ED"/>
    <w:rsid w:val="00871B42"/>
    <w:rsid w:val="00871EC5"/>
    <w:rsid w:val="00872AEC"/>
    <w:rsid w:val="0087369D"/>
    <w:rsid w:val="008737A1"/>
    <w:rsid w:val="00873BDF"/>
    <w:rsid w:val="0087552A"/>
    <w:rsid w:val="00875A40"/>
    <w:rsid w:val="00875EF4"/>
    <w:rsid w:val="008777A3"/>
    <w:rsid w:val="00880576"/>
    <w:rsid w:val="008805BC"/>
    <w:rsid w:val="00881312"/>
    <w:rsid w:val="00883745"/>
    <w:rsid w:val="008842C1"/>
    <w:rsid w:val="00885906"/>
    <w:rsid w:val="0088730F"/>
    <w:rsid w:val="00890CCB"/>
    <w:rsid w:val="0089183C"/>
    <w:rsid w:val="00892258"/>
    <w:rsid w:val="00893EE0"/>
    <w:rsid w:val="008943C2"/>
    <w:rsid w:val="00895B9D"/>
    <w:rsid w:val="008961D7"/>
    <w:rsid w:val="00896612"/>
    <w:rsid w:val="0089664D"/>
    <w:rsid w:val="00897341"/>
    <w:rsid w:val="00897E7B"/>
    <w:rsid w:val="008A04D9"/>
    <w:rsid w:val="008A0E68"/>
    <w:rsid w:val="008A10B5"/>
    <w:rsid w:val="008A1483"/>
    <w:rsid w:val="008A1801"/>
    <w:rsid w:val="008A1DE0"/>
    <w:rsid w:val="008A2721"/>
    <w:rsid w:val="008A2792"/>
    <w:rsid w:val="008A3858"/>
    <w:rsid w:val="008A402D"/>
    <w:rsid w:val="008A4805"/>
    <w:rsid w:val="008A583F"/>
    <w:rsid w:val="008A6EC2"/>
    <w:rsid w:val="008B0164"/>
    <w:rsid w:val="008B0299"/>
    <w:rsid w:val="008B0611"/>
    <w:rsid w:val="008B0AD5"/>
    <w:rsid w:val="008B1584"/>
    <w:rsid w:val="008B18AE"/>
    <w:rsid w:val="008B1D33"/>
    <w:rsid w:val="008B24F5"/>
    <w:rsid w:val="008B3B1A"/>
    <w:rsid w:val="008B3DF1"/>
    <w:rsid w:val="008B4060"/>
    <w:rsid w:val="008B4B26"/>
    <w:rsid w:val="008B4E7A"/>
    <w:rsid w:val="008B534A"/>
    <w:rsid w:val="008B59AD"/>
    <w:rsid w:val="008B620D"/>
    <w:rsid w:val="008B6273"/>
    <w:rsid w:val="008B66C2"/>
    <w:rsid w:val="008C0B46"/>
    <w:rsid w:val="008C13FB"/>
    <w:rsid w:val="008C2493"/>
    <w:rsid w:val="008C323F"/>
    <w:rsid w:val="008C370F"/>
    <w:rsid w:val="008C3AE7"/>
    <w:rsid w:val="008C410D"/>
    <w:rsid w:val="008C5A8D"/>
    <w:rsid w:val="008C5FBC"/>
    <w:rsid w:val="008C77CD"/>
    <w:rsid w:val="008C7A50"/>
    <w:rsid w:val="008D00BC"/>
    <w:rsid w:val="008D11B3"/>
    <w:rsid w:val="008D11E2"/>
    <w:rsid w:val="008D1400"/>
    <w:rsid w:val="008D1E8D"/>
    <w:rsid w:val="008D3402"/>
    <w:rsid w:val="008D3DFA"/>
    <w:rsid w:val="008D478D"/>
    <w:rsid w:val="008D4FC4"/>
    <w:rsid w:val="008D5C03"/>
    <w:rsid w:val="008D65C3"/>
    <w:rsid w:val="008D7186"/>
    <w:rsid w:val="008D7A9D"/>
    <w:rsid w:val="008D7D6C"/>
    <w:rsid w:val="008E0363"/>
    <w:rsid w:val="008E17E2"/>
    <w:rsid w:val="008E21AD"/>
    <w:rsid w:val="008E2299"/>
    <w:rsid w:val="008E383A"/>
    <w:rsid w:val="008E41EB"/>
    <w:rsid w:val="008E421A"/>
    <w:rsid w:val="008E46C6"/>
    <w:rsid w:val="008E6BCB"/>
    <w:rsid w:val="008E6CFF"/>
    <w:rsid w:val="008E7383"/>
    <w:rsid w:val="008E7AAA"/>
    <w:rsid w:val="008F025C"/>
    <w:rsid w:val="008F0781"/>
    <w:rsid w:val="008F0B96"/>
    <w:rsid w:val="008F0BB8"/>
    <w:rsid w:val="008F0E91"/>
    <w:rsid w:val="008F10B5"/>
    <w:rsid w:val="008F1D34"/>
    <w:rsid w:val="008F28C0"/>
    <w:rsid w:val="008F4393"/>
    <w:rsid w:val="008F4AA8"/>
    <w:rsid w:val="008F501B"/>
    <w:rsid w:val="008F5938"/>
    <w:rsid w:val="008F5EC2"/>
    <w:rsid w:val="008F5FD9"/>
    <w:rsid w:val="008F606C"/>
    <w:rsid w:val="008F720B"/>
    <w:rsid w:val="008F7A91"/>
    <w:rsid w:val="00900BD3"/>
    <w:rsid w:val="00901277"/>
    <w:rsid w:val="00901343"/>
    <w:rsid w:val="0090136F"/>
    <w:rsid w:val="009018F5"/>
    <w:rsid w:val="00901D6D"/>
    <w:rsid w:val="00901ED1"/>
    <w:rsid w:val="00903F27"/>
    <w:rsid w:val="009044BB"/>
    <w:rsid w:val="00904B35"/>
    <w:rsid w:val="00904B9B"/>
    <w:rsid w:val="00905119"/>
    <w:rsid w:val="009051DC"/>
    <w:rsid w:val="0090525B"/>
    <w:rsid w:val="00906215"/>
    <w:rsid w:val="00906D38"/>
    <w:rsid w:val="00906E17"/>
    <w:rsid w:val="009073A7"/>
    <w:rsid w:val="009076D5"/>
    <w:rsid w:val="00907DE1"/>
    <w:rsid w:val="00910450"/>
    <w:rsid w:val="00910631"/>
    <w:rsid w:val="0091086A"/>
    <w:rsid w:val="00910DDB"/>
    <w:rsid w:val="00910EFA"/>
    <w:rsid w:val="00911930"/>
    <w:rsid w:val="00911EE7"/>
    <w:rsid w:val="00913032"/>
    <w:rsid w:val="0091318B"/>
    <w:rsid w:val="009133F0"/>
    <w:rsid w:val="0091350A"/>
    <w:rsid w:val="00914618"/>
    <w:rsid w:val="0091486C"/>
    <w:rsid w:val="00914EEA"/>
    <w:rsid w:val="00914F73"/>
    <w:rsid w:val="00915699"/>
    <w:rsid w:val="0091689F"/>
    <w:rsid w:val="009170E9"/>
    <w:rsid w:val="0092046C"/>
    <w:rsid w:val="009204C4"/>
    <w:rsid w:val="009213C6"/>
    <w:rsid w:val="0092160F"/>
    <w:rsid w:val="00922337"/>
    <w:rsid w:val="00922F61"/>
    <w:rsid w:val="00922F64"/>
    <w:rsid w:val="00924305"/>
    <w:rsid w:val="009245EA"/>
    <w:rsid w:val="00924BDF"/>
    <w:rsid w:val="00925779"/>
    <w:rsid w:val="00925D4B"/>
    <w:rsid w:val="009261B8"/>
    <w:rsid w:val="009268C8"/>
    <w:rsid w:val="009303DB"/>
    <w:rsid w:val="00930B34"/>
    <w:rsid w:val="009310D6"/>
    <w:rsid w:val="00933195"/>
    <w:rsid w:val="00933790"/>
    <w:rsid w:val="00933BEC"/>
    <w:rsid w:val="009349B6"/>
    <w:rsid w:val="00934AD6"/>
    <w:rsid w:val="0093502C"/>
    <w:rsid w:val="00935B83"/>
    <w:rsid w:val="009360F2"/>
    <w:rsid w:val="009361A7"/>
    <w:rsid w:val="00936994"/>
    <w:rsid w:val="0093699D"/>
    <w:rsid w:val="00936C53"/>
    <w:rsid w:val="00937A2F"/>
    <w:rsid w:val="00937AE0"/>
    <w:rsid w:val="00937BEB"/>
    <w:rsid w:val="009404F9"/>
    <w:rsid w:val="0094080E"/>
    <w:rsid w:val="009409BF"/>
    <w:rsid w:val="00940FE2"/>
    <w:rsid w:val="00941335"/>
    <w:rsid w:val="00941A33"/>
    <w:rsid w:val="00942002"/>
    <w:rsid w:val="00942449"/>
    <w:rsid w:val="009425DC"/>
    <w:rsid w:val="0094277D"/>
    <w:rsid w:val="0094279A"/>
    <w:rsid w:val="00942B92"/>
    <w:rsid w:val="0094305C"/>
    <w:rsid w:val="00946154"/>
    <w:rsid w:val="0094656E"/>
    <w:rsid w:val="00946B3B"/>
    <w:rsid w:val="00946B8B"/>
    <w:rsid w:val="00947C49"/>
    <w:rsid w:val="00947EF8"/>
    <w:rsid w:val="00950137"/>
    <w:rsid w:val="00950D55"/>
    <w:rsid w:val="00950DF3"/>
    <w:rsid w:val="00950ED2"/>
    <w:rsid w:val="00950EEC"/>
    <w:rsid w:val="00951497"/>
    <w:rsid w:val="00953772"/>
    <w:rsid w:val="00954F29"/>
    <w:rsid w:val="00955058"/>
    <w:rsid w:val="00956438"/>
    <w:rsid w:val="009566F2"/>
    <w:rsid w:val="00956965"/>
    <w:rsid w:val="00957EC9"/>
    <w:rsid w:val="00960019"/>
    <w:rsid w:val="00960967"/>
    <w:rsid w:val="009619D8"/>
    <w:rsid w:val="00961FC8"/>
    <w:rsid w:val="009631E0"/>
    <w:rsid w:val="00963332"/>
    <w:rsid w:val="00963714"/>
    <w:rsid w:val="00964447"/>
    <w:rsid w:val="0096537C"/>
    <w:rsid w:val="009657FB"/>
    <w:rsid w:val="00965918"/>
    <w:rsid w:val="00965B20"/>
    <w:rsid w:val="00965C10"/>
    <w:rsid w:val="009666C9"/>
    <w:rsid w:val="00966B1C"/>
    <w:rsid w:val="00966FD7"/>
    <w:rsid w:val="00970137"/>
    <w:rsid w:val="009708E1"/>
    <w:rsid w:val="00970CC5"/>
    <w:rsid w:val="00971C09"/>
    <w:rsid w:val="0097212D"/>
    <w:rsid w:val="009722B7"/>
    <w:rsid w:val="009728C8"/>
    <w:rsid w:val="00972BBB"/>
    <w:rsid w:val="00974212"/>
    <w:rsid w:val="00975297"/>
    <w:rsid w:val="00975653"/>
    <w:rsid w:val="009756E3"/>
    <w:rsid w:val="009769A1"/>
    <w:rsid w:val="0097762A"/>
    <w:rsid w:val="00980819"/>
    <w:rsid w:val="0098092F"/>
    <w:rsid w:val="00980A9D"/>
    <w:rsid w:val="00982148"/>
    <w:rsid w:val="0098286B"/>
    <w:rsid w:val="00983590"/>
    <w:rsid w:val="00983962"/>
    <w:rsid w:val="00983DD4"/>
    <w:rsid w:val="009844DA"/>
    <w:rsid w:val="0098466F"/>
    <w:rsid w:val="00985554"/>
    <w:rsid w:val="009855EF"/>
    <w:rsid w:val="00985F36"/>
    <w:rsid w:val="00985FF4"/>
    <w:rsid w:val="00986D7B"/>
    <w:rsid w:val="00987008"/>
    <w:rsid w:val="00987444"/>
    <w:rsid w:val="00990010"/>
    <w:rsid w:val="00990257"/>
    <w:rsid w:val="009904E4"/>
    <w:rsid w:val="00990AC8"/>
    <w:rsid w:val="00990DAC"/>
    <w:rsid w:val="00991134"/>
    <w:rsid w:val="009913A5"/>
    <w:rsid w:val="009915C9"/>
    <w:rsid w:val="00992BF0"/>
    <w:rsid w:val="00992DEB"/>
    <w:rsid w:val="00994310"/>
    <w:rsid w:val="00994FB7"/>
    <w:rsid w:val="009960C2"/>
    <w:rsid w:val="009962E5"/>
    <w:rsid w:val="00996556"/>
    <w:rsid w:val="0099655E"/>
    <w:rsid w:val="00996771"/>
    <w:rsid w:val="0099779A"/>
    <w:rsid w:val="00997BE2"/>
    <w:rsid w:val="00997D86"/>
    <w:rsid w:val="009A0041"/>
    <w:rsid w:val="009A0E37"/>
    <w:rsid w:val="009A1295"/>
    <w:rsid w:val="009A1779"/>
    <w:rsid w:val="009A1988"/>
    <w:rsid w:val="009A1AB1"/>
    <w:rsid w:val="009A23C3"/>
    <w:rsid w:val="009A2456"/>
    <w:rsid w:val="009A2499"/>
    <w:rsid w:val="009A2630"/>
    <w:rsid w:val="009A27C4"/>
    <w:rsid w:val="009A353F"/>
    <w:rsid w:val="009A413C"/>
    <w:rsid w:val="009A4760"/>
    <w:rsid w:val="009A4776"/>
    <w:rsid w:val="009A48B3"/>
    <w:rsid w:val="009A5ACB"/>
    <w:rsid w:val="009A667D"/>
    <w:rsid w:val="009A7076"/>
    <w:rsid w:val="009A7688"/>
    <w:rsid w:val="009B08DE"/>
    <w:rsid w:val="009B1969"/>
    <w:rsid w:val="009B1D9B"/>
    <w:rsid w:val="009B2384"/>
    <w:rsid w:val="009B28F5"/>
    <w:rsid w:val="009B2D7D"/>
    <w:rsid w:val="009B506A"/>
    <w:rsid w:val="009B5256"/>
    <w:rsid w:val="009B58DF"/>
    <w:rsid w:val="009B5ADB"/>
    <w:rsid w:val="009B5DED"/>
    <w:rsid w:val="009B6208"/>
    <w:rsid w:val="009B6A8A"/>
    <w:rsid w:val="009B6AF5"/>
    <w:rsid w:val="009B6F9A"/>
    <w:rsid w:val="009B79DF"/>
    <w:rsid w:val="009C0332"/>
    <w:rsid w:val="009C036A"/>
    <w:rsid w:val="009C0954"/>
    <w:rsid w:val="009C0B3F"/>
    <w:rsid w:val="009C1BD0"/>
    <w:rsid w:val="009C2248"/>
    <w:rsid w:val="009C27B5"/>
    <w:rsid w:val="009C2BB3"/>
    <w:rsid w:val="009C2F47"/>
    <w:rsid w:val="009C32FB"/>
    <w:rsid w:val="009C3C79"/>
    <w:rsid w:val="009C43F5"/>
    <w:rsid w:val="009C59D4"/>
    <w:rsid w:val="009C635D"/>
    <w:rsid w:val="009C6784"/>
    <w:rsid w:val="009C699B"/>
    <w:rsid w:val="009D03EA"/>
    <w:rsid w:val="009D10BD"/>
    <w:rsid w:val="009D1672"/>
    <w:rsid w:val="009D178B"/>
    <w:rsid w:val="009D1C25"/>
    <w:rsid w:val="009D1D65"/>
    <w:rsid w:val="009D2160"/>
    <w:rsid w:val="009D291D"/>
    <w:rsid w:val="009D336F"/>
    <w:rsid w:val="009D3466"/>
    <w:rsid w:val="009D35A9"/>
    <w:rsid w:val="009D3725"/>
    <w:rsid w:val="009D4D73"/>
    <w:rsid w:val="009D4DC7"/>
    <w:rsid w:val="009D54C4"/>
    <w:rsid w:val="009D5FF4"/>
    <w:rsid w:val="009D6C13"/>
    <w:rsid w:val="009D6F10"/>
    <w:rsid w:val="009D7107"/>
    <w:rsid w:val="009E04FD"/>
    <w:rsid w:val="009E0A1F"/>
    <w:rsid w:val="009E0D5C"/>
    <w:rsid w:val="009E0F1E"/>
    <w:rsid w:val="009E157D"/>
    <w:rsid w:val="009E19F6"/>
    <w:rsid w:val="009E1A08"/>
    <w:rsid w:val="009E1CAD"/>
    <w:rsid w:val="009E1F68"/>
    <w:rsid w:val="009E235E"/>
    <w:rsid w:val="009E304A"/>
    <w:rsid w:val="009E3053"/>
    <w:rsid w:val="009E365C"/>
    <w:rsid w:val="009E38A9"/>
    <w:rsid w:val="009E444D"/>
    <w:rsid w:val="009E5521"/>
    <w:rsid w:val="009E5DEC"/>
    <w:rsid w:val="009E62CC"/>
    <w:rsid w:val="009E64F9"/>
    <w:rsid w:val="009E678A"/>
    <w:rsid w:val="009E67B9"/>
    <w:rsid w:val="009E7335"/>
    <w:rsid w:val="009E7B5B"/>
    <w:rsid w:val="009F1D97"/>
    <w:rsid w:val="009F1DA9"/>
    <w:rsid w:val="009F1FE3"/>
    <w:rsid w:val="009F3A24"/>
    <w:rsid w:val="009F3D9B"/>
    <w:rsid w:val="009F531D"/>
    <w:rsid w:val="009F6A45"/>
    <w:rsid w:val="009F6BD0"/>
    <w:rsid w:val="009F789A"/>
    <w:rsid w:val="009F78AA"/>
    <w:rsid w:val="009F7CA1"/>
    <w:rsid w:val="009F7FF7"/>
    <w:rsid w:val="00A0069A"/>
    <w:rsid w:val="00A0099F"/>
    <w:rsid w:val="00A01014"/>
    <w:rsid w:val="00A01AB1"/>
    <w:rsid w:val="00A02193"/>
    <w:rsid w:val="00A024BC"/>
    <w:rsid w:val="00A02998"/>
    <w:rsid w:val="00A031AD"/>
    <w:rsid w:val="00A038E2"/>
    <w:rsid w:val="00A04A0E"/>
    <w:rsid w:val="00A04A20"/>
    <w:rsid w:val="00A04B2E"/>
    <w:rsid w:val="00A05614"/>
    <w:rsid w:val="00A0575F"/>
    <w:rsid w:val="00A05A24"/>
    <w:rsid w:val="00A064F0"/>
    <w:rsid w:val="00A06888"/>
    <w:rsid w:val="00A06A34"/>
    <w:rsid w:val="00A075D9"/>
    <w:rsid w:val="00A07704"/>
    <w:rsid w:val="00A10488"/>
    <w:rsid w:val="00A10687"/>
    <w:rsid w:val="00A1080A"/>
    <w:rsid w:val="00A10C12"/>
    <w:rsid w:val="00A11632"/>
    <w:rsid w:val="00A11640"/>
    <w:rsid w:val="00A117FF"/>
    <w:rsid w:val="00A11880"/>
    <w:rsid w:val="00A11B64"/>
    <w:rsid w:val="00A11D7B"/>
    <w:rsid w:val="00A124CD"/>
    <w:rsid w:val="00A12C9F"/>
    <w:rsid w:val="00A12E34"/>
    <w:rsid w:val="00A13191"/>
    <w:rsid w:val="00A132C9"/>
    <w:rsid w:val="00A1376A"/>
    <w:rsid w:val="00A1379A"/>
    <w:rsid w:val="00A13C1A"/>
    <w:rsid w:val="00A142EA"/>
    <w:rsid w:val="00A154B1"/>
    <w:rsid w:val="00A155F5"/>
    <w:rsid w:val="00A15C37"/>
    <w:rsid w:val="00A16377"/>
    <w:rsid w:val="00A166EE"/>
    <w:rsid w:val="00A16FD1"/>
    <w:rsid w:val="00A17B80"/>
    <w:rsid w:val="00A200CC"/>
    <w:rsid w:val="00A208FB"/>
    <w:rsid w:val="00A21AE5"/>
    <w:rsid w:val="00A22915"/>
    <w:rsid w:val="00A231F0"/>
    <w:rsid w:val="00A2357E"/>
    <w:rsid w:val="00A237BF"/>
    <w:rsid w:val="00A23933"/>
    <w:rsid w:val="00A246A8"/>
    <w:rsid w:val="00A259D4"/>
    <w:rsid w:val="00A25A66"/>
    <w:rsid w:val="00A2636E"/>
    <w:rsid w:val="00A263D6"/>
    <w:rsid w:val="00A26526"/>
    <w:rsid w:val="00A27035"/>
    <w:rsid w:val="00A2753C"/>
    <w:rsid w:val="00A275C3"/>
    <w:rsid w:val="00A2786C"/>
    <w:rsid w:val="00A27D9C"/>
    <w:rsid w:val="00A27E0F"/>
    <w:rsid w:val="00A300C9"/>
    <w:rsid w:val="00A308B0"/>
    <w:rsid w:val="00A321E9"/>
    <w:rsid w:val="00A32610"/>
    <w:rsid w:val="00A326E9"/>
    <w:rsid w:val="00A32932"/>
    <w:rsid w:val="00A32FC7"/>
    <w:rsid w:val="00A338D8"/>
    <w:rsid w:val="00A3410F"/>
    <w:rsid w:val="00A34180"/>
    <w:rsid w:val="00A35861"/>
    <w:rsid w:val="00A37DCA"/>
    <w:rsid w:val="00A406B4"/>
    <w:rsid w:val="00A406E3"/>
    <w:rsid w:val="00A412F0"/>
    <w:rsid w:val="00A41612"/>
    <w:rsid w:val="00A41D8D"/>
    <w:rsid w:val="00A42097"/>
    <w:rsid w:val="00A43F9F"/>
    <w:rsid w:val="00A448C5"/>
    <w:rsid w:val="00A456D4"/>
    <w:rsid w:val="00A46792"/>
    <w:rsid w:val="00A46B8C"/>
    <w:rsid w:val="00A47216"/>
    <w:rsid w:val="00A47815"/>
    <w:rsid w:val="00A479A8"/>
    <w:rsid w:val="00A47F4B"/>
    <w:rsid w:val="00A50F5D"/>
    <w:rsid w:val="00A5120D"/>
    <w:rsid w:val="00A51359"/>
    <w:rsid w:val="00A517BE"/>
    <w:rsid w:val="00A51ECE"/>
    <w:rsid w:val="00A52778"/>
    <w:rsid w:val="00A5308F"/>
    <w:rsid w:val="00A536B3"/>
    <w:rsid w:val="00A545FC"/>
    <w:rsid w:val="00A54A8F"/>
    <w:rsid w:val="00A54BC6"/>
    <w:rsid w:val="00A54C6A"/>
    <w:rsid w:val="00A55411"/>
    <w:rsid w:val="00A55FDF"/>
    <w:rsid w:val="00A568A9"/>
    <w:rsid w:val="00A56A7F"/>
    <w:rsid w:val="00A56D7C"/>
    <w:rsid w:val="00A56DEC"/>
    <w:rsid w:val="00A5757B"/>
    <w:rsid w:val="00A6071F"/>
    <w:rsid w:val="00A60861"/>
    <w:rsid w:val="00A60A5A"/>
    <w:rsid w:val="00A60B8C"/>
    <w:rsid w:val="00A60FF6"/>
    <w:rsid w:val="00A61D72"/>
    <w:rsid w:val="00A6233E"/>
    <w:rsid w:val="00A626D0"/>
    <w:rsid w:val="00A63A1C"/>
    <w:rsid w:val="00A63F8E"/>
    <w:rsid w:val="00A63FFE"/>
    <w:rsid w:val="00A64CD4"/>
    <w:rsid w:val="00A65380"/>
    <w:rsid w:val="00A660E0"/>
    <w:rsid w:val="00A66526"/>
    <w:rsid w:val="00A6679D"/>
    <w:rsid w:val="00A66CA9"/>
    <w:rsid w:val="00A67141"/>
    <w:rsid w:val="00A675DB"/>
    <w:rsid w:val="00A67CC7"/>
    <w:rsid w:val="00A67F07"/>
    <w:rsid w:val="00A70215"/>
    <w:rsid w:val="00A7085B"/>
    <w:rsid w:val="00A70D3B"/>
    <w:rsid w:val="00A70D7D"/>
    <w:rsid w:val="00A7265C"/>
    <w:rsid w:val="00A733D3"/>
    <w:rsid w:val="00A73746"/>
    <w:rsid w:val="00A73AF6"/>
    <w:rsid w:val="00A7443E"/>
    <w:rsid w:val="00A7464F"/>
    <w:rsid w:val="00A74A6E"/>
    <w:rsid w:val="00A754A4"/>
    <w:rsid w:val="00A75966"/>
    <w:rsid w:val="00A75A99"/>
    <w:rsid w:val="00A77140"/>
    <w:rsid w:val="00A800F0"/>
    <w:rsid w:val="00A80AC6"/>
    <w:rsid w:val="00A80BF3"/>
    <w:rsid w:val="00A81352"/>
    <w:rsid w:val="00A81DA2"/>
    <w:rsid w:val="00A8243E"/>
    <w:rsid w:val="00A8395A"/>
    <w:rsid w:val="00A85F28"/>
    <w:rsid w:val="00A86A18"/>
    <w:rsid w:val="00A86BB9"/>
    <w:rsid w:val="00A872A0"/>
    <w:rsid w:val="00A90CA0"/>
    <w:rsid w:val="00A91148"/>
    <w:rsid w:val="00A9123E"/>
    <w:rsid w:val="00A91944"/>
    <w:rsid w:val="00A91AB1"/>
    <w:rsid w:val="00A9226C"/>
    <w:rsid w:val="00A92C80"/>
    <w:rsid w:val="00A93199"/>
    <w:rsid w:val="00A952EA"/>
    <w:rsid w:val="00A95B17"/>
    <w:rsid w:val="00A95DEB"/>
    <w:rsid w:val="00A968BE"/>
    <w:rsid w:val="00A968EB"/>
    <w:rsid w:val="00A96A3B"/>
    <w:rsid w:val="00A97048"/>
    <w:rsid w:val="00A979D1"/>
    <w:rsid w:val="00AA0722"/>
    <w:rsid w:val="00AA17D7"/>
    <w:rsid w:val="00AA1ACA"/>
    <w:rsid w:val="00AA1FE6"/>
    <w:rsid w:val="00AA20B9"/>
    <w:rsid w:val="00AA232B"/>
    <w:rsid w:val="00AA2C29"/>
    <w:rsid w:val="00AA3B23"/>
    <w:rsid w:val="00AA3E0A"/>
    <w:rsid w:val="00AA43E8"/>
    <w:rsid w:val="00AA64C3"/>
    <w:rsid w:val="00AA66FB"/>
    <w:rsid w:val="00AA677E"/>
    <w:rsid w:val="00AA6A03"/>
    <w:rsid w:val="00AA6E62"/>
    <w:rsid w:val="00AA7059"/>
    <w:rsid w:val="00AA7DF9"/>
    <w:rsid w:val="00AA7FD7"/>
    <w:rsid w:val="00AB0B77"/>
    <w:rsid w:val="00AB16C5"/>
    <w:rsid w:val="00AB2154"/>
    <w:rsid w:val="00AB27E5"/>
    <w:rsid w:val="00AB333F"/>
    <w:rsid w:val="00AB3360"/>
    <w:rsid w:val="00AB3816"/>
    <w:rsid w:val="00AB3F41"/>
    <w:rsid w:val="00AB4B89"/>
    <w:rsid w:val="00AB625F"/>
    <w:rsid w:val="00AB6666"/>
    <w:rsid w:val="00AB735A"/>
    <w:rsid w:val="00AB7D52"/>
    <w:rsid w:val="00AC1104"/>
    <w:rsid w:val="00AC16D9"/>
    <w:rsid w:val="00AC1A1B"/>
    <w:rsid w:val="00AC1A29"/>
    <w:rsid w:val="00AC1FB4"/>
    <w:rsid w:val="00AC23FA"/>
    <w:rsid w:val="00AC243B"/>
    <w:rsid w:val="00AC316F"/>
    <w:rsid w:val="00AC3383"/>
    <w:rsid w:val="00AC346A"/>
    <w:rsid w:val="00AC3B4E"/>
    <w:rsid w:val="00AC3E89"/>
    <w:rsid w:val="00AC3F7C"/>
    <w:rsid w:val="00AC587E"/>
    <w:rsid w:val="00AC5896"/>
    <w:rsid w:val="00AC5A1E"/>
    <w:rsid w:val="00AC5B2C"/>
    <w:rsid w:val="00AC5F32"/>
    <w:rsid w:val="00AC7055"/>
    <w:rsid w:val="00AC7707"/>
    <w:rsid w:val="00AD007E"/>
    <w:rsid w:val="00AD1597"/>
    <w:rsid w:val="00AD167D"/>
    <w:rsid w:val="00AD21C4"/>
    <w:rsid w:val="00AD30D2"/>
    <w:rsid w:val="00AD3309"/>
    <w:rsid w:val="00AD364E"/>
    <w:rsid w:val="00AD3835"/>
    <w:rsid w:val="00AD47B5"/>
    <w:rsid w:val="00AD5084"/>
    <w:rsid w:val="00AD6FD9"/>
    <w:rsid w:val="00AD7389"/>
    <w:rsid w:val="00AE03FA"/>
    <w:rsid w:val="00AE0466"/>
    <w:rsid w:val="00AE15C5"/>
    <w:rsid w:val="00AE17C1"/>
    <w:rsid w:val="00AE1906"/>
    <w:rsid w:val="00AE2B7D"/>
    <w:rsid w:val="00AE2EE6"/>
    <w:rsid w:val="00AE37E9"/>
    <w:rsid w:val="00AE38DB"/>
    <w:rsid w:val="00AE3E64"/>
    <w:rsid w:val="00AE5C84"/>
    <w:rsid w:val="00AE6388"/>
    <w:rsid w:val="00AE6980"/>
    <w:rsid w:val="00AE712A"/>
    <w:rsid w:val="00AE75B0"/>
    <w:rsid w:val="00AE78C2"/>
    <w:rsid w:val="00AE7A31"/>
    <w:rsid w:val="00AE7A7A"/>
    <w:rsid w:val="00AF003D"/>
    <w:rsid w:val="00AF00AA"/>
    <w:rsid w:val="00AF0186"/>
    <w:rsid w:val="00AF0A6A"/>
    <w:rsid w:val="00AF0D07"/>
    <w:rsid w:val="00AF1229"/>
    <w:rsid w:val="00AF2433"/>
    <w:rsid w:val="00AF36C8"/>
    <w:rsid w:val="00AF38AE"/>
    <w:rsid w:val="00AF46C8"/>
    <w:rsid w:val="00AF4AA6"/>
    <w:rsid w:val="00AF4E28"/>
    <w:rsid w:val="00AF58A0"/>
    <w:rsid w:val="00AF5D77"/>
    <w:rsid w:val="00AF5DD8"/>
    <w:rsid w:val="00AF6389"/>
    <w:rsid w:val="00AF6675"/>
    <w:rsid w:val="00AF66D7"/>
    <w:rsid w:val="00AF7BDB"/>
    <w:rsid w:val="00B000A4"/>
    <w:rsid w:val="00B007A3"/>
    <w:rsid w:val="00B009A0"/>
    <w:rsid w:val="00B0226B"/>
    <w:rsid w:val="00B02CD2"/>
    <w:rsid w:val="00B038B1"/>
    <w:rsid w:val="00B038B8"/>
    <w:rsid w:val="00B03A08"/>
    <w:rsid w:val="00B04BF4"/>
    <w:rsid w:val="00B06924"/>
    <w:rsid w:val="00B10D20"/>
    <w:rsid w:val="00B128A2"/>
    <w:rsid w:val="00B13B03"/>
    <w:rsid w:val="00B13EE8"/>
    <w:rsid w:val="00B14004"/>
    <w:rsid w:val="00B14833"/>
    <w:rsid w:val="00B15DD0"/>
    <w:rsid w:val="00B1613E"/>
    <w:rsid w:val="00B166A8"/>
    <w:rsid w:val="00B170AD"/>
    <w:rsid w:val="00B209B5"/>
    <w:rsid w:val="00B20A28"/>
    <w:rsid w:val="00B21038"/>
    <w:rsid w:val="00B2239F"/>
    <w:rsid w:val="00B225C9"/>
    <w:rsid w:val="00B242B5"/>
    <w:rsid w:val="00B24BC1"/>
    <w:rsid w:val="00B25188"/>
    <w:rsid w:val="00B25B34"/>
    <w:rsid w:val="00B25CBF"/>
    <w:rsid w:val="00B25E57"/>
    <w:rsid w:val="00B26609"/>
    <w:rsid w:val="00B26DD8"/>
    <w:rsid w:val="00B27532"/>
    <w:rsid w:val="00B27B44"/>
    <w:rsid w:val="00B30359"/>
    <w:rsid w:val="00B30BC4"/>
    <w:rsid w:val="00B314F3"/>
    <w:rsid w:val="00B3195B"/>
    <w:rsid w:val="00B31E08"/>
    <w:rsid w:val="00B325BF"/>
    <w:rsid w:val="00B33A7D"/>
    <w:rsid w:val="00B33FDB"/>
    <w:rsid w:val="00B3422A"/>
    <w:rsid w:val="00B34C39"/>
    <w:rsid w:val="00B34D62"/>
    <w:rsid w:val="00B34DC7"/>
    <w:rsid w:val="00B354F9"/>
    <w:rsid w:val="00B363C9"/>
    <w:rsid w:val="00B37068"/>
    <w:rsid w:val="00B37694"/>
    <w:rsid w:val="00B378E3"/>
    <w:rsid w:val="00B37A9A"/>
    <w:rsid w:val="00B404B7"/>
    <w:rsid w:val="00B43842"/>
    <w:rsid w:val="00B43A39"/>
    <w:rsid w:val="00B4404C"/>
    <w:rsid w:val="00B4460A"/>
    <w:rsid w:val="00B44938"/>
    <w:rsid w:val="00B44B02"/>
    <w:rsid w:val="00B451EF"/>
    <w:rsid w:val="00B45992"/>
    <w:rsid w:val="00B45CB4"/>
    <w:rsid w:val="00B474A9"/>
    <w:rsid w:val="00B47F13"/>
    <w:rsid w:val="00B502F3"/>
    <w:rsid w:val="00B50693"/>
    <w:rsid w:val="00B50B94"/>
    <w:rsid w:val="00B51048"/>
    <w:rsid w:val="00B5148C"/>
    <w:rsid w:val="00B515F0"/>
    <w:rsid w:val="00B5190D"/>
    <w:rsid w:val="00B526C3"/>
    <w:rsid w:val="00B528FC"/>
    <w:rsid w:val="00B52B00"/>
    <w:rsid w:val="00B53403"/>
    <w:rsid w:val="00B53442"/>
    <w:rsid w:val="00B5381E"/>
    <w:rsid w:val="00B540ED"/>
    <w:rsid w:val="00B54E15"/>
    <w:rsid w:val="00B5638E"/>
    <w:rsid w:val="00B564D8"/>
    <w:rsid w:val="00B56562"/>
    <w:rsid w:val="00B56ED7"/>
    <w:rsid w:val="00B56F24"/>
    <w:rsid w:val="00B57713"/>
    <w:rsid w:val="00B61AAC"/>
    <w:rsid w:val="00B61C79"/>
    <w:rsid w:val="00B62BF1"/>
    <w:rsid w:val="00B633BE"/>
    <w:rsid w:val="00B652B4"/>
    <w:rsid w:val="00B6531B"/>
    <w:rsid w:val="00B6620D"/>
    <w:rsid w:val="00B6676D"/>
    <w:rsid w:val="00B71CD6"/>
    <w:rsid w:val="00B72A7D"/>
    <w:rsid w:val="00B72BDA"/>
    <w:rsid w:val="00B72E98"/>
    <w:rsid w:val="00B73212"/>
    <w:rsid w:val="00B734CF"/>
    <w:rsid w:val="00B73D97"/>
    <w:rsid w:val="00B746BC"/>
    <w:rsid w:val="00B74A9F"/>
    <w:rsid w:val="00B74C67"/>
    <w:rsid w:val="00B74D88"/>
    <w:rsid w:val="00B76156"/>
    <w:rsid w:val="00B7683E"/>
    <w:rsid w:val="00B773BB"/>
    <w:rsid w:val="00B77756"/>
    <w:rsid w:val="00B77946"/>
    <w:rsid w:val="00B77A75"/>
    <w:rsid w:val="00B77CFF"/>
    <w:rsid w:val="00B80093"/>
    <w:rsid w:val="00B80297"/>
    <w:rsid w:val="00B804E0"/>
    <w:rsid w:val="00B8055D"/>
    <w:rsid w:val="00B81000"/>
    <w:rsid w:val="00B81370"/>
    <w:rsid w:val="00B819F6"/>
    <w:rsid w:val="00B81D38"/>
    <w:rsid w:val="00B82B84"/>
    <w:rsid w:val="00B82E8A"/>
    <w:rsid w:val="00B83FBE"/>
    <w:rsid w:val="00B84182"/>
    <w:rsid w:val="00B84460"/>
    <w:rsid w:val="00B8456F"/>
    <w:rsid w:val="00B84620"/>
    <w:rsid w:val="00B8544C"/>
    <w:rsid w:val="00B859E6"/>
    <w:rsid w:val="00B85A4A"/>
    <w:rsid w:val="00B85A54"/>
    <w:rsid w:val="00B867A8"/>
    <w:rsid w:val="00B86B79"/>
    <w:rsid w:val="00B90385"/>
    <w:rsid w:val="00B90E86"/>
    <w:rsid w:val="00B914F9"/>
    <w:rsid w:val="00B915B1"/>
    <w:rsid w:val="00B91B39"/>
    <w:rsid w:val="00B92967"/>
    <w:rsid w:val="00B937FE"/>
    <w:rsid w:val="00B93883"/>
    <w:rsid w:val="00B939F9"/>
    <w:rsid w:val="00B9582E"/>
    <w:rsid w:val="00B95B84"/>
    <w:rsid w:val="00B96396"/>
    <w:rsid w:val="00B970A2"/>
    <w:rsid w:val="00B971FA"/>
    <w:rsid w:val="00B97B58"/>
    <w:rsid w:val="00BA04DE"/>
    <w:rsid w:val="00BA3DF6"/>
    <w:rsid w:val="00BA4240"/>
    <w:rsid w:val="00BA514F"/>
    <w:rsid w:val="00BA51ED"/>
    <w:rsid w:val="00BA5EF9"/>
    <w:rsid w:val="00BA633F"/>
    <w:rsid w:val="00BA64E4"/>
    <w:rsid w:val="00BA6B6B"/>
    <w:rsid w:val="00BA762A"/>
    <w:rsid w:val="00BA7959"/>
    <w:rsid w:val="00BB08E4"/>
    <w:rsid w:val="00BB0FA1"/>
    <w:rsid w:val="00BB22E2"/>
    <w:rsid w:val="00BB3AEE"/>
    <w:rsid w:val="00BB3B97"/>
    <w:rsid w:val="00BB40E2"/>
    <w:rsid w:val="00BB47B1"/>
    <w:rsid w:val="00BB7271"/>
    <w:rsid w:val="00BB74DC"/>
    <w:rsid w:val="00BC052B"/>
    <w:rsid w:val="00BC06A0"/>
    <w:rsid w:val="00BC0D9A"/>
    <w:rsid w:val="00BC1B3D"/>
    <w:rsid w:val="00BC1FCF"/>
    <w:rsid w:val="00BC239F"/>
    <w:rsid w:val="00BC2802"/>
    <w:rsid w:val="00BC2A51"/>
    <w:rsid w:val="00BC4478"/>
    <w:rsid w:val="00BC44A2"/>
    <w:rsid w:val="00BC4558"/>
    <w:rsid w:val="00BC4DE5"/>
    <w:rsid w:val="00BC5854"/>
    <w:rsid w:val="00BC5CE3"/>
    <w:rsid w:val="00BC5EDF"/>
    <w:rsid w:val="00BC5F84"/>
    <w:rsid w:val="00BC67C8"/>
    <w:rsid w:val="00BC7455"/>
    <w:rsid w:val="00BC7AB4"/>
    <w:rsid w:val="00BD000B"/>
    <w:rsid w:val="00BD100B"/>
    <w:rsid w:val="00BD1173"/>
    <w:rsid w:val="00BD17A0"/>
    <w:rsid w:val="00BD1ADC"/>
    <w:rsid w:val="00BD3430"/>
    <w:rsid w:val="00BD3457"/>
    <w:rsid w:val="00BD35D3"/>
    <w:rsid w:val="00BD4373"/>
    <w:rsid w:val="00BD46BA"/>
    <w:rsid w:val="00BD48EB"/>
    <w:rsid w:val="00BD5A56"/>
    <w:rsid w:val="00BD5CD4"/>
    <w:rsid w:val="00BD5EB3"/>
    <w:rsid w:val="00BD6271"/>
    <w:rsid w:val="00BD66BC"/>
    <w:rsid w:val="00BD6D65"/>
    <w:rsid w:val="00BD721E"/>
    <w:rsid w:val="00BD732F"/>
    <w:rsid w:val="00BD79BC"/>
    <w:rsid w:val="00BE0898"/>
    <w:rsid w:val="00BE0A7A"/>
    <w:rsid w:val="00BE1BA7"/>
    <w:rsid w:val="00BE26A1"/>
    <w:rsid w:val="00BE2ED7"/>
    <w:rsid w:val="00BE313D"/>
    <w:rsid w:val="00BE369E"/>
    <w:rsid w:val="00BE3CD7"/>
    <w:rsid w:val="00BE456C"/>
    <w:rsid w:val="00BE4FFD"/>
    <w:rsid w:val="00BE50A8"/>
    <w:rsid w:val="00BE66D9"/>
    <w:rsid w:val="00BE6A61"/>
    <w:rsid w:val="00BE6FA9"/>
    <w:rsid w:val="00BF02B7"/>
    <w:rsid w:val="00BF0F6B"/>
    <w:rsid w:val="00BF12A0"/>
    <w:rsid w:val="00BF1E22"/>
    <w:rsid w:val="00BF1F71"/>
    <w:rsid w:val="00BF202C"/>
    <w:rsid w:val="00BF2D31"/>
    <w:rsid w:val="00BF353E"/>
    <w:rsid w:val="00BF38AE"/>
    <w:rsid w:val="00BF50D0"/>
    <w:rsid w:val="00BF5657"/>
    <w:rsid w:val="00BF5E37"/>
    <w:rsid w:val="00BF6200"/>
    <w:rsid w:val="00BF6ED7"/>
    <w:rsid w:val="00BF71AB"/>
    <w:rsid w:val="00BF7795"/>
    <w:rsid w:val="00C012F9"/>
    <w:rsid w:val="00C034E0"/>
    <w:rsid w:val="00C03562"/>
    <w:rsid w:val="00C035B5"/>
    <w:rsid w:val="00C03776"/>
    <w:rsid w:val="00C04676"/>
    <w:rsid w:val="00C064F5"/>
    <w:rsid w:val="00C06B0B"/>
    <w:rsid w:val="00C06FB2"/>
    <w:rsid w:val="00C07719"/>
    <w:rsid w:val="00C079AD"/>
    <w:rsid w:val="00C1053B"/>
    <w:rsid w:val="00C108DA"/>
    <w:rsid w:val="00C10FFA"/>
    <w:rsid w:val="00C12C5E"/>
    <w:rsid w:val="00C12D05"/>
    <w:rsid w:val="00C12D21"/>
    <w:rsid w:val="00C132EA"/>
    <w:rsid w:val="00C135FF"/>
    <w:rsid w:val="00C1375D"/>
    <w:rsid w:val="00C13EFB"/>
    <w:rsid w:val="00C14386"/>
    <w:rsid w:val="00C14B26"/>
    <w:rsid w:val="00C14C5F"/>
    <w:rsid w:val="00C152AE"/>
    <w:rsid w:val="00C1541C"/>
    <w:rsid w:val="00C155EC"/>
    <w:rsid w:val="00C160ED"/>
    <w:rsid w:val="00C164C9"/>
    <w:rsid w:val="00C17CC5"/>
    <w:rsid w:val="00C17DC3"/>
    <w:rsid w:val="00C17EE6"/>
    <w:rsid w:val="00C17FEE"/>
    <w:rsid w:val="00C201E4"/>
    <w:rsid w:val="00C20459"/>
    <w:rsid w:val="00C2073C"/>
    <w:rsid w:val="00C20ABA"/>
    <w:rsid w:val="00C20B20"/>
    <w:rsid w:val="00C211BE"/>
    <w:rsid w:val="00C21845"/>
    <w:rsid w:val="00C21DD3"/>
    <w:rsid w:val="00C21E98"/>
    <w:rsid w:val="00C21FE4"/>
    <w:rsid w:val="00C22B21"/>
    <w:rsid w:val="00C22BE9"/>
    <w:rsid w:val="00C25AA9"/>
    <w:rsid w:val="00C25C9F"/>
    <w:rsid w:val="00C26278"/>
    <w:rsid w:val="00C26B70"/>
    <w:rsid w:val="00C26C1F"/>
    <w:rsid w:val="00C26E7F"/>
    <w:rsid w:val="00C27242"/>
    <w:rsid w:val="00C2738B"/>
    <w:rsid w:val="00C2779E"/>
    <w:rsid w:val="00C27AFE"/>
    <w:rsid w:val="00C3035D"/>
    <w:rsid w:val="00C30741"/>
    <w:rsid w:val="00C30F28"/>
    <w:rsid w:val="00C312B7"/>
    <w:rsid w:val="00C3164E"/>
    <w:rsid w:val="00C3192D"/>
    <w:rsid w:val="00C32614"/>
    <w:rsid w:val="00C3261E"/>
    <w:rsid w:val="00C349E6"/>
    <w:rsid w:val="00C34AF7"/>
    <w:rsid w:val="00C350FA"/>
    <w:rsid w:val="00C3592A"/>
    <w:rsid w:val="00C35D2F"/>
    <w:rsid w:val="00C35EF2"/>
    <w:rsid w:val="00C361EF"/>
    <w:rsid w:val="00C36D6D"/>
    <w:rsid w:val="00C40655"/>
    <w:rsid w:val="00C41B23"/>
    <w:rsid w:val="00C41B47"/>
    <w:rsid w:val="00C429FD"/>
    <w:rsid w:val="00C43A32"/>
    <w:rsid w:val="00C43C40"/>
    <w:rsid w:val="00C44EA8"/>
    <w:rsid w:val="00C4548C"/>
    <w:rsid w:val="00C456D0"/>
    <w:rsid w:val="00C45A52"/>
    <w:rsid w:val="00C46389"/>
    <w:rsid w:val="00C465F8"/>
    <w:rsid w:val="00C46E60"/>
    <w:rsid w:val="00C476E8"/>
    <w:rsid w:val="00C504B7"/>
    <w:rsid w:val="00C505FF"/>
    <w:rsid w:val="00C506F8"/>
    <w:rsid w:val="00C518C1"/>
    <w:rsid w:val="00C51C6E"/>
    <w:rsid w:val="00C521CD"/>
    <w:rsid w:val="00C5284D"/>
    <w:rsid w:val="00C535E2"/>
    <w:rsid w:val="00C53645"/>
    <w:rsid w:val="00C53768"/>
    <w:rsid w:val="00C545C6"/>
    <w:rsid w:val="00C54C9C"/>
    <w:rsid w:val="00C5729B"/>
    <w:rsid w:val="00C578FF"/>
    <w:rsid w:val="00C57FE1"/>
    <w:rsid w:val="00C60281"/>
    <w:rsid w:val="00C62516"/>
    <w:rsid w:val="00C63F37"/>
    <w:rsid w:val="00C64BFB"/>
    <w:rsid w:val="00C64D68"/>
    <w:rsid w:val="00C6511A"/>
    <w:rsid w:val="00C65396"/>
    <w:rsid w:val="00C65663"/>
    <w:rsid w:val="00C657A5"/>
    <w:rsid w:val="00C66384"/>
    <w:rsid w:val="00C665B5"/>
    <w:rsid w:val="00C67167"/>
    <w:rsid w:val="00C675BA"/>
    <w:rsid w:val="00C6772F"/>
    <w:rsid w:val="00C7038E"/>
    <w:rsid w:val="00C70DCA"/>
    <w:rsid w:val="00C713E0"/>
    <w:rsid w:val="00C73934"/>
    <w:rsid w:val="00C74430"/>
    <w:rsid w:val="00C746AB"/>
    <w:rsid w:val="00C74924"/>
    <w:rsid w:val="00C74F08"/>
    <w:rsid w:val="00C74FD6"/>
    <w:rsid w:val="00C750B4"/>
    <w:rsid w:val="00C75119"/>
    <w:rsid w:val="00C7519A"/>
    <w:rsid w:val="00C7562A"/>
    <w:rsid w:val="00C75637"/>
    <w:rsid w:val="00C75CB9"/>
    <w:rsid w:val="00C766DC"/>
    <w:rsid w:val="00C76DEB"/>
    <w:rsid w:val="00C77767"/>
    <w:rsid w:val="00C77D97"/>
    <w:rsid w:val="00C81395"/>
    <w:rsid w:val="00C818D7"/>
    <w:rsid w:val="00C82C5F"/>
    <w:rsid w:val="00C830CC"/>
    <w:rsid w:val="00C84E21"/>
    <w:rsid w:val="00C85622"/>
    <w:rsid w:val="00C8644F"/>
    <w:rsid w:val="00C9010B"/>
    <w:rsid w:val="00C91227"/>
    <w:rsid w:val="00C91A4E"/>
    <w:rsid w:val="00C91E3C"/>
    <w:rsid w:val="00C91FDF"/>
    <w:rsid w:val="00C9255B"/>
    <w:rsid w:val="00C926E2"/>
    <w:rsid w:val="00C92C28"/>
    <w:rsid w:val="00C945B0"/>
    <w:rsid w:val="00C94AF9"/>
    <w:rsid w:val="00C94BE3"/>
    <w:rsid w:val="00C95A89"/>
    <w:rsid w:val="00CA05C5"/>
    <w:rsid w:val="00CA09D2"/>
    <w:rsid w:val="00CA1FDF"/>
    <w:rsid w:val="00CA207E"/>
    <w:rsid w:val="00CA344B"/>
    <w:rsid w:val="00CA3D43"/>
    <w:rsid w:val="00CA3DA0"/>
    <w:rsid w:val="00CA43AB"/>
    <w:rsid w:val="00CA51E1"/>
    <w:rsid w:val="00CA54EE"/>
    <w:rsid w:val="00CA55DA"/>
    <w:rsid w:val="00CA59B6"/>
    <w:rsid w:val="00CA5ECA"/>
    <w:rsid w:val="00CA6167"/>
    <w:rsid w:val="00CA719B"/>
    <w:rsid w:val="00CA755B"/>
    <w:rsid w:val="00CA75D2"/>
    <w:rsid w:val="00CA796B"/>
    <w:rsid w:val="00CB1FD8"/>
    <w:rsid w:val="00CB215A"/>
    <w:rsid w:val="00CB260B"/>
    <w:rsid w:val="00CB2934"/>
    <w:rsid w:val="00CB2EB2"/>
    <w:rsid w:val="00CB3547"/>
    <w:rsid w:val="00CB3582"/>
    <w:rsid w:val="00CB3F8C"/>
    <w:rsid w:val="00CB43C4"/>
    <w:rsid w:val="00CB4438"/>
    <w:rsid w:val="00CB45D4"/>
    <w:rsid w:val="00CB49CD"/>
    <w:rsid w:val="00CB586A"/>
    <w:rsid w:val="00CB609C"/>
    <w:rsid w:val="00CB74E8"/>
    <w:rsid w:val="00CC0197"/>
    <w:rsid w:val="00CC0C56"/>
    <w:rsid w:val="00CC0DE8"/>
    <w:rsid w:val="00CC13C3"/>
    <w:rsid w:val="00CC1A96"/>
    <w:rsid w:val="00CC1D2E"/>
    <w:rsid w:val="00CC2091"/>
    <w:rsid w:val="00CC20FB"/>
    <w:rsid w:val="00CC2A34"/>
    <w:rsid w:val="00CC2E42"/>
    <w:rsid w:val="00CC3115"/>
    <w:rsid w:val="00CC485F"/>
    <w:rsid w:val="00CC51E1"/>
    <w:rsid w:val="00CC5AB1"/>
    <w:rsid w:val="00CC6235"/>
    <w:rsid w:val="00CC6C35"/>
    <w:rsid w:val="00CC7184"/>
    <w:rsid w:val="00CC72DF"/>
    <w:rsid w:val="00CD0285"/>
    <w:rsid w:val="00CD0435"/>
    <w:rsid w:val="00CD1D02"/>
    <w:rsid w:val="00CD2778"/>
    <w:rsid w:val="00CD43EF"/>
    <w:rsid w:val="00CD4AE5"/>
    <w:rsid w:val="00CD4C86"/>
    <w:rsid w:val="00CD4DC7"/>
    <w:rsid w:val="00CD55A2"/>
    <w:rsid w:val="00CD6AD5"/>
    <w:rsid w:val="00CE06E3"/>
    <w:rsid w:val="00CE2543"/>
    <w:rsid w:val="00CE25B6"/>
    <w:rsid w:val="00CE2B68"/>
    <w:rsid w:val="00CE3857"/>
    <w:rsid w:val="00CE395F"/>
    <w:rsid w:val="00CE46FF"/>
    <w:rsid w:val="00CE5079"/>
    <w:rsid w:val="00CE5AB3"/>
    <w:rsid w:val="00CE70DD"/>
    <w:rsid w:val="00CE7171"/>
    <w:rsid w:val="00CE7AA9"/>
    <w:rsid w:val="00CF0A35"/>
    <w:rsid w:val="00CF0D84"/>
    <w:rsid w:val="00CF1B3A"/>
    <w:rsid w:val="00CF1F80"/>
    <w:rsid w:val="00CF21F1"/>
    <w:rsid w:val="00CF2480"/>
    <w:rsid w:val="00CF261A"/>
    <w:rsid w:val="00CF26AB"/>
    <w:rsid w:val="00CF285B"/>
    <w:rsid w:val="00CF2938"/>
    <w:rsid w:val="00CF2E0B"/>
    <w:rsid w:val="00CF3024"/>
    <w:rsid w:val="00CF5155"/>
    <w:rsid w:val="00CF5715"/>
    <w:rsid w:val="00CF5E54"/>
    <w:rsid w:val="00CF5E7C"/>
    <w:rsid w:val="00CF64BE"/>
    <w:rsid w:val="00CF64E0"/>
    <w:rsid w:val="00CF6B98"/>
    <w:rsid w:val="00CF74A5"/>
    <w:rsid w:val="00CF7872"/>
    <w:rsid w:val="00D00599"/>
    <w:rsid w:val="00D007CD"/>
    <w:rsid w:val="00D010B5"/>
    <w:rsid w:val="00D02006"/>
    <w:rsid w:val="00D02041"/>
    <w:rsid w:val="00D02118"/>
    <w:rsid w:val="00D03055"/>
    <w:rsid w:val="00D03C60"/>
    <w:rsid w:val="00D04131"/>
    <w:rsid w:val="00D04A07"/>
    <w:rsid w:val="00D04AC0"/>
    <w:rsid w:val="00D04D06"/>
    <w:rsid w:val="00D04DE7"/>
    <w:rsid w:val="00D0567C"/>
    <w:rsid w:val="00D057DD"/>
    <w:rsid w:val="00D05944"/>
    <w:rsid w:val="00D05984"/>
    <w:rsid w:val="00D05BB1"/>
    <w:rsid w:val="00D05FDE"/>
    <w:rsid w:val="00D071D8"/>
    <w:rsid w:val="00D110E6"/>
    <w:rsid w:val="00D120F2"/>
    <w:rsid w:val="00D126BD"/>
    <w:rsid w:val="00D132E1"/>
    <w:rsid w:val="00D134C0"/>
    <w:rsid w:val="00D13A26"/>
    <w:rsid w:val="00D14184"/>
    <w:rsid w:val="00D1478E"/>
    <w:rsid w:val="00D16566"/>
    <w:rsid w:val="00D1681A"/>
    <w:rsid w:val="00D16EF0"/>
    <w:rsid w:val="00D171D8"/>
    <w:rsid w:val="00D17852"/>
    <w:rsid w:val="00D207F0"/>
    <w:rsid w:val="00D21302"/>
    <w:rsid w:val="00D213CB"/>
    <w:rsid w:val="00D21F8B"/>
    <w:rsid w:val="00D22142"/>
    <w:rsid w:val="00D22238"/>
    <w:rsid w:val="00D22798"/>
    <w:rsid w:val="00D22D2F"/>
    <w:rsid w:val="00D24DB9"/>
    <w:rsid w:val="00D251AF"/>
    <w:rsid w:val="00D257F8"/>
    <w:rsid w:val="00D2651E"/>
    <w:rsid w:val="00D26CC1"/>
    <w:rsid w:val="00D26D08"/>
    <w:rsid w:val="00D27026"/>
    <w:rsid w:val="00D275CB"/>
    <w:rsid w:val="00D27CC6"/>
    <w:rsid w:val="00D31031"/>
    <w:rsid w:val="00D311F9"/>
    <w:rsid w:val="00D3122E"/>
    <w:rsid w:val="00D328B2"/>
    <w:rsid w:val="00D32FD1"/>
    <w:rsid w:val="00D33541"/>
    <w:rsid w:val="00D33762"/>
    <w:rsid w:val="00D3378F"/>
    <w:rsid w:val="00D340FF"/>
    <w:rsid w:val="00D34B08"/>
    <w:rsid w:val="00D34E36"/>
    <w:rsid w:val="00D35160"/>
    <w:rsid w:val="00D35E49"/>
    <w:rsid w:val="00D366EE"/>
    <w:rsid w:val="00D3688B"/>
    <w:rsid w:val="00D36DF4"/>
    <w:rsid w:val="00D375AF"/>
    <w:rsid w:val="00D378E9"/>
    <w:rsid w:val="00D400DB"/>
    <w:rsid w:val="00D40103"/>
    <w:rsid w:val="00D40AFA"/>
    <w:rsid w:val="00D41009"/>
    <w:rsid w:val="00D41075"/>
    <w:rsid w:val="00D42885"/>
    <w:rsid w:val="00D43702"/>
    <w:rsid w:val="00D43973"/>
    <w:rsid w:val="00D43C1A"/>
    <w:rsid w:val="00D4530A"/>
    <w:rsid w:val="00D458BF"/>
    <w:rsid w:val="00D45D82"/>
    <w:rsid w:val="00D46A28"/>
    <w:rsid w:val="00D47C82"/>
    <w:rsid w:val="00D5012C"/>
    <w:rsid w:val="00D501F0"/>
    <w:rsid w:val="00D502C7"/>
    <w:rsid w:val="00D51738"/>
    <w:rsid w:val="00D52363"/>
    <w:rsid w:val="00D52487"/>
    <w:rsid w:val="00D52A4A"/>
    <w:rsid w:val="00D530C3"/>
    <w:rsid w:val="00D5360E"/>
    <w:rsid w:val="00D54091"/>
    <w:rsid w:val="00D5581B"/>
    <w:rsid w:val="00D55937"/>
    <w:rsid w:val="00D57C67"/>
    <w:rsid w:val="00D6131B"/>
    <w:rsid w:val="00D61E31"/>
    <w:rsid w:val="00D622FD"/>
    <w:rsid w:val="00D624DC"/>
    <w:rsid w:val="00D63DB2"/>
    <w:rsid w:val="00D64D0E"/>
    <w:rsid w:val="00D64E2C"/>
    <w:rsid w:val="00D6594D"/>
    <w:rsid w:val="00D65A19"/>
    <w:rsid w:val="00D666DA"/>
    <w:rsid w:val="00D668E0"/>
    <w:rsid w:val="00D675F1"/>
    <w:rsid w:val="00D71822"/>
    <w:rsid w:val="00D71A66"/>
    <w:rsid w:val="00D71C1E"/>
    <w:rsid w:val="00D72218"/>
    <w:rsid w:val="00D72B9C"/>
    <w:rsid w:val="00D738D8"/>
    <w:rsid w:val="00D73962"/>
    <w:rsid w:val="00D742AC"/>
    <w:rsid w:val="00D757AA"/>
    <w:rsid w:val="00D7661F"/>
    <w:rsid w:val="00D7728B"/>
    <w:rsid w:val="00D774AB"/>
    <w:rsid w:val="00D778BE"/>
    <w:rsid w:val="00D77927"/>
    <w:rsid w:val="00D802FD"/>
    <w:rsid w:val="00D8030E"/>
    <w:rsid w:val="00D80906"/>
    <w:rsid w:val="00D80DC8"/>
    <w:rsid w:val="00D80E1F"/>
    <w:rsid w:val="00D82478"/>
    <w:rsid w:val="00D82BF5"/>
    <w:rsid w:val="00D830E9"/>
    <w:rsid w:val="00D844B1"/>
    <w:rsid w:val="00D84726"/>
    <w:rsid w:val="00D855D4"/>
    <w:rsid w:val="00D85C39"/>
    <w:rsid w:val="00D86981"/>
    <w:rsid w:val="00D86B6F"/>
    <w:rsid w:val="00D90212"/>
    <w:rsid w:val="00D90689"/>
    <w:rsid w:val="00D90F3F"/>
    <w:rsid w:val="00D92132"/>
    <w:rsid w:val="00D93809"/>
    <w:rsid w:val="00D93EA5"/>
    <w:rsid w:val="00D9480B"/>
    <w:rsid w:val="00D94DEE"/>
    <w:rsid w:val="00D952BB"/>
    <w:rsid w:val="00D95503"/>
    <w:rsid w:val="00D957C4"/>
    <w:rsid w:val="00D957CF"/>
    <w:rsid w:val="00D95DF2"/>
    <w:rsid w:val="00D961C6"/>
    <w:rsid w:val="00D96A97"/>
    <w:rsid w:val="00D97740"/>
    <w:rsid w:val="00D9779F"/>
    <w:rsid w:val="00D978A6"/>
    <w:rsid w:val="00DA1581"/>
    <w:rsid w:val="00DA18B0"/>
    <w:rsid w:val="00DA1B41"/>
    <w:rsid w:val="00DA2ED4"/>
    <w:rsid w:val="00DA3620"/>
    <w:rsid w:val="00DA39DF"/>
    <w:rsid w:val="00DA4522"/>
    <w:rsid w:val="00DA5EFE"/>
    <w:rsid w:val="00DA608D"/>
    <w:rsid w:val="00DA62F9"/>
    <w:rsid w:val="00DA68C5"/>
    <w:rsid w:val="00DA6F21"/>
    <w:rsid w:val="00DA70C6"/>
    <w:rsid w:val="00DA7BF9"/>
    <w:rsid w:val="00DB0470"/>
    <w:rsid w:val="00DB0E7B"/>
    <w:rsid w:val="00DB1149"/>
    <w:rsid w:val="00DB1914"/>
    <w:rsid w:val="00DB217A"/>
    <w:rsid w:val="00DB26B0"/>
    <w:rsid w:val="00DB2FEC"/>
    <w:rsid w:val="00DB30A4"/>
    <w:rsid w:val="00DB3D3F"/>
    <w:rsid w:val="00DB4613"/>
    <w:rsid w:val="00DB4956"/>
    <w:rsid w:val="00DB7739"/>
    <w:rsid w:val="00DC0741"/>
    <w:rsid w:val="00DC0D6A"/>
    <w:rsid w:val="00DC1625"/>
    <w:rsid w:val="00DC1A7A"/>
    <w:rsid w:val="00DC1A97"/>
    <w:rsid w:val="00DC21D9"/>
    <w:rsid w:val="00DC3005"/>
    <w:rsid w:val="00DC36A3"/>
    <w:rsid w:val="00DC40C2"/>
    <w:rsid w:val="00DC429D"/>
    <w:rsid w:val="00DC4826"/>
    <w:rsid w:val="00DC4B74"/>
    <w:rsid w:val="00DC4C8A"/>
    <w:rsid w:val="00DC4D40"/>
    <w:rsid w:val="00DC5756"/>
    <w:rsid w:val="00DC5EEA"/>
    <w:rsid w:val="00DC62EA"/>
    <w:rsid w:val="00DC65CB"/>
    <w:rsid w:val="00DC6BFF"/>
    <w:rsid w:val="00DC6D90"/>
    <w:rsid w:val="00DC6FBB"/>
    <w:rsid w:val="00DC715C"/>
    <w:rsid w:val="00DC7B45"/>
    <w:rsid w:val="00DC7CC7"/>
    <w:rsid w:val="00DD07C5"/>
    <w:rsid w:val="00DD13BF"/>
    <w:rsid w:val="00DD13C3"/>
    <w:rsid w:val="00DD293D"/>
    <w:rsid w:val="00DD300C"/>
    <w:rsid w:val="00DD3500"/>
    <w:rsid w:val="00DD3E71"/>
    <w:rsid w:val="00DD4FDB"/>
    <w:rsid w:val="00DD5112"/>
    <w:rsid w:val="00DD5993"/>
    <w:rsid w:val="00DD5C41"/>
    <w:rsid w:val="00DD6263"/>
    <w:rsid w:val="00DD66D2"/>
    <w:rsid w:val="00DD695A"/>
    <w:rsid w:val="00DD6FB7"/>
    <w:rsid w:val="00DD72A0"/>
    <w:rsid w:val="00DD7BB0"/>
    <w:rsid w:val="00DD7FB5"/>
    <w:rsid w:val="00DE0813"/>
    <w:rsid w:val="00DE1269"/>
    <w:rsid w:val="00DE1A13"/>
    <w:rsid w:val="00DE22BE"/>
    <w:rsid w:val="00DE2D76"/>
    <w:rsid w:val="00DE2EAC"/>
    <w:rsid w:val="00DE2FA9"/>
    <w:rsid w:val="00DE39B7"/>
    <w:rsid w:val="00DE3A46"/>
    <w:rsid w:val="00DE4230"/>
    <w:rsid w:val="00DE48F6"/>
    <w:rsid w:val="00DE511F"/>
    <w:rsid w:val="00DE52C7"/>
    <w:rsid w:val="00DE543F"/>
    <w:rsid w:val="00DE6273"/>
    <w:rsid w:val="00DE62A0"/>
    <w:rsid w:val="00DE64E9"/>
    <w:rsid w:val="00DE66D5"/>
    <w:rsid w:val="00DE7A60"/>
    <w:rsid w:val="00DF0491"/>
    <w:rsid w:val="00DF0E91"/>
    <w:rsid w:val="00DF1644"/>
    <w:rsid w:val="00DF2310"/>
    <w:rsid w:val="00DF2404"/>
    <w:rsid w:val="00DF2F61"/>
    <w:rsid w:val="00DF346B"/>
    <w:rsid w:val="00DF3800"/>
    <w:rsid w:val="00DF54A3"/>
    <w:rsid w:val="00DF5FA5"/>
    <w:rsid w:val="00DF63C2"/>
    <w:rsid w:val="00DF6F1E"/>
    <w:rsid w:val="00DF772F"/>
    <w:rsid w:val="00DF7CA4"/>
    <w:rsid w:val="00E00438"/>
    <w:rsid w:val="00E00E05"/>
    <w:rsid w:val="00E0196B"/>
    <w:rsid w:val="00E02AE6"/>
    <w:rsid w:val="00E0346B"/>
    <w:rsid w:val="00E03740"/>
    <w:rsid w:val="00E03852"/>
    <w:rsid w:val="00E03C83"/>
    <w:rsid w:val="00E043F8"/>
    <w:rsid w:val="00E046CA"/>
    <w:rsid w:val="00E050B1"/>
    <w:rsid w:val="00E050CA"/>
    <w:rsid w:val="00E06241"/>
    <w:rsid w:val="00E0665C"/>
    <w:rsid w:val="00E06765"/>
    <w:rsid w:val="00E067B9"/>
    <w:rsid w:val="00E06E82"/>
    <w:rsid w:val="00E114A6"/>
    <w:rsid w:val="00E11DDB"/>
    <w:rsid w:val="00E1257C"/>
    <w:rsid w:val="00E131ED"/>
    <w:rsid w:val="00E13E08"/>
    <w:rsid w:val="00E142FF"/>
    <w:rsid w:val="00E146DE"/>
    <w:rsid w:val="00E1473A"/>
    <w:rsid w:val="00E15016"/>
    <w:rsid w:val="00E159DB"/>
    <w:rsid w:val="00E1616C"/>
    <w:rsid w:val="00E1727F"/>
    <w:rsid w:val="00E173B3"/>
    <w:rsid w:val="00E20117"/>
    <w:rsid w:val="00E201CF"/>
    <w:rsid w:val="00E20762"/>
    <w:rsid w:val="00E21677"/>
    <w:rsid w:val="00E21933"/>
    <w:rsid w:val="00E21DB4"/>
    <w:rsid w:val="00E21E15"/>
    <w:rsid w:val="00E224B3"/>
    <w:rsid w:val="00E23E4D"/>
    <w:rsid w:val="00E23F90"/>
    <w:rsid w:val="00E2427A"/>
    <w:rsid w:val="00E2461F"/>
    <w:rsid w:val="00E25838"/>
    <w:rsid w:val="00E25ED8"/>
    <w:rsid w:val="00E265C9"/>
    <w:rsid w:val="00E26B3E"/>
    <w:rsid w:val="00E27559"/>
    <w:rsid w:val="00E27673"/>
    <w:rsid w:val="00E27674"/>
    <w:rsid w:val="00E27719"/>
    <w:rsid w:val="00E2787B"/>
    <w:rsid w:val="00E30905"/>
    <w:rsid w:val="00E30D49"/>
    <w:rsid w:val="00E319C2"/>
    <w:rsid w:val="00E31DF9"/>
    <w:rsid w:val="00E32E03"/>
    <w:rsid w:val="00E32EEA"/>
    <w:rsid w:val="00E338B1"/>
    <w:rsid w:val="00E3522E"/>
    <w:rsid w:val="00E35CCC"/>
    <w:rsid w:val="00E36218"/>
    <w:rsid w:val="00E3621E"/>
    <w:rsid w:val="00E36F0D"/>
    <w:rsid w:val="00E37F0A"/>
    <w:rsid w:val="00E40977"/>
    <w:rsid w:val="00E41434"/>
    <w:rsid w:val="00E41C65"/>
    <w:rsid w:val="00E42D2C"/>
    <w:rsid w:val="00E43129"/>
    <w:rsid w:val="00E431F3"/>
    <w:rsid w:val="00E43300"/>
    <w:rsid w:val="00E43B46"/>
    <w:rsid w:val="00E446C3"/>
    <w:rsid w:val="00E4471C"/>
    <w:rsid w:val="00E44888"/>
    <w:rsid w:val="00E45D5C"/>
    <w:rsid w:val="00E464DB"/>
    <w:rsid w:val="00E46AF2"/>
    <w:rsid w:val="00E46B03"/>
    <w:rsid w:val="00E46DA2"/>
    <w:rsid w:val="00E475EF"/>
    <w:rsid w:val="00E47E93"/>
    <w:rsid w:val="00E5074B"/>
    <w:rsid w:val="00E50CFE"/>
    <w:rsid w:val="00E52781"/>
    <w:rsid w:val="00E52E20"/>
    <w:rsid w:val="00E53752"/>
    <w:rsid w:val="00E54213"/>
    <w:rsid w:val="00E54260"/>
    <w:rsid w:val="00E552CA"/>
    <w:rsid w:val="00E55816"/>
    <w:rsid w:val="00E55D04"/>
    <w:rsid w:val="00E571C6"/>
    <w:rsid w:val="00E57484"/>
    <w:rsid w:val="00E5772D"/>
    <w:rsid w:val="00E578B1"/>
    <w:rsid w:val="00E57FC7"/>
    <w:rsid w:val="00E6091E"/>
    <w:rsid w:val="00E6168F"/>
    <w:rsid w:val="00E61B33"/>
    <w:rsid w:val="00E62CAB"/>
    <w:rsid w:val="00E6336D"/>
    <w:rsid w:val="00E640B0"/>
    <w:rsid w:val="00E64489"/>
    <w:rsid w:val="00E64BB5"/>
    <w:rsid w:val="00E65B4E"/>
    <w:rsid w:val="00E676C3"/>
    <w:rsid w:val="00E70C36"/>
    <w:rsid w:val="00E70F67"/>
    <w:rsid w:val="00E7240E"/>
    <w:rsid w:val="00E737FA"/>
    <w:rsid w:val="00E73947"/>
    <w:rsid w:val="00E73DA9"/>
    <w:rsid w:val="00E73F88"/>
    <w:rsid w:val="00E742E0"/>
    <w:rsid w:val="00E74332"/>
    <w:rsid w:val="00E744D7"/>
    <w:rsid w:val="00E74D1F"/>
    <w:rsid w:val="00E75D37"/>
    <w:rsid w:val="00E7744E"/>
    <w:rsid w:val="00E77AD6"/>
    <w:rsid w:val="00E77B43"/>
    <w:rsid w:val="00E80131"/>
    <w:rsid w:val="00E80D0A"/>
    <w:rsid w:val="00E80D35"/>
    <w:rsid w:val="00E82F69"/>
    <w:rsid w:val="00E83A2F"/>
    <w:rsid w:val="00E86026"/>
    <w:rsid w:val="00E86071"/>
    <w:rsid w:val="00E86523"/>
    <w:rsid w:val="00E868C0"/>
    <w:rsid w:val="00E876AF"/>
    <w:rsid w:val="00E903AC"/>
    <w:rsid w:val="00E90B25"/>
    <w:rsid w:val="00E9155E"/>
    <w:rsid w:val="00E91ED2"/>
    <w:rsid w:val="00E9274D"/>
    <w:rsid w:val="00E934C4"/>
    <w:rsid w:val="00E94692"/>
    <w:rsid w:val="00E94821"/>
    <w:rsid w:val="00E94EA4"/>
    <w:rsid w:val="00E956DF"/>
    <w:rsid w:val="00E95D99"/>
    <w:rsid w:val="00E96B53"/>
    <w:rsid w:val="00E96F77"/>
    <w:rsid w:val="00EA0A3D"/>
    <w:rsid w:val="00EA0DE3"/>
    <w:rsid w:val="00EA2237"/>
    <w:rsid w:val="00EA299B"/>
    <w:rsid w:val="00EA2CE4"/>
    <w:rsid w:val="00EA3C60"/>
    <w:rsid w:val="00EA4463"/>
    <w:rsid w:val="00EA6247"/>
    <w:rsid w:val="00EA7C34"/>
    <w:rsid w:val="00EB0204"/>
    <w:rsid w:val="00EB04D6"/>
    <w:rsid w:val="00EB0892"/>
    <w:rsid w:val="00EB2420"/>
    <w:rsid w:val="00EB3C89"/>
    <w:rsid w:val="00EB46B5"/>
    <w:rsid w:val="00EB5313"/>
    <w:rsid w:val="00EB5856"/>
    <w:rsid w:val="00EB62E2"/>
    <w:rsid w:val="00EB6EE9"/>
    <w:rsid w:val="00EB79B2"/>
    <w:rsid w:val="00EB7ABC"/>
    <w:rsid w:val="00EC17E5"/>
    <w:rsid w:val="00EC1BD0"/>
    <w:rsid w:val="00EC1CEC"/>
    <w:rsid w:val="00EC21AA"/>
    <w:rsid w:val="00EC2290"/>
    <w:rsid w:val="00EC263D"/>
    <w:rsid w:val="00EC2687"/>
    <w:rsid w:val="00EC2942"/>
    <w:rsid w:val="00EC3992"/>
    <w:rsid w:val="00EC3DF6"/>
    <w:rsid w:val="00EC4CD9"/>
    <w:rsid w:val="00EC4D01"/>
    <w:rsid w:val="00EC66F7"/>
    <w:rsid w:val="00EC72D1"/>
    <w:rsid w:val="00EC764F"/>
    <w:rsid w:val="00EC7948"/>
    <w:rsid w:val="00EC7976"/>
    <w:rsid w:val="00EC7CF0"/>
    <w:rsid w:val="00ED0579"/>
    <w:rsid w:val="00ED0591"/>
    <w:rsid w:val="00ED093E"/>
    <w:rsid w:val="00ED0D62"/>
    <w:rsid w:val="00ED0EFD"/>
    <w:rsid w:val="00ED16CA"/>
    <w:rsid w:val="00ED1C43"/>
    <w:rsid w:val="00ED2138"/>
    <w:rsid w:val="00ED28F9"/>
    <w:rsid w:val="00ED3009"/>
    <w:rsid w:val="00ED3C8C"/>
    <w:rsid w:val="00ED3CE3"/>
    <w:rsid w:val="00ED3FF3"/>
    <w:rsid w:val="00ED4A7F"/>
    <w:rsid w:val="00ED4F15"/>
    <w:rsid w:val="00ED532B"/>
    <w:rsid w:val="00ED55D2"/>
    <w:rsid w:val="00ED57FD"/>
    <w:rsid w:val="00ED5AEA"/>
    <w:rsid w:val="00ED6015"/>
    <w:rsid w:val="00ED6429"/>
    <w:rsid w:val="00ED678A"/>
    <w:rsid w:val="00ED69F2"/>
    <w:rsid w:val="00EE023B"/>
    <w:rsid w:val="00EE1156"/>
    <w:rsid w:val="00EE13DB"/>
    <w:rsid w:val="00EE1AD1"/>
    <w:rsid w:val="00EE1F2E"/>
    <w:rsid w:val="00EE225C"/>
    <w:rsid w:val="00EE276A"/>
    <w:rsid w:val="00EE27BE"/>
    <w:rsid w:val="00EE2F4A"/>
    <w:rsid w:val="00EE36BA"/>
    <w:rsid w:val="00EE41FD"/>
    <w:rsid w:val="00EE4240"/>
    <w:rsid w:val="00EE458D"/>
    <w:rsid w:val="00EE4AD3"/>
    <w:rsid w:val="00EE4D6A"/>
    <w:rsid w:val="00EE5099"/>
    <w:rsid w:val="00EE5272"/>
    <w:rsid w:val="00EE581E"/>
    <w:rsid w:val="00EE5895"/>
    <w:rsid w:val="00EE5CEB"/>
    <w:rsid w:val="00EE65B0"/>
    <w:rsid w:val="00EE6B6F"/>
    <w:rsid w:val="00EE6E72"/>
    <w:rsid w:val="00EE6E81"/>
    <w:rsid w:val="00EE7144"/>
    <w:rsid w:val="00EE79E3"/>
    <w:rsid w:val="00EE7CB4"/>
    <w:rsid w:val="00EF1720"/>
    <w:rsid w:val="00EF18D6"/>
    <w:rsid w:val="00EF2D9A"/>
    <w:rsid w:val="00EF33CE"/>
    <w:rsid w:val="00EF591A"/>
    <w:rsid w:val="00EF5D35"/>
    <w:rsid w:val="00EF66E9"/>
    <w:rsid w:val="00EF776F"/>
    <w:rsid w:val="00EF7879"/>
    <w:rsid w:val="00EF7D8C"/>
    <w:rsid w:val="00F00F52"/>
    <w:rsid w:val="00F01070"/>
    <w:rsid w:val="00F023C4"/>
    <w:rsid w:val="00F03171"/>
    <w:rsid w:val="00F03DD1"/>
    <w:rsid w:val="00F04854"/>
    <w:rsid w:val="00F04EA3"/>
    <w:rsid w:val="00F05D3E"/>
    <w:rsid w:val="00F05FDC"/>
    <w:rsid w:val="00F06159"/>
    <w:rsid w:val="00F068D3"/>
    <w:rsid w:val="00F06BEB"/>
    <w:rsid w:val="00F10074"/>
    <w:rsid w:val="00F10962"/>
    <w:rsid w:val="00F10BD8"/>
    <w:rsid w:val="00F10F68"/>
    <w:rsid w:val="00F1161D"/>
    <w:rsid w:val="00F11920"/>
    <w:rsid w:val="00F11997"/>
    <w:rsid w:val="00F119A9"/>
    <w:rsid w:val="00F12507"/>
    <w:rsid w:val="00F129E5"/>
    <w:rsid w:val="00F13F7C"/>
    <w:rsid w:val="00F15543"/>
    <w:rsid w:val="00F1579D"/>
    <w:rsid w:val="00F16A6C"/>
    <w:rsid w:val="00F171B7"/>
    <w:rsid w:val="00F17EEC"/>
    <w:rsid w:val="00F20A44"/>
    <w:rsid w:val="00F21802"/>
    <w:rsid w:val="00F218F7"/>
    <w:rsid w:val="00F21DE2"/>
    <w:rsid w:val="00F22067"/>
    <w:rsid w:val="00F22090"/>
    <w:rsid w:val="00F22508"/>
    <w:rsid w:val="00F22E92"/>
    <w:rsid w:val="00F23116"/>
    <w:rsid w:val="00F23D10"/>
    <w:rsid w:val="00F23DE8"/>
    <w:rsid w:val="00F23F5D"/>
    <w:rsid w:val="00F24B5A"/>
    <w:rsid w:val="00F25459"/>
    <w:rsid w:val="00F2622E"/>
    <w:rsid w:val="00F26550"/>
    <w:rsid w:val="00F2657D"/>
    <w:rsid w:val="00F26669"/>
    <w:rsid w:val="00F26A54"/>
    <w:rsid w:val="00F27803"/>
    <w:rsid w:val="00F30730"/>
    <w:rsid w:val="00F30E44"/>
    <w:rsid w:val="00F30ED9"/>
    <w:rsid w:val="00F3118D"/>
    <w:rsid w:val="00F31624"/>
    <w:rsid w:val="00F320A0"/>
    <w:rsid w:val="00F321CC"/>
    <w:rsid w:val="00F330BA"/>
    <w:rsid w:val="00F331DF"/>
    <w:rsid w:val="00F331FB"/>
    <w:rsid w:val="00F3331F"/>
    <w:rsid w:val="00F3341D"/>
    <w:rsid w:val="00F3400A"/>
    <w:rsid w:val="00F3511E"/>
    <w:rsid w:val="00F351C4"/>
    <w:rsid w:val="00F355A6"/>
    <w:rsid w:val="00F35741"/>
    <w:rsid w:val="00F35D4A"/>
    <w:rsid w:val="00F35F78"/>
    <w:rsid w:val="00F3777A"/>
    <w:rsid w:val="00F3796E"/>
    <w:rsid w:val="00F37AD7"/>
    <w:rsid w:val="00F40D58"/>
    <w:rsid w:val="00F40F88"/>
    <w:rsid w:val="00F413F5"/>
    <w:rsid w:val="00F415AA"/>
    <w:rsid w:val="00F421DC"/>
    <w:rsid w:val="00F42421"/>
    <w:rsid w:val="00F4258E"/>
    <w:rsid w:val="00F42E97"/>
    <w:rsid w:val="00F4333F"/>
    <w:rsid w:val="00F434F5"/>
    <w:rsid w:val="00F451EB"/>
    <w:rsid w:val="00F456A2"/>
    <w:rsid w:val="00F46482"/>
    <w:rsid w:val="00F46567"/>
    <w:rsid w:val="00F4687B"/>
    <w:rsid w:val="00F46B29"/>
    <w:rsid w:val="00F46D17"/>
    <w:rsid w:val="00F46DC8"/>
    <w:rsid w:val="00F478C2"/>
    <w:rsid w:val="00F47C9E"/>
    <w:rsid w:val="00F51825"/>
    <w:rsid w:val="00F5220C"/>
    <w:rsid w:val="00F524C9"/>
    <w:rsid w:val="00F52B0B"/>
    <w:rsid w:val="00F52BE4"/>
    <w:rsid w:val="00F53DA7"/>
    <w:rsid w:val="00F53E04"/>
    <w:rsid w:val="00F542E4"/>
    <w:rsid w:val="00F54368"/>
    <w:rsid w:val="00F55122"/>
    <w:rsid w:val="00F5643C"/>
    <w:rsid w:val="00F56B41"/>
    <w:rsid w:val="00F56B5B"/>
    <w:rsid w:val="00F60051"/>
    <w:rsid w:val="00F60327"/>
    <w:rsid w:val="00F608B9"/>
    <w:rsid w:val="00F610D5"/>
    <w:rsid w:val="00F6114F"/>
    <w:rsid w:val="00F62C66"/>
    <w:rsid w:val="00F6343C"/>
    <w:rsid w:val="00F64601"/>
    <w:rsid w:val="00F648B2"/>
    <w:rsid w:val="00F64D33"/>
    <w:rsid w:val="00F66811"/>
    <w:rsid w:val="00F704A2"/>
    <w:rsid w:val="00F70AC4"/>
    <w:rsid w:val="00F717E7"/>
    <w:rsid w:val="00F72A20"/>
    <w:rsid w:val="00F72C6E"/>
    <w:rsid w:val="00F72DDC"/>
    <w:rsid w:val="00F72E8E"/>
    <w:rsid w:val="00F7316E"/>
    <w:rsid w:val="00F73962"/>
    <w:rsid w:val="00F749B1"/>
    <w:rsid w:val="00F74F64"/>
    <w:rsid w:val="00F75787"/>
    <w:rsid w:val="00F75C04"/>
    <w:rsid w:val="00F80797"/>
    <w:rsid w:val="00F80ACA"/>
    <w:rsid w:val="00F81171"/>
    <w:rsid w:val="00F81978"/>
    <w:rsid w:val="00F81EE1"/>
    <w:rsid w:val="00F8238A"/>
    <w:rsid w:val="00F8291B"/>
    <w:rsid w:val="00F83728"/>
    <w:rsid w:val="00F839D3"/>
    <w:rsid w:val="00F83F48"/>
    <w:rsid w:val="00F840DA"/>
    <w:rsid w:val="00F86E3F"/>
    <w:rsid w:val="00F86F8E"/>
    <w:rsid w:val="00F86FF1"/>
    <w:rsid w:val="00F87C46"/>
    <w:rsid w:val="00F9014E"/>
    <w:rsid w:val="00F90EA0"/>
    <w:rsid w:val="00F90FE8"/>
    <w:rsid w:val="00F914A7"/>
    <w:rsid w:val="00F9225B"/>
    <w:rsid w:val="00F927B8"/>
    <w:rsid w:val="00F934AC"/>
    <w:rsid w:val="00F936C8"/>
    <w:rsid w:val="00F9372F"/>
    <w:rsid w:val="00F93AD1"/>
    <w:rsid w:val="00F943FD"/>
    <w:rsid w:val="00F953C4"/>
    <w:rsid w:val="00F96566"/>
    <w:rsid w:val="00F96768"/>
    <w:rsid w:val="00F969F4"/>
    <w:rsid w:val="00F96AF3"/>
    <w:rsid w:val="00F96B17"/>
    <w:rsid w:val="00F96B5A"/>
    <w:rsid w:val="00F97540"/>
    <w:rsid w:val="00F97E2C"/>
    <w:rsid w:val="00FA0E3D"/>
    <w:rsid w:val="00FA0FDB"/>
    <w:rsid w:val="00FA210F"/>
    <w:rsid w:val="00FA26A5"/>
    <w:rsid w:val="00FA2C20"/>
    <w:rsid w:val="00FA2F97"/>
    <w:rsid w:val="00FA2FBD"/>
    <w:rsid w:val="00FA3D76"/>
    <w:rsid w:val="00FA4857"/>
    <w:rsid w:val="00FA5C5C"/>
    <w:rsid w:val="00FA6062"/>
    <w:rsid w:val="00FA653B"/>
    <w:rsid w:val="00FA6B45"/>
    <w:rsid w:val="00FA6DE4"/>
    <w:rsid w:val="00FA73E4"/>
    <w:rsid w:val="00FA749C"/>
    <w:rsid w:val="00FA7996"/>
    <w:rsid w:val="00FA7A64"/>
    <w:rsid w:val="00FA7A99"/>
    <w:rsid w:val="00FA7F28"/>
    <w:rsid w:val="00FB11E1"/>
    <w:rsid w:val="00FB231A"/>
    <w:rsid w:val="00FB2911"/>
    <w:rsid w:val="00FB359E"/>
    <w:rsid w:val="00FB3DDD"/>
    <w:rsid w:val="00FB4CC5"/>
    <w:rsid w:val="00FB5540"/>
    <w:rsid w:val="00FB55E7"/>
    <w:rsid w:val="00FB56BA"/>
    <w:rsid w:val="00FB5BF4"/>
    <w:rsid w:val="00FB5C74"/>
    <w:rsid w:val="00FB70C8"/>
    <w:rsid w:val="00FB7341"/>
    <w:rsid w:val="00FC0B81"/>
    <w:rsid w:val="00FC223A"/>
    <w:rsid w:val="00FC30A7"/>
    <w:rsid w:val="00FC4AD5"/>
    <w:rsid w:val="00FC4D29"/>
    <w:rsid w:val="00FC60E0"/>
    <w:rsid w:val="00FC6402"/>
    <w:rsid w:val="00FD20E5"/>
    <w:rsid w:val="00FD417F"/>
    <w:rsid w:val="00FD499C"/>
    <w:rsid w:val="00FD4E8A"/>
    <w:rsid w:val="00FD54C6"/>
    <w:rsid w:val="00FD5534"/>
    <w:rsid w:val="00FD5D26"/>
    <w:rsid w:val="00FD7203"/>
    <w:rsid w:val="00FD7408"/>
    <w:rsid w:val="00FD74CF"/>
    <w:rsid w:val="00FD7578"/>
    <w:rsid w:val="00FD79F7"/>
    <w:rsid w:val="00FD7A35"/>
    <w:rsid w:val="00FD7D20"/>
    <w:rsid w:val="00FE0BC2"/>
    <w:rsid w:val="00FE0F57"/>
    <w:rsid w:val="00FE16DC"/>
    <w:rsid w:val="00FE25C2"/>
    <w:rsid w:val="00FE293E"/>
    <w:rsid w:val="00FE368F"/>
    <w:rsid w:val="00FE41D7"/>
    <w:rsid w:val="00FE475B"/>
    <w:rsid w:val="00FE48B2"/>
    <w:rsid w:val="00FE5269"/>
    <w:rsid w:val="00FE57FC"/>
    <w:rsid w:val="00FE6322"/>
    <w:rsid w:val="00FE696A"/>
    <w:rsid w:val="00FE6F6D"/>
    <w:rsid w:val="00FE70DF"/>
    <w:rsid w:val="00FE7324"/>
    <w:rsid w:val="00FE75EB"/>
    <w:rsid w:val="00FE764C"/>
    <w:rsid w:val="00FE7F18"/>
    <w:rsid w:val="00FF02A8"/>
    <w:rsid w:val="00FF03C7"/>
    <w:rsid w:val="00FF04B4"/>
    <w:rsid w:val="00FF0B69"/>
    <w:rsid w:val="00FF0EE9"/>
    <w:rsid w:val="00FF0F9E"/>
    <w:rsid w:val="00FF1351"/>
    <w:rsid w:val="00FF27B3"/>
    <w:rsid w:val="00FF396F"/>
    <w:rsid w:val="00FF4EFD"/>
    <w:rsid w:val="00FF56AA"/>
    <w:rsid w:val="00FF69BC"/>
    <w:rsid w:val="00FF7291"/>
    <w:rsid w:val="00FF7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Contemporary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04E"/>
    <w:pPr>
      <w:contextualSpacing/>
      <w:jc w:val="both"/>
    </w:pPr>
    <w:rPr>
      <w:rFonts w:cs="Arial"/>
      <w:sz w:val="22"/>
      <w:szCs w:val="22"/>
    </w:rPr>
  </w:style>
  <w:style w:type="paragraph" w:styleId="Heading1">
    <w:name w:val="heading 1"/>
    <w:aliases w:val="h1,H1"/>
    <w:basedOn w:val="Normal"/>
    <w:next w:val="Normal"/>
    <w:link w:val="Heading1Char"/>
    <w:qFormat/>
    <w:rsid w:val="00026ABC"/>
    <w:pPr>
      <w:numPr>
        <w:numId w:val="9"/>
      </w:numPr>
      <w:spacing w:before="240" w:after="12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026ABC"/>
    <w:pPr>
      <w:numPr>
        <w:ilvl w:val="1"/>
      </w:numPr>
      <w:outlineLvl w:val="1"/>
    </w:pPr>
    <w:rPr>
      <w:rFonts w:ascii="Times New Roman" w:hAnsi="Times New Roman" w:cs="Times New Roman"/>
      <w:sz w:val="28"/>
      <w:szCs w:val="28"/>
    </w:rPr>
  </w:style>
  <w:style w:type="paragraph" w:styleId="Heading3">
    <w:name w:val="heading 3"/>
    <w:aliases w:val="h3,Heading 3 Char1,Heading 3 Char1 Char Char,Heading 3 Char1 Char Char Char Char,Heading 31 Char,Heading 3 Char2 Char"/>
    <w:basedOn w:val="Normal"/>
    <w:next w:val="Normal"/>
    <w:link w:val="Heading3Char"/>
    <w:qFormat/>
    <w:rsid w:val="00EA0DE3"/>
    <w:pPr>
      <w:keepNext/>
      <w:numPr>
        <w:ilvl w:val="2"/>
        <w:numId w:val="9"/>
      </w:numPr>
      <w:spacing w:before="240" w:after="60"/>
      <w:outlineLvl w:val="2"/>
    </w:pPr>
    <w:rPr>
      <w:rFonts w:ascii="Arial" w:hAnsi="Arial"/>
      <w:b/>
      <w:bCs/>
    </w:rPr>
  </w:style>
  <w:style w:type="paragraph" w:styleId="Heading4">
    <w:name w:val="heading 4"/>
    <w:aliases w:val="4,H4-Heading 4,l4,heading4,44,h4"/>
    <w:basedOn w:val="Heading3"/>
    <w:next w:val="Normal"/>
    <w:link w:val="Heading4Char"/>
    <w:qFormat/>
    <w:rsid w:val="00F9014E"/>
    <w:pPr>
      <w:keepLines/>
      <w:numPr>
        <w:ilvl w:val="3"/>
      </w:numPr>
      <w:outlineLvl w:val="3"/>
    </w:pPr>
    <w:rPr>
      <w:rFonts w:eastAsia="Times New Roman" w:cs="Times New Roman"/>
      <w:bCs w:val="0"/>
      <w:i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9014E"/>
    <w:pPr>
      <w:keepNext/>
      <w:keepLines/>
      <w:numPr>
        <w:ilvl w:val="4"/>
        <w:numId w:val="9"/>
      </w:numPr>
      <w:spacing w:before="240" w:after="60"/>
      <w:outlineLvl w:val="4"/>
    </w:pPr>
    <w:rPr>
      <w:rFonts w:ascii="Arial" w:eastAsia="Times New Roman" w:hAnsi="Arial"/>
      <w:b/>
      <w:caps/>
      <w:szCs w:val="20"/>
    </w:rPr>
  </w:style>
  <w:style w:type="paragraph" w:styleId="Heading6">
    <w:name w:val="heading 6"/>
    <w:basedOn w:val="Heading2"/>
    <w:next w:val="BodyText"/>
    <w:link w:val="Heading6Char"/>
    <w:qFormat/>
    <w:rsid w:val="00F9014E"/>
    <w:pPr>
      <w:keepLines/>
      <w:numPr>
        <w:ilvl w:val="5"/>
      </w:numPr>
      <w:pBdr>
        <w:top w:val="single" w:sz="4" w:space="1" w:color="auto"/>
      </w:pBdr>
      <w:tabs>
        <w:tab w:val="left" w:pos="540"/>
      </w:tabs>
      <w:spacing w:before="120"/>
      <w:outlineLvl w:val="5"/>
    </w:pPr>
    <w:rPr>
      <w:rFonts w:eastAsia="Times New Roman"/>
      <w:bCs w:val="0"/>
      <w:iCs/>
      <w:kern w:val="28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7A23DA"/>
    <w:pPr>
      <w:numPr>
        <w:ilvl w:val="6"/>
        <w:numId w:val="9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A23DA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Appendix"/>
    <w:basedOn w:val="Normal"/>
    <w:next w:val="Normal"/>
    <w:link w:val="Heading9Char"/>
    <w:qFormat/>
    <w:rsid w:val="000D16B9"/>
    <w:pPr>
      <w:keepNext/>
      <w:numPr>
        <w:ilvl w:val="8"/>
        <w:numId w:val="9"/>
      </w:numPr>
      <w:jc w:val="center"/>
      <w:outlineLvl w:val="8"/>
    </w:pPr>
    <w:rPr>
      <w:rFonts w:ascii="Verdana" w:hAnsi="Verdana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0 Header,h,Header/Footer"/>
    <w:basedOn w:val="Normal"/>
    <w:link w:val="HeaderChar"/>
    <w:uiPriority w:val="99"/>
    <w:rsid w:val="0034278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4278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6537C"/>
  </w:style>
  <w:style w:type="table" w:styleId="TableGrid">
    <w:name w:val="Table Grid"/>
    <w:basedOn w:val="TableNormal"/>
    <w:rsid w:val="00CD6A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RSMainHeader">
    <w:name w:val="VRS Main Header"/>
    <w:basedOn w:val="Normal"/>
    <w:next w:val="Heading1"/>
    <w:autoRedefine/>
    <w:rsid w:val="00FA2C20"/>
    <w:rPr>
      <w:rFonts w:ascii="Book Antiqua" w:hAnsi="Book Antiqua" w:cs="Tahoma"/>
      <w:b/>
    </w:rPr>
  </w:style>
  <w:style w:type="paragraph" w:customStyle="1" w:styleId="VRSSubHeader1">
    <w:name w:val="VRS Sub Header 1"/>
    <w:basedOn w:val="Normal"/>
    <w:link w:val="VRSSubHeader1Char"/>
    <w:autoRedefine/>
    <w:rsid w:val="00263ED9"/>
    <w:rPr>
      <w:rFonts w:ascii="Arial" w:hAnsi="Arial"/>
      <w:bCs/>
    </w:rPr>
  </w:style>
  <w:style w:type="character" w:customStyle="1" w:styleId="VRSSubHeader1Char">
    <w:name w:val="VRS Sub Header 1 Char"/>
    <w:basedOn w:val="DefaultParagraphFont"/>
    <w:link w:val="VRSSubHeader1"/>
    <w:rsid w:val="00263ED9"/>
    <w:rPr>
      <w:rFonts w:ascii="Arial" w:hAnsi="Arial" w:cs="Arial"/>
      <w:bCs/>
      <w:sz w:val="22"/>
      <w:szCs w:val="22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rsid w:val="000D16B9"/>
    <w:pPr>
      <w:spacing w:before="360"/>
    </w:pPr>
    <w:rPr>
      <w:rFonts w:ascii="Arial" w:hAnsi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9A4760"/>
    <w:pPr>
      <w:spacing w:before="240"/>
    </w:pPr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0D16B9"/>
    <w:rPr>
      <w:color w:val="0000FF"/>
      <w:u w:val="single"/>
    </w:rPr>
  </w:style>
  <w:style w:type="paragraph" w:styleId="TOC5">
    <w:name w:val="toc 5"/>
    <w:basedOn w:val="Normal"/>
    <w:next w:val="Normal"/>
    <w:autoRedefine/>
    <w:uiPriority w:val="39"/>
    <w:rsid w:val="007A23DA"/>
    <w:pPr>
      <w:ind w:left="7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7A23DA"/>
    <w:pPr>
      <w:ind w:left="1440"/>
    </w:pPr>
    <w:rPr>
      <w:sz w:val="20"/>
      <w:szCs w:val="20"/>
    </w:rPr>
  </w:style>
  <w:style w:type="paragraph" w:customStyle="1" w:styleId="Alpha">
    <w:name w:val="Alpha"/>
    <w:basedOn w:val="BodyText"/>
    <w:rsid w:val="007A23DA"/>
    <w:pPr>
      <w:widowControl/>
      <w:tabs>
        <w:tab w:val="left" w:pos="1080"/>
      </w:tabs>
      <w:spacing w:before="120"/>
      <w:ind w:left="1080" w:hanging="360"/>
    </w:pPr>
  </w:style>
  <w:style w:type="paragraph" w:styleId="BodyText">
    <w:name w:val="Body Text"/>
    <w:basedOn w:val="Normal"/>
    <w:link w:val="BodyTextChar"/>
    <w:rsid w:val="007A23DA"/>
    <w:pPr>
      <w:widowControl w:val="0"/>
      <w:spacing w:after="120"/>
      <w:ind w:left="720"/>
    </w:pPr>
    <w:rPr>
      <w:rFonts w:ascii="Book Antiqua" w:hAnsi="Book Antiqua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rsid w:val="007A23DA"/>
    <w:pPr>
      <w:ind w:left="709"/>
    </w:pPr>
    <w:rPr>
      <w:rFonts w:ascii="Verdana" w:hAnsi="Verdana"/>
      <w:b/>
      <w:bCs/>
      <w:sz w:val="20"/>
      <w:szCs w:val="20"/>
    </w:rPr>
  </w:style>
  <w:style w:type="paragraph" w:styleId="BodyText3">
    <w:name w:val="Body Text 3"/>
    <w:basedOn w:val="Normal"/>
    <w:link w:val="BodyText3Char"/>
    <w:rsid w:val="007A23DA"/>
    <w:rPr>
      <w:rFonts w:ascii="Book Antiqua" w:hAnsi="Book Antiqua"/>
      <w:b/>
      <w:bCs/>
      <w:sz w:val="20"/>
      <w:szCs w:val="20"/>
    </w:rPr>
  </w:style>
  <w:style w:type="paragraph" w:styleId="TableofAuthorities">
    <w:name w:val="table of authorities"/>
    <w:basedOn w:val="Normal"/>
    <w:next w:val="Normal"/>
    <w:semiHidden/>
    <w:rsid w:val="007A23DA"/>
    <w:pPr>
      <w:ind w:left="240" w:hanging="240"/>
    </w:pPr>
    <w:rPr>
      <w:rFonts w:ascii="Verdana" w:hAnsi="Verdana"/>
      <w:b/>
      <w:bCs/>
      <w:sz w:val="20"/>
      <w:szCs w:val="20"/>
    </w:rPr>
  </w:style>
  <w:style w:type="paragraph" w:customStyle="1" w:styleId="StyleLeft038">
    <w:name w:val="Style Left:  0.38&quot;"/>
    <w:basedOn w:val="Normal"/>
    <w:rsid w:val="007A23DA"/>
    <w:pPr>
      <w:spacing w:before="20" w:after="20"/>
      <w:ind w:left="533"/>
    </w:pPr>
    <w:rPr>
      <w:rFonts w:ascii="Tahoma" w:hAnsi="Tahoma"/>
      <w:snapToGrid w:val="0"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CC485F"/>
    <w:pPr>
      <w:tabs>
        <w:tab w:val="left" w:pos="960"/>
        <w:tab w:val="right" w:leader="dot" w:pos="9737"/>
      </w:tabs>
      <w:ind w:left="4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35D65"/>
    <w:pPr>
      <w:ind w:left="4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835D65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835D65"/>
    <w:pPr>
      <w:ind w:left="120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835D65"/>
    <w:pPr>
      <w:ind w:left="1680"/>
    </w:pPr>
    <w:rPr>
      <w:sz w:val="20"/>
      <w:szCs w:val="20"/>
    </w:rPr>
  </w:style>
  <w:style w:type="paragraph" w:customStyle="1" w:styleId="App3">
    <w:name w:val="App3"/>
    <w:basedOn w:val="Heading3"/>
    <w:next w:val="NormalIndent"/>
    <w:rsid w:val="002B24AF"/>
    <w:pPr>
      <w:keepLines/>
      <w:numPr>
        <w:numId w:val="1"/>
      </w:numPr>
      <w:overflowPunct w:val="0"/>
      <w:autoSpaceDE w:val="0"/>
      <w:autoSpaceDN w:val="0"/>
      <w:adjustRightInd w:val="0"/>
      <w:spacing w:before="0" w:after="240"/>
      <w:textAlignment w:val="baseline"/>
    </w:pPr>
    <w:rPr>
      <w:b w:val="0"/>
      <w:bCs w:val="0"/>
      <w:kern w:val="28"/>
      <w:sz w:val="24"/>
      <w:szCs w:val="24"/>
      <w:lang w:val="en-GB"/>
    </w:rPr>
  </w:style>
  <w:style w:type="paragraph" w:styleId="NormalIndent">
    <w:name w:val="Normal Indent"/>
    <w:basedOn w:val="Normal"/>
    <w:rsid w:val="002B24AF"/>
    <w:pPr>
      <w:ind w:left="720"/>
    </w:pPr>
  </w:style>
  <w:style w:type="paragraph" w:customStyle="1" w:styleId="App2">
    <w:name w:val="App2"/>
    <w:basedOn w:val="Heading2"/>
    <w:next w:val="NormalIndent"/>
    <w:rsid w:val="002B24AF"/>
    <w:pPr>
      <w:keepLines/>
      <w:numPr>
        <w:numId w:val="8"/>
      </w:numPr>
      <w:tabs>
        <w:tab w:val="num" w:pos="851"/>
      </w:tabs>
      <w:overflowPunct w:val="0"/>
      <w:autoSpaceDE w:val="0"/>
      <w:autoSpaceDN w:val="0"/>
      <w:adjustRightInd w:val="0"/>
      <w:spacing w:before="0" w:after="240"/>
      <w:ind w:left="851" w:hanging="851"/>
      <w:textAlignment w:val="baseline"/>
    </w:pPr>
    <w:rPr>
      <w:sz w:val="24"/>
      <w:szCs w:val="24"/>
      <w:lang w:val="en-GB"/>
    </w:rPr>
  </w:style>
  <w:style w:type="paragraph" w:customStyle="1" w:styleId="App1">
    <w:name w:val="App1"/>
    <w:basedOn w:val="Heading1"/>
    <w:next w:val="NormalIndent"/>
    <w:rsid w:val="002B24AF"/>
    <w:pPr>
      <w:keepLines/>
      <w:pageBreakBefore/>
      <w:numPr>
        <w:numId w:val="8"/>
      </w:numPr>
      <w:overflowPunct w:val="0"/>
      <w:autoSpaceDE w:val="0"/>
      <w:autoSpaceDN w:val="0"/>
      <w:adjustRightInd w:val="0"/>
      <w:spacing w:before="0" w:after="240"/>
      <w:ind w:left="851" w:hanging="851"/>
      <w:textAlignment w:val="baseline"/>
    </w:pPr>
    <w:rPr>
      <w:kern w:val="0"/>
      <w:sz w:val="28"/>
      <w:szCs w:val="28"/>
      <w:lang w:val="en-GB"/>
    </w:rPr>
  </w:style>
  <w:style w:type="character" w:styleId="FollowedHyperlink">
    <w:name w:val="FollowedHyperlink"/>
    <w:basedOn w:val="DefaultParagraphFont"/>
    <w:rsid w:val="001C32F5"/>
    <w:rPr>
      <w:color w:val="800080"/>
      <w:u w:val="single"/>
    </w:rPr>
  </w:style>
  <w:style w:type="paragraph" w:styleId="BalloonText">
    <w:name w:val="Balloon Text"/>
    <w:basedOn w:val="Normal"/>
    <w:link w:val="BalloonTextChar"/>
    <w:semiHidden/>
    <w:rsid w:val="008F0E91"/>
    <w:rPr>
      <w:rFonts w:ascii="Tahoma" w:hAnsi="Tahoma" w:cs="Tahoma"/>
      <w:sz w:val="16"/>
      <w:szCs w:val="16"/>
    </w:rPr>
  </w:style>
  <w:style w:type="character" w:customStyle="1" w:styleId="VRSSubHeader1CharChar">
    <w:name w:val="VRS Sub Header 1 Char Char"/>
    <w:basedOn w:val="DefaultParagraphFont"/>
    <w:rsid w:val="007E3B40"/>
    <w:rPr>
      <w:rFonts w:ascii="Verdana" w:hAnsi="Verdana" w:cs="Tahoma"/>
      <w:b/>
      <w:bCs/>
      <w:sz w:val="16"/>
      <w:szCs w:val="16"/>
      <w:u w:val="single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66F22"/>
    <w:pPr>
      <w:ind w:left="720"/>
    </w:pPr>
  </w:style>
  <w:style w:type="character" w:styleId="CommentReference">
    <w:name w:val="annotation reference"/>
    <w:basedOn w:val="DefaultParagraphFont"/>
    <w:semiHidden/>
    <w:rsid w:val="007E7929"/>
    <w:rPr>
      <w:sz w:val="16"/>
      <w:szCs w:val="16"/>
    </w:rPr>
  </w:style>
  <w:style w:type="paragraph" w:customStyle="1" w:styleId="Tekelec">
    <w:name w:val="Tekelec"/>
    <w:basedOn w:val="Normal"/>
    <w:link w:val="TekelecChar"/>
    <w:qFormat/>
    <w:rsid w:val="000C5F8C"/>
    <w:rPr>
      <w:rFonts w:ascii="Calibri" w:hAnsi="Calibri"/>
      <w:color w:val="0000FF"/>
      <w:lang w:val="en-GB"/>
    </w:rPr>
  </w:style>
  <w:style w:type="character" w:customStyle="1" w:styleId="TekelecChar">
    <w:name w:val="Tekelec Char"/>
    <w:basedOn w:val="DefaultParagraphFont"/>
    <w:link w:val="Tekelec"/>
    <w:rsid w:val="000C5F8C"/>
    <w:rPr>
      <w:rFonts w:ascii="Calibri" w:hAnsi="Calibri"/>
      <w:color w:val="0000FF"/>
      <w:sz w:val="22"/>
      <w:szCs w:val="22"/>
      <w:lang w:val="en-GB"/>
    </w:rPr>
  </w:style>
  <w:style w:type="paragraph" w:customStyle="1" w:styleId="Default">
    <w:name w:val="Default"/>
    <w:rsid w:val="007D19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Tekelec1">
    <w:name w:val="Tekelec1"/>
    <w:basedOn w:val="Normal"/>
    <w:qFormat/>
    <w:rsid w:val="00F27803"/>
    <w:pPr>
      <w:spacing w:before="60" w:after="60"/>
    </w:pPr>
    <w:rPr>
      <w:rFonts w:ascii="Calibri" w:hAnsi="Calibri"/>
      <w:color w:val="0000FF"/>
    </w:rPr>
  </w:style>
  <w:style w:type="character" w:customStyle="1" w:styleId="HeaderChar">
    <w:name w:val="Header Char"/>
    <w:aliases w:val="0 Header Char,h Char,Header/Footer Char"/>
    <w:basedOn w:val="DefaultParagraphFont"/>
    <w:link w:val="Header"/>
    <w:uiPriority w:val="99"/>
    <w:locked/>
    <w:rsid w:val="005360AE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F33CE"/>
    <w:rPr>
      <w:sz w:val="24"/>
      <w:szCs w:val="24"/>
    </w:rPr>
  </w:style>
  <w:style w:type="character" w:customStyle="1" w:styleId="Heading4Char">
    <w:name w:val="Heading 4 Char"/>
    <w:aliases w:val="4 Char,H4-Heading 4 Char,l4 Char,heading4 Char,44 Char,h4 Char"/>
    <w:basedOn w:val="DefaultParagraphFont"/>
    <w:link w:val="Heading4"/>
    <w:rsid w:val="00F9014E"/>
    <w:rPr>
      <w:rFonts w:ascii="Arial" w:eastAsia="Times New Roman" w:hAnsi="Arial"/>
      <w:b/>
      <w:i/>
    </w:rPr>
  </w:style>
  <w:style w:type="character" w:customStyle="1" w:styleId="Heading5Char">
    <w:name w:val="Heading 5 Char"/>
    <w:basedOn w:val="DefaultParagraphFont"/>
    <w:link w:val="Heading5"/>
    <w:rsid w:val="00F9014E"/>
    <w:rPr>
      <w:rFonts w:ascii="Arial" w:eastAsia="Times New Roman" w:hAnsi="Arial" w:cs="Arial"/>
      <w:b/>
      <w:caps/>
      <w:sz w:val="22"/>
    </w:rPr>
  </w:style>
  <w:style w:type="character" w:customStyle="1" w:styleId="Heading6Char">
    <w:name w:val="Heading 6 Char"/>
    <w:basedOn w:val="DefaultParagraphFont"/>
    <w:link w:val="Heading6"/>
    <w:rsid w:val="00F9014E"/>
    <w:rPr>
      <w:rFonts w:eastAsia="Times New Roman"/>
      <w:b/>
      <w:iCs/>
      <w:kern w:val="28"/>
      <w:sz w:val="22"/>
    </w:rPr>
  </w:style>
  <w:style w:type="character" w:customStyle="1" w:styleId="BodyTextChar">
    <w:name w:val="Body Text Char"/>
    <w:basedOn w:val="DefaultParagraphFont"/>
    <w:link w:val="BodyText"/>
    <w:rsid w:val="00F9014E"/>
    <w:rPr>
      <w:rFonts w:ascii="Book Antiqua" w:hAnsi="Book Antiqua"/>
      <w:b/>
      <w:bCs/>
    </w:rPr>
  </w:style>
  <w:style w:type="character" w:customStyle="1" w:styleId="Heading1Char">
    <w:name w:val="Heading 1 Char"/>
    <w:aliases w:val="h1 Char,H1 Char"/>
    <w:basedOn w:val="DefaultParagraphFont"/>
    <w:link w:val="Heading1"/>
    <w:rsid w:val="00026AB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h2 Char"/>
    <w:basedOn w:val="DefaultParagraphFont"/>
    <w:link w:val="Heading2"/>
    <w:rsid w:val="00026ABC"/>
    <w:rPr>
      <w:b/>
      <w:bCs/>
      <w:kern w:val="32"/>
      <w:sz w:val="28"/>
      <w:szCs w:val="28"/>
    </w:rPr>
  </w:style>
  <w:style w:type="character" w:customStyle="1" w:styleId="Heading3Char">
    <w:name w:val="Heading 3 Char"/>
    <w:aliases w:val="h3 Char,Heading 3 Char1 Char,Heading 3 Char1 Char Char Char,Heading 3 Char1 Char Char Char Char Char,Heading 31 Char Char,Heading 3 Char2 Char Char"/>
    <w:basedOn w:val="DefaultParagraphFont"/>
    <w:link w:val="Heading3"/>
    <w:rsid w:val="00EA0DE3"/>
    <w:rPr>
      <w:rFonts w:ascii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F9014E"/>
    <w:rPr>
      <w:rFonts w:cs="Arial"/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F9014E"/>
    <w:rPr>
      <w:rFonts w:cs="Arial"/>
      <w:i/>
      <w:iCs/>
      <w:sz w:val="22"/>
      <w:szCs w:val="22"/>
    </w:rPr>
  </w:style>
  <w:style w:type="character" w:customStyle="1" w:styleId="Heading9Char">
    <w:name w:val="Heading 9 Char"/>
    <w:aliases w:val="Appendix Char"/>
    <w:basedOn w:val="DefaultParagraphFont"/>
    <w:link w:val="Heading9"/>
    <w:rsid w:val="00F9014E"/>
    <w:rPr>
      <w:rFonts w:ascii="Verdana" w:hAnsi="Verdana" w:cs="Arial"/>
      <w:b/>
      <w:bCs/>
      <w:sz w:val="28"/>
      <w:szCs w:val="22"/>
    </w:rPr>
  </w:style>
  <w:style w:type="paragraph" w:customStyle="1" w:styleId="Heading0">
    <w:name w:val="Heading 0"/>
    <w:basedOn w:val="Normal"/>
    <w:rsid w:val="00F9014E"/>
    <w:pPr>
      <w:spacing w:before="240" w:after="240"/>
    </w:pPr>
    <w:rPr>
      <w:rFonts w:ascii="Arial" w:eastAsia="Times New Roman" w:hAnsi="Arial"/>
      <w:b/>
      <w:szCs w:val="20"/>
    </w:rPr>
  </w:style>
  <w:style w:type="paragraph" w:styleId="TableofFigures">
    <w:name w:val="table of figures"/>
    <w:basedOn w:val="Normal"/>
    <w:next w:val="Normal"/>
    <w:semiHidden/>
    <w:rsid w:val="00F9014E"/>
    <w:pPr>
      <w:ind w:left="400" w:hanging="400"/>
    </w:pPr>
    <w:rPr>
      <w:rFonts w:eastAsia="Times New Roman"/>
      <w:smallCaps/>
      <w:sz w:val="20"/>
    </w:rPr>
  </w:style>
  <w:style w:type="paragraph" w:customStyle="1" w:styleId="Normal2">
    <w:name w:val="Normal2"/>
    <w:basedOn w:val="Normal"/>
    <w:rsid w:val="00F9014E"/>
    <w:rPr>
      <w:rFonts w:eastAsia="Times New Roman"/>
      <w:sz w:val="20"/>
      <w:szCs w:val="20"/>
    </w:rPr>
  </w:style>
  <w:style w:type="paragraph" w:customStyle="1" w:styleId="To">
    <w:name w:val="To"/>
    <w:basedOn w:val="Normal"/>
    <w:rsid w:val="00F9014E"/>
    <w:rPr>
      <w:rFonts w:ascii="Arial" w:eastAsia="Times New Roman" w:hAnsi="Arial"/>
      <w:sz w:val="36"/>
      <w:szCs w:val="20"/>
    </w:rPr>
  </w:style>
  <w:style w:type="paragraph" w:customStyle="1" w:styleId="ToCompany">
    <w:name w:val="ToCompany"/>
    <w:basedOn w:val="Normal"/>
    <w:rsid w:val="00F9014E"/>
    <w:rPr>
      <w:rFonts w:ascii="Arial" w:eastAsia="Times New Roman" w:hAnsi="Arial"/>
      <w:sz w:val="28"/>
      <w:szCs w:val="20"/>
    </w:rPr>
  </w:style>
  <w:style w:type="paragraph" w:styleId="Caption">
    <w:name w:val="caption"/>
    <w:aliases w:val="CaptionTable"/>
    <w:basedOn w:val="BodyText"/>
    <w:next w:val="BodyText"/>
    <w:qFormat/>
    <w:rsid w:val="00F9014E"/>
    <w:pPr>
      <w:widowControl/>
      <w:spacing w:before="120"/>
      <w:ind w:left="0"/>
      <w:jc w:val="left"/>
    </w:pPr>
    <w:rPr>
      <w:rFonts w:ascii="Arial" w:eastAsia="Times New Roman" w:hAnsi="Arial"/>
      <w:bCs w:val="0"/>
      <w:i/>
      <w:noProof/>
    </w:rPr>
  </w:style>
  <w:style w:type="paragraph" w:customStyle="1" w:styleId="Normal3">
    <w:name w:val="Normal 3"/>
    <w:basedOn w:val="Normal"/>
    <w:rsid w:val="00F9014E"/>
    <w:rPr>
      <w:rFonts w:eastAsia="Times New Roman"/>
      <w:sz w:val="20"/>
      <w:szCs w:val="20"/>
    </w:rPr>
  </w:style>
  <w:style w:type="paragraph" w:styleId="ListBullet">
    <w:name w:val="List Bullet"/>
    <w:basedOn w:val="Normal"/>
    <w:rsid w:val="00F9014E"/>
    <w:pPr>
      <w:numPr>
        <w:numId w:val="6"/>
      </w:numPr>
      <w:tabs>
        <w:tab w:val="clear" w:pos="360"/>
      </w:tabs>
    </w:pPr>
    <w:rPr>
      <w:rFonts w:eastAsia="Times New Roman"/>
      <w:sz w:val="20"/>
      <w:szCs w:val="20"/>
    </w:rPr>
  </w:style>
  <w:style w:type="paragraph" w:styleId="List2">
    <w:name w:val="List 2"/>
    <w:basedOn w:val="List"/>
    <w:rsid w:val="00F9014E"/>
    <w:pPr>
      <w:tabs>
        <w:tab w:val="clear" w:pos="360"/>
        <w:tab w:val="clear" w:pos="540"/>
        <w:tab w:val="num" w:pos="720"/>
      </w:tabs>
      <w:ind w:left="720"/>
    </w:pPr>
  </w:style>
  <w:style w:type="paragraph" w:styleId="List">
    <w:name w:val="List"/>
    <w:basedOn w:val="BodyText"/>
    <w:rsid w:val="00F9014E"/>
    <w:pPr>
      <w:widowControl/>
      <w:numPr>
        <w:ilvl w:val="1"/>
        <w:numId w:val="2"/>
      </w:numPr>
      <w:tabs>
        <w:tab w:val="clear" w:pos="720"/>
        <w:tab w:val="num" w:pos="360"/>
        <w:tab w:val="left" w:pos="540"/>
      </w:tabs>
      <w:spacing w:before="60"/>
      <w:ind w:left="360"/>
      <w:jc w:val="left"/>
    </w:pPr>
    <w:rPr>
      <w:rFonts w:ascii="Times New Roman" w:eastAsia="Times New Roman" w:hAnsi="Times New Roman"/>
      <w:b w:val="0"/>
      <w:bCs w:val="0"/>
      <w:noProof/>
    </w:rPr>
  </w:style>
  <w:style w:type="paragraph" w:customStyle="1" w:styleId="Information">
    <w:name w:val="Information"/>
    <w:basedOn w:val="Normal"/>
    <w:rsid w:val="00F9014E"/>
    <w:rPr>
      <w:rFonts w:ascii="Arial" w:eastAsia="Times New Roman" w:hAnsi="Arial"/>
      <w:color w:val="FF0000"/>
      <w:sz w:val="20"/>
      <w:szCs w:val="20"/>
    </w:rPr>
  </w:style>
  <w:style w:type="paragraph" w:styleId="ListContinue">
    <w:name w:val="List Continue"/>
    <w:basedOn w:val="List"/>
    <w:rsid w:val="00F9014E"/>
    <w:pPr>
      <w:numPr>
        <w:ilvl w:val="0"/>
        <w:numId w:val="0"/>
      </w:numPr>
      <w:ind w:left="360"/>
    </w:pPr>
  </w:style>
  <w:style w:type="paragraph" w:customStyle="1" w:styleId="info">
    <w:name w:val="info"/>
    <w:basedOn w:val="Normal"/>
    <w:rsid w:val="00F9014E"/>
    <w:rPr>
      <w:rFonts w:eastAsia="Times New Roman"/>
      <w:b/>
      <w:sz w:val="20"/>
      <w:szCs w:val="20"/>
    </w:rPr>
  </w:style>
  <w:style w:type="paragraph" w:customStyle="1" w:styleId="Text-Minutes">
    <w:name w:val="Text - Minutes"/>
    <w:basedOn w:val="Normal"/>
    <w:rsid w:val="00F9014E"/>
    <w:pPr>
      <w:tabs>
        <w:tab w:val="center" w:pos="2160"/>
        <w:tab w:val="center" w:pos="3600"/>
        <w:tab w:val="center" w:pos="5040"/>
      </w:tabs>
    </w:pPr>
    <w:rPr>
      <w:rFonts w:eastAsia="Times New Roman"/>
      <w:vanish/>
      <w:color w:val="000000"/>
      <w:sz w:val="16"/>
      <w:szCs w:val="20"/>
    </w:rPr>
  </w:style>
  <w:style w:type="paragraph" w:styleId="Title">
    <w:name w:val="Title"/>
    <w:basedOn w:val="Heading1"/>
    <w:next w:val="Subtitle1"/>
    <w:link w:val="TitleChar"/>
    <w:qFormat/>
    <w:rsid w:val="002207C2"/>
    <w:pPr>
      <w:numPr>
        <w:numId w:val="0"/>
      </w:numPr>
      <w:spacing w:before="0" w:after="240"/>
      <w:jc w:val="center"/>
      <w:outlineLvl w:val="9"/>
    </w:pPr>
    <w:rPr>
      <w:rFonts w:eastAsia="Times New Roman" w:cs="Times New Roman"/>
      <w:bCs w:val="0"/>
      <w:kern w:val="0"/>
      <w:sz w:val="44"/>
      <w:szCs w:val="20"/>
    </w:rPr>
  </w:style>
  <w:style w:type="character" w:customStyle="1" w:styleId="TitleChar">
    <w:name w:val="Title Char"/>
    <w:basedOn w:val="DefaultParagraphFont"/>
    <w:link w:val="Title"/>
    <w:rsid w:val="002207C2"/>
    <w:rPr>
      <w:rFonts w:ascii="Arial" w:eastAsia="Times New Roman" w:hAnsi="Arial"/>
      <w:b/>
      <w:sz w:val="44"/>
      <w:lang w:eastAsia="en-US"/>
    </w:rPr>
  </w:style>
  <w:style w:type="paragraph" w:customStyle="1" w:styleId="Subtitle1">
    <w:name w:val="Subtitle1"/>
    <w:basedOn w:val="Title"/>
    <w:next w:val="Byline"/>
    <w:rsid w:val="00F9014E"/>
    <w:pPr>
      <w:spacing w:after="960"/>
    </w:pPr>
    <w:rPr>
      <w:sz w:val="32"/>
    </w:rPr>
  </w:style>
  <w:style w:type="paragraph" w:customStyle="1" w:styleId="Byline">
    <w:name w:val="Byline"/>
    <w:basedOn w:val="Heading1"/>
    <w:next w:val="Normal"/>
    <w:autoRedefine/>
    <w:rsid w:val="002B4CC7"/>
    <w:pPr>
      <w:numPr>
        <w:numId w:val="0"/>
      </w:numPr>
      <w:spacing w:after="0"/>
      <w:ind w:left="360" w:hanging="360"/>
      <w:jc w:val="center"/>
      <w:outlineLvl w:val="9"/>
    </w:pPr>
    <w:rPr>
      <w:rFonts w:eastAsia="Times New Roman" w:cs="Times New Roman"/>
      <w:bCs w:val="0"/>
      <w:kern w:val="0"/>
      <w:sz w:val="40"/>
      <w:szCs w:val="28"/>
    </w:rPr>
  </w:style>
  <w:style w:type="paragraph" w:customStyle="1" w:styleId="CompanyName">
    <w:name w:val="CompanyName"/>
    <w:basedOn w:val="Heading1"/>
    <w:autoRedefine/>
    <w:rsid w:val="00F9014E"/>
    <w:pPr>
      <w:numPr>
        <w:numId w:val="0"/>
      </w:numPr>
      <w:pBdr>
        <w:bottom w:val="single" w:sz="12" w:space="1" w:color="auto"/>
      </w:pBdr>
      <w:spacing w:after="0"/>
      <w:ind w:left="360" w:hanging="360"/>
      <w:jc w:val="right"/>
      <w:outlineLvl w:val="9"/>
    </w:pPr>
    <w:rPr>
      <w:rFonts w:eastAsia="Times New Roman" w:cs="Times New Roman"/>
      <w:bCs w:val="0"/>
      <w:kern w:val="0"/>
      <w:sz w:val="24"/>
      <w:szCs w:val="24"/>
    </w:rPr>
  </w:style>
  <w:style w:type="paragraph" w:customStyle="1" w:styleId="TOCHeading">
    <w:name w:val="TOCHeading"/>
    <w:basedOn w:val="Byline"/>
    <w:rsid w:val="00F9014E"/>
    <w:pPr>
      <w:spacing w:before="1440" w:after="720"/>
      <w:jc w:val="left"/>
    </w:pPr>
    <w:rPr>
      <w:sz w:val="60"/>
    </w:rPr>
  </w:style>
  <w:style w:type="paragraph" w:customStyle="1" w:styleId="Tableheading">
    <w:name w:val="Table heading"/>
    <w:basedOn w:val="Normal"/>
    <w:rsid w:val="00F9014E"/>
    <w:pPr>
      <w:keepNext/>
      <w:spacing w:before="60" w:after="60"/>
      <w:jc w:val="center"/>
    </w:pPr>
    <w:rPr>
      <w:rFonts w:ascii="Arial" w:eastAsia="Times New Roman" w:hAnsi="Arial"/>
      <w:b/>
      <w:color w:val="000000"/>
      <w:sz w:val="20"/>
      <w:szCs w:val="20"/>
    </w:rPr>
  </w:style>
  <w:style w:type="paragraph" w:customStyle="1" w:styleId="Tabletext">
    <w:name w:val="Table text"/>
    <w:basedOn w:val="Normal"/>
    <w:rsid w:val="00F9014E"/>
    <w:pPr>
      <w:spacing w:before="60" w:after="60"/>
    </w:pPr>
    <w:rPr>
      <w:rFonts w:ascii="Arial" w:eastAsia="Times New Roman" w:hAnsi="Arial"/>
      <w:color w:val="000000"/>
      <w:sz w:val="18"/>
      <w:szCs w:val="20"/>
    </w:rPr>
  </w:style>
  <w:style w:type="paragraph" w:customStyle="1" w:styleId="Comment">
    <w:name w:val="Comment"/>
    <w:basedOn w:val="Normal"/>
    <w:autoRedefine/>
    <w:rsid w:val="00F9014E"/>
    <w:rPr>
      <w:rFonts w:eastAsia="Times New Roman"/>
      <w:b/>
      <w:sz w:val="20"/>
      <w:szCs w:val="20"/>
    </w:rPr>
  </w:style>
  <w:style w:type="paragraph" w:styleId="ListBullet2">
    <w:name w:val="List Bullet 2"/>
    <w:basedOn w:val="BodyText"/>
    <w:autoRedefine/>
    <w:rsid w:val="00F9014E"/>
    <w:pPr>
      <w:widowControl/>
      <w:numPr>
        <w:numId w:val="3"/>
      </w:numPr>
      <w:tabs>
        <w:tab w:val="clear" w:pos="360"/>
      </w:tabs>
      <w:ind w:left="1080" w:hanging="360"/>
      <w:jc w:val="left"/>
    </w:pPr>
    <w:rPr>
      <w:rFonts w:ascii="Times New Roman" w:eastAsia="Times New Roman" w:hAnsi="Times New Roman"/>
      <w:b w:val="0"/>
      <w:bCs w:val="0"/>
      <w:noProof/>
    </w:rPr>
  </w:style>
  <w:style w:type="paragraph" w:customStyle="1" w:styleId="TableText-Cabinet">
    <w:name w:val="Table Text - Cabinet"/>
    <w:basedOn w:val="Normal"/>
    <w:rsid w:val="00F9014E"/>
    <w:pPr>
      <w:numPr>
        <w:numId w:val="4"/>
      </w:numPr>
    </w:pPr>
    <w:rPr>
      <w:rFonts w:eastAsia="Times New Roman"/>
      <w:sz w:val="20"/>
      <w:szCs w:val="20"/>
    </w:rPr>
  </w:style>
  <w:style w:type="paragraph" w:customStyle="1" w:styleId="TableText-Bullet">
    <w:name w:val="Table Text - Bullet"/>
    <w:basedOn w:val="TableText-Cabinet"/>
    <w:rsid w:val="00F9014E"/>
    <w:rPr>
      <w:rFonts w:ascii="Arial" w:hAnsi="Arial"/>
      <w:sz w:val="18"/>
    </w:rPr>
  </w:style>
  <w:style w:type="paragraph" w:customStyle="1" w:styleId="References">
    <w:name w:val="References"/>
    <w:basedOn w:val="BodyText"/>
    <w:rsid w:val="00F9014E"/>
    <w:pPr>
      <w:widowControl/>
      <w:numPr>
        <w:numId w:val="5"/>
      </w:numPr>
      <w:spacing w:after="60"/>
      <w:jc w:val="left"/>
    </w:pPr>
    <w:rPr>
      <w:rFonts w:ascii="Times New Roman" w:eastAsia="Times New Roman" w:hAnsi="Times New Roman"/>
      <w:b w:val="0"/>
      <w:bCs w:val="0"/>
      <w:noProof/>
    </w:rPr>
  </w:style>
  <w:style w:type="paragraph" w:customStyle="1" w:styleId="Anchor">
    <w:name w:val="Anchor"/>
    <w:basedOn w:val="Normal"/>
    <w:rsid w:val="00F9014E"/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9014E"/>
    <w:rPr>
      <w:rFonts w:ascii="Verdana" w:hAnsi="Verdana"/>
      <w:b/>
      <w:bCs/>
    </w:rPr>
  </w:style>
  <w:style w:type="paragraph" w:styleId="ListContinue2">
    <w:name w:val="List Continue 2"/>
    <w:basedOn w:val="Normal"/>
    <w:rsid w:val="00F9014E"/>
    <w:pPr>
      <w:spacing w:after="120"/>
      <w:ind w:left="360"/>
    </w:pPr>
    <w:rPr>
      <w:rFonts w:eastAsia="Times New Roman"/>
      <w:sz w:val="20"/>
      <w:szCs w:val="20"/>
    </w:rPr>
  </w:style>
  <w:style w:type="paragraph" w:styleId="ListContinue3">
    <w:name w:val="List Continue 3"/>
    <w:basedOn w:val="Normal"/>
    <w:rsid w:val="00F9014E"/>
    <w:pPr>
      <w:spacing w:after="120"/>
      <w:ind w:left="1080"/>
    </w:pPr>
    <w:rPr>
      <w:rFonts w:eastAsia="Times New Roman"/>
      <w:sz w:val="20"/>
      <w:szCs w:val="20"/>
    </w:rPr>
  </w:style>
  <w:style w:type="paragraph" w:customStyle="1" w:styleId="TextBox">
    <w:name w:val="Text Box"/>
    <w:basedOn w:val="Normal"/>
    <w:autoRedefine/>
    <w:rsid w:val="00F9014E"/>
    <w:rPr>
      <w:rFonts w:eastAsia="Times New Roman"/>
      <w:color w:val="000000"/>
      <w:sz w:val="18"/>
      <w:szCs w:val="16"/>
    </w:rPr>
  </w:style>
  <w:style w:type="paragraph" w:styleId="ListNumber">
    <w:name w:val="List Number"/>
    <w:basedOn w:val="Normal"/>
    <w:rsid w:val="00F9014E"/>
    <w:pPr>
      <w:tabs>
        <w:tab w:val="num" w:pos="360"/>
      </w:tabs>
      <w:spacing w:after="240"/>
      <w:ind w:right="360"/>
    </w:pPr>
    <w:rPr>
      <w:rFonts w:ascii="Garamond" w:eastAsia="Times New Roman" w:hAnsi="Garamond"/>
      <w:spacing w:val="-5"/>
      <w:szCs w:val="20"/>
    </w:rPr>
  </w:style>
  <w:style w:type="paragraph" w:customStyle="1" w:styleId="ChangeHistory">
    <w:name w:val="Change History"/>
    <w:basedOn w:val="Tableheading"/>
    <w:rsid w:val="00F9014E"/>
    <w:pPr>
      <w:spacing w:before="20" w:after="20"/>
      <w:jc w:val="left"/>
    </w:pPr>
    <w:rPr>
      <w:b w:val="0"/>
      <w:sz w:val="18"/>
    </w:rPr>
  </w:style>
  <w:style w:type="paragraph" w:customStyle="1" w:styleId="TableHeading0">
    <w:name w:val="Table Heading"/>
    <w:basedOn w:val="Normal"/>
    <w:autoRedefine/>
    <w:rsid w:val="00F9014E"/>
    <w:pPr>
      <w:jc w:val="center"/>
    </w:pPr>
    <w:rPr>
      <w:rFonts w:ascii="Arial" w:eastAsia="Times New Roman" w:hAnsi="Arial"/>
      <w:b/>
      <w:sz w:val="20"/>
      <w:szCs w:val="20"/>
    </w:rPr>
  </w:style>
  <w:style w:type="paragraph" w:customStyle="1" w:styleId="TableText0">
    <w:name w:val="Table Text"/>
    <w:basedOn w:val="Normal"/>
    <w:rsid w:val="00F9014E"/>
    <w:rPr>
      <w:rFonts w:ascii="Arial Narrow" w:eastAsia="Times New Roman" w:hAnsi="Arial Narrow"/>
      <w:szCs w:val="20"/>
    </w:rPr>
  </w:style>
  <w:style w:type="character" w:customStyle="1" w:styleId="BodyText3Char">
    <w:name w:val="Body Text 3 Char"/>
    <w:basedOn w:val="DefaultParagraphFont"/>
    <w:link w:val="BodyText3"/>
    <w:rsid w:val="00F9014E"/>
    <w:rPr>
      <w:rFonts w:ascii="Book Antiqua" w:hAnsi="Book Antiqua"/>
      <w:b/>
      <w:bCs/>
    </w:rPr>
  </w:style>
  <w:style w:type="paragraph" w:customStyle="1" w:styleId="Instruction">
    <w:name w:val="Instruction"/>
    <w:basedOn w:val="Normal2"/>
    <w:next w:val="Normal"/>
    <w:rsid w:val="00F9014E"/>
  </w:style>
  <w:style w:type="paragraph" w:styleId="BodyText2">
    <w:name w:val="Body Text 2"/>
    <w:basedOn w:val="Normal"/>
    <w:link w:val="BodyText2Char"/>
    <w:rsid w:val="00F9014E"/>
    <w:rPr>
      <w:rFonts w:eastAsia="Times New Roman"/>
      <w:i/>
      <w:iCs/>
      <w:color w:val="FF0000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F9014E"/>
    <w:rPr>
      <w:rFonts w:eastAsia="Times New Roman"/>
      <w:i/>
      <w:iCs/>
      <w:color w:val="FF0000"/>
    </w:rPr>
  </w:style>
  <w:style w:type="paragraph" w:customStyle="1" w:styleId="xl24">
    <w:name w:val="xl24"/>
    <w:basedOn w:val="Normal"/>
    <w:rsid w:val="00F9014E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F9014E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"/>
    <w:rsid w:val="00F90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F9014E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F901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"/>
    <w:rsid w:val="00F901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"/>
    <w:rsid w:val="00F901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/>
      <w:b/>
      <w:bCs/>
      <w:sz w:val="16"/>
      <w:szCs w:val="16"/>
    </w:rPr>
  </w:style>
  <w:style w:type="paragraph" w:customStyle="1" w:styleId="xl31">
    <w:name w:val="xl31"/>
    <w:basedOn w:val="Normal"/>
    <w:rsid w:val="00F901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F90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"/>
    <w:rsid w:val="00F90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/>
      <w:i/>
      <w:iCs/>
    </w:rPr>
  </w:style>
  <w:style w:type="paragraph" w:customStyle="1" w:styleId="xl34">
    <w:name w:val="xl34"/>
    <w:basedOn w:val="Normal"/>
    <w:rsid w:val="00F9014E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/>
      <w:i/>
      <w:iCs/>
    </w:rPr>
  </w:style>
  <w:style w:type="paragraph" w:customStyle="1" w:styleId="xl35">
    <w:name w:val="xl35"/>
    <w:basedOn w:val="Normal"/>
    <w:rsid w:val="00F901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/>
      <w:i/>
      <w:iCs/>
    </w:rPr>
  </w:style>
  <w:style w:type="paragraph" w:customStyle="1" w:styleId="xl36">
    <w:name w:val="xl36"/>
    <w:basedOn w:val="Normal"/>
    <w:rsid w:val="00F901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/>
      <w:i/>
      <w:iCs/>
    </w:rPr>
  </w:style>
  <w:style w:type="paragraph" w:customStyle="1" w:styleId="xl37">
    <w:name w:val="xl37"/>
    <w:basedOn w:val="Normal"/>
    <w:rsid w:val="00F901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/>
      <w:i/>
      <w:iCs/>
    </w:rPr>
  </w:style>
  <w:style w:type="paragraph" w:customStyle="1" w:styleId="xl38">
    <w:name w:val="xl38"/>
    <w:basedOn w:val="Normal"/>
    <w:rsid w:val="00F9014E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/>
      <w:i/>
      <w:iCs/>
    </w:rPr>
  </w:style>
  <w:style w:type="paragraph" w:customStyle="1" w:styleId="xl39">
    <w:name w:val="xl39"/>
    <w:basedOn w:val="Normal"/>
    <w:rsid w:val="00F901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al"/>
    <w:rsid w:val="00F9014E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Normal"/>
    <w:rsid w:val="00F9014E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Normal"/>
    <w:rsid w:val="00F901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"/>
    <w:rsid w:val="00F90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Normal"/>
    <w:rsid w:val="00F901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Normal"/>
    <w:rsid w:val="00F901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F9014E"/>
    <w:pPr>
      <w:spacing w:before="100" w:beforeAutospacing="1" w:after="100" w:afterAutospacing="1"/>
      <w:jc w:val="center"/>
    </w:pPr>
    <w:rPr>
      <w:rFonts w:ascii="Arial" w:eastAsia="Arial Unicode MS" w:hAnsi="Arial"/>
      <w:color w:val="FF0000"/>
    </w:rPr>
  </w:style>
  <w:style w:type="paragraph" w:customStyle="1" w:styleId="xl47">
    <w:name w:val="xl47"/>
    <w:basedOn w:val="Normal"/>
    <w:rsid w:val="00F9014E"/>
    <w:pPr>
      <w:spacing w:before="100" w:beforeAutospacing="1" w:after="100" w:afterAutospacing="1"/>
      <w:jc w:val="center"/>
    </w:pPr>
    <w:rPr>
      <w:rFonts w:ascii="Arial" w:eastAsia="Arial Unicode MS" w:hAnsi="Arial"/>
      <w:color w:val="FF0000"/>
      <w:sz w:val="32"/>
      <w:szCs w:val="32"/>
    </w:rPr>
  </w:style>
  <w:style w:type="paragraph" w:customStyle="1" w:styleId="xl48">
    <w:name w:val="xl48"/>
    <w:basedOn w:val="Normal"/>
    <w:rsid w:val="00F9014E"/>
    <w:pPr>
      <w:spacing w:before="100" w:beforeAutospacing="1" w:after="100" w:afterAutospacing="1"/>
    </w:pPr>
    <w:rPr>
      <w:rFonts w:ascii="Arial" w:eastAsia="Arial Unicode MS" w:hAnsi="Arial"/>
      <w:color w:val="FF0000"/>
    </w:rPr>
  </w:style>
  <w:style w:type="paragraph" w:customStyle="1" w:styleId="xl49">
    <w:name w:val="xl49"/>
    <w:basedOn w:val="Normal"/>
    <w:rsid w:val="00F9014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/>
      <w:b/>
      <w:bCs/>
      <w:color w:val="FF0000"/>
    </w:rPr>
  </w:style>
  <w:style w:type="paragraph" w:customStyle="1" w:styleId="xl50">
    <w:name w:val="xl50"/>
    <w:basedOn w:val="Normal"/>
    <w:rsid w:val="00F901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/>
      <w:color w:val="FF0000"/>
    </w:rPr>
  </w:style>
  <w:style w:type="paragraph" w:customStyle="1" w:styleId="xl51">
    <w:name w:val="xl51"/>
    <w:basedOn w:val="Normal"/>
    <w:rsid w:val="00F901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/>
      <w:color w:val="FF0000"/>
    </w:rPr>
  </w:style>
  <w:style w:type="paragraph" w:customStyle="1" w:styleId="xl52">
    <w:name w:val="xl52"/>
    <w:basedOn w:val="Normal"/>
    <w:rsid w:val="00F901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/>
      <w:color w:val="FF0000"/>
    </w:rPr>
  </w:style>
  <w:style w:type="paragraph" w:customStyle="1" w:styleId="xl53">
    <w:name w:val="xl53"/>
    <w:basedOn w:val="Normal"/>
    <w:rsid w:val="00F901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/>
      <w:color w:val="FF0000"/>
    </w:rPr>
  </w:style>
  <w:style w:type="paragraph" w:customStyle="1" w:styleId="xl54">
    <w:name w:val="xl54"/>
    <w:basedOn w:val="Normal"/>
    <w:rsid w:val="00F90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/>
      <w:color w:val="FF0000"/>
    </w:rPr>
  </w:style>
  <w:style w:type="paragraph" w:customStyle="1" w:styleId="xl55">
    <w:name w:val="xl55"/>
    <w:basedOn w:val="Normal"/>
    <w:rsid w:val="00F901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/>
      <w:color w:val="FF0000"/>
    </w:rPr>
  </w:style>
  <w:style w:type="paragraph" w:customStyle="1" w:styleId="xl56">
    <w:name w:val="xl56"/>
    <w:basedOn w:val="Normal"/>
    <w:rsid w:val="00F9014E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/>
      <w:color w:val="FF0000"/>
    </w:rPr>
  </w:style>
  <w:style w:type="paragraph" w:customStyle="1" w:styleId="xl57">
    <w:name w:val="xl57"/>
    <w:basedOn w:val="Normal"/>
    <w:rsid w:val="00F901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/>
      <w:color w:val="FF0000"/>
    </w:rPr>
  </w:style>
  <w:style w:type="paragraph" w:customStyle="1" w:styleId="xl58">
    <w:name w:val="xl58"/>
    <w:basedOn w:val="Normal"/>
    <w:rsid w:val="00F901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/>
      <w:color w:val="FF0000"/>
    </w:rPr>
  </w:style>
  <w:style w:type="paragraph" w:customStyle="1" w:styleId="xl59">
    <w:name w:val="xl59"/>
    <w:basedOn w:val="Normal"/>
    <w:rsid w:val="00F901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/>
      <w:color w:val="FF0000"/>
    </w:rPr>
  </w:style>
  <w:style w:type="paragraph" w:customStyle="1" w:styleId="xl60">
    <w:name w:val="xl60"/>
    <w:basedOn w:val="Normal"/>
    <w:rsid w:val="00F901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/>
      <w:color w:val="FF0000"/>
    </w:rPr>
  </w:style>
  <w:style w:type="paragraph" w:styleId="BodyTextIndent2">
    <w:name w:val="Body Text Indent 2"/>
    <w:basedOn w:val="Normal"/>
    <w:link w:val="BodyTextIndent2Char"/>
    <w:rsid w:val="00F9014E"/>
    <w:pPr>
      <w:ind w:left="720" w:hanging="720"/>
    </w:pPr>
    <w:rPr>
      <w:rFonts w:eastAsia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F9014E"/>
    <w:rPr>
      <w:rFonts w:eastAsia="Times New Roman"/>
    </w:rPr>
  </w:style>
  <w:style w:type="table" w:styleId="TableContemporary">
    <w:name w:val="Table Contemporary"/>
    <w:basedOn w:val="TableNormal"/>
    <w:rsid w:val="00F9014E"/>
    <w:rPr>
      <w:rFonts w:eastAsia="Times New Roman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PlainText">
    <w:name w:val="Plain Text"/>
    <w:basedOn w:val="Normal"/>
    <w:link w:val="PlainTextChar"/>
    <w:uiPriority w:val="99"/>
    <w:rsid w:val="00F9014E"/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F9014E"/>
    <w:rPr>
      <w:rFonts w:ascii="Courier New" w:eastAsia="Times New Roman" w:hAnsi="Courier New" w:cs="Courier New"/>
    </w:rPr>
  </w:style>
  <w:style w:type="character" w:styleId="Emphasis">
    <w:name w:val="Emphasis"/>
    <w:qFormat/>
    <w:rsid w:val="00F9014E"/>
    <w:rPr>
      <w:rFonts w:ascii="Arial Black" w:hAnsi="Arial Black"/>
      <w:sz w:val="18"/>
    </w:rPr>
  </w:style>
  <w:style w:type="paragraph" w:customStyle="1" w:styleId="InsideAddress">
    <w:name w:val="Inside Address"/>
    <w:basedOn w:val="Normal"/>
    <w:rsid w:val="00F9014E"/>
    <w:pPr>
      <w:spacing w:line="220" w:lineRule="atLeast"/>
    </w:pPr>
    <w:rPr>
      <w:rFonts w:ascii="Times" w:eastAsia="Times" w:hAnsi="Times"/>
      <w:szCs w:val="20"/>
    </w:rPr>
  </w:style>
  <w:style w:type="paragraph" w:styleId="CommentText">
    <w:name w:val="annotation text"/>
    <w:basedOn w:val="Normal"/>
    <w:link w:val="CommentTextChar"/>
    <w:semiHidden/>
    <w:rsid w:val="00F9014E"/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014E"/>
    <w:rPr>
      <w:rFonts w:eastAsia="Times New Roman"/>
    </w:rPr>
  </w:style>
  <w:style w:type="character" w:customStyle="1" w:styleId="BalloonTextChar">
    <w:name w:val="Balloon Text Char"/>
    <w:basedOn w:val="DefaultParagraphFont"/>
    <w:link w:val="BalloonText"/>
    <w:semiHidden/>
    <w:rsid w:val="00F9014E"/>
    <w:rPr>
      <w:rFonts w:ascii="Tahoma" w:hAnsi="Tahoma" w:cs="Tahoma"/>
      <w:sz w:val="16"/>
      <w:szCs w:val="16"/>
    </w:rPr>
  </w:style>
  <w:style w:type="paragraph" w:customStyle="1" w:styleId="Comments">
    <w:name w:val="Comments"/>
    <w:basedOn w:val="Normal"/>
    <w:rsid w:val="00F9014E"/>
    <w:rPr>
      <w:rFonts w:ascii="Arial" w:eastAsia="Times New Roman" w:hAnsi="Arial"/>
      <w:color w:val="FF0000"/>
      <w:sz w:val="20"/>
      <w:szCs w:val="20"/>
    </w:rPr>
  </w:style>
  <w:style w:type="paragraph" w:customStyle="1" w:styleId="CellBody">
    <w:name w:val="CellBody"/>
    <w:basedOn w:val="Normal"/>
    <w:rsid w:val="00F9014E"/>
    <w:pPr>
      <w:spacing w:before="60" w:after="120"/>
      <w:ind w:left="34"/>
    </w:pPr>
    <w:rPr>
      <w:rFonts w:ascii="Helvetica" w:eastAsia="Times New Roman" w:hAnsi="Helvetica"/>
      <w:sz w:val="20"/>
      <w:szCs w:val="20"/>
      <w:lang w:val="en-GB"/>
    </w:rPr>
  </w:style>
  <w:style w:type="paragraph" w:customStyle="1" w:styleId="mBTitle">
    <w:name w:val="mB Title"/>
    <w:basedOn w:val="Heading1"/>
    <w:next w:val="Normal"/>
    <w:autoRedefine/>
    <w:rsid w:val="00F9014E"/>
    <w:pPr>
      <w:numPr>
        <w:numId w:val="0"/>
      </w:numPr>
      <w:pBdr>
        <w:top w:val="single" w:sz="18" w:space="6" w:color="E7EAEE"/>
        <w:bottom w:val="single" w:sz="18" w:space="6" w:color="E7EAEE"/>
      </w:pBdr>
      <w:tabs>
        <w:tab w:val="left" w:pos="-900"/>
      </w:tabs>
      <w:spacing w:before="1080" w:after="720"/>
      <w:ind w:left="-1800" w:hanging="432"/>
    </w:pPr>
    <w:rPr>
      <w:rFonts w:ascii="ITC Officina Sans Std Book" w:eastAsia="Times New Roman" w:hAnsi="ITC Officina Sans Std Book"/>
      <w:sz w:val="44"/>
      <w:szCs w:val="44"/>
      <w:lang w:val="en-GB"/>
    </w:rPr>
  </w:style>
  <w:style w:type="paragraph" w:customStyle="1" w:styleId="mBTestCase">
    <w:name w:val="mB TestCase"/>
    <w:basedOn w:val="Normal"/>
    <w:next w:val="Normal"/>
    <w:rsid w:val="00F9014E"/>
    <w:pPr>
      <w:keepNext/>
      <w:keepLines/>
      <w:tabs>
        <w:tab w:val="num" w:pos="720"/>
      </w:tabs>
      <w:ind w:left="720" w:hanging="360"/>
    </w:pPr>
    <w:rPr>
      <w:rFonts w:ascii="Officina Sans Book" w:eastAsia="Times New Roman" w:hAnsi="Officina Sans Book"/>
      <w:b/>
      <w:bCs/>
      <w:sz w:val="20"/>
      <w:szCs w:val="20"/>
      <w:lang w:val="en-GB"/>
    </w:rPr>
  </w:style>
  <w:style w:type="paragraph" w:customStyle="1" w:styleId="CellHeading">
    <w:name w:val="CellHeading"/>
    <w:basedOn w:val="Normal"/>
    <w:rsid w:val="00F9014E"/>
    <w:pPr>
      <w:spacing w:before="60" w:after="120"/>
      <w:ind w:left="29"/>
    </w:pPr>
    <w:rPr>
      <w:rFonts w:ascii="Arial" w:eastAsia="Times New Roman" w:hAnsi="Arial"/>
      <w:b/>
      <w:sz w:val="16"/>
      <w:szCs w:val="20"/>
      <w:lang w:val="en-GB"/>
    </w:rPr>
  </w:style>
  <w:style w:type="paragraph" w:styleId="NoSpacing">
    <w:name w:val="No Spacing"/>
    <w:uiPriority w:val="1"/>
    <w:qFormat/>
    <w:rsid w:val="00F9014E"/>
    <w:rPr>
      <w:rFonts w:eastAsia="Times New Roman"/>
      <w:lang w:eastAsia="en-US"/>
    </w:rPr>
  </w:style>
  <w:style w:type="paragraph" w:customStyle="1" w:styleId="NormalITCOfficinaSansStdBook">
    <w:name w:val="Normal + ITC Officina Sans Std Book"/>
    <w:aliases w:val="Bold"/>
    <w:basedOn w:val="Normal"/>
    <w:rsid w:val="00F9014E"/>
    <w:pPr>
      <w:framePr w:hSpace="180" w:wrap="around" w:vAnchor="text" w:hAnchor="page" w:x="2062" w:y="84"/>
      <w:jc w:val="center"/>
    </w:pPr>
    <w:rPr>
      <w:rFonts w:ascii="ITC Officina Sans Std Book" w:eastAsia="Times New Roman" w:hAnsi="ITC Officina Sans Std Book"/>
    </w:rPr>
  </w:style>
  <w:style w:type="paragraph" w:customStyle="1" w:styleId="StylemBAnnexH2Bold">
    <w:name w:val="Style mB Annex H2 + Bold"/>
    <w:basedOn w:val="Normal"/>
    <w:rsid w:val="00F9014E"/>
    <w:pPr>
      <w:numPr>
        <w:numId w:val="7"/>
      </w:numPr>
    </w:pPr>
    <w:rPr>
      <w:rFonts w:ascii="Officina Sans Book" w:eastAsia="Times New Roman" w:hAnsi="Officina Sans Book"/>
      <w:b/>
      <w:bCs/>
      <w:sz w:val="20"/>
      <w:szCs w:val="20"/>
      <w:lang w:val="en-GB"/>
    </w:rPr>
  </w:style>
  <w:style w:type="character" w:customStyle="1" w:styleId="content">
    <w:name w:val="content"/>
    <w:basedOn w:val="DefaultParagraphFont"/>
    <w:rsid w:val="005809D5"/>
  </w:style>
  <w:style w:type="character" w:styleId="PlaceholderText">
    <w:name w:val="Placeholder Text"/>
    <w:basedOn w:val="DefaultParagraphFont"/>
    <w:uiPriority w:val="99"/>
    <w:semiHidden/>
    <w:rsid w:val="00C32614"/>
    <w:rPr>
      <w:color w:val="808080"/>
    </w:rPr>
  </w:style>
  <w:style w:type="character" w:customStyle="1" w:styleId="uir-field">
    <w:name w:val="uir-field"/>
    <w:basedOn w:val="DefaultParagraphFont"/>
    <w:rsid w:val="00AC3E89"/>
  </w:style>
  <w:style w:type="paragraph" w:customStyle="1" w:styleId="Style1">
    <w:name w:val="Style1"/>
    <w:basedOn w:val="Heading4"/>
    <w:link w:val="Style1Char"/>
    <w:autoRedefine/>
    <w:qFormat/>
    <w:rsid w:val="00181924"/>
    <w:pPr>
      <w:numPr>
        <w:ilvl w:val="0"/>
        <w:numId w:val="0"/>
      </w:numPr>
    </w:pPr>
    <w:rPr>
      <w:u w:val="single"/>
    </w:rPr>
  </w:style>
  <w:style w:type="character" w:customStyle="1" w:styleId="Style1Char">
    <w:name w:val="Style1 Char"/>
    <w:basedOn w:val="Heading4Char"/>
    <w:link w:val="Style1"/>
    <w:rsid w:val="00181924"/>
    <w:rPr>
      <w:rFonts w:ascii="Arial" w:eastAsia="Times New Roman" w:hAnsi="Arial"/>
      <w:b/>
      <w:i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410D"/>
    <w:rPr>
      <w:rFonts w:eastAsia="SimSu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410D"/>
    <w:rPr>
      <w:rFonts w:eastAsia="Times New Roman" w:cs="Arial"/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64CE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670DB7"/>
    <w:pPr>
      <w:contextualSpacing w:val="0"/>
      <w:jc w:val="left"/>
    </w:pPr>
    <w:rPr>
      <w:rFonts w:eastAsiaTheme="minorHAnsi" w:cs="Times New Roman"/>
      <w:sz w:val="24"/>
      <w:szCs w:val="24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D7D6C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84314"/>
    <w:rPr>
      <w:rFonts w:cs="Arial"/>
      <w:sz w:val="22"/>
      <w:szCs w:val="22"/>
    </w:rPr>
  </w:style>
  <w:style w:type="numbering" w:customStyle="1" w:styleId="NumberedList">
    <w:name w:val="Numbered List"/>
    <w:rsid w:val="00C713E0"/>
    <w:pPr>
      <w:numPr>
        <w:numId w:val="16"/>
      </w:numPr>
    </w:pPr>
  </w:style>
  <w:style w:type="paragraph" w:customStyle="1" w:styleId="CodeIndented">
    <w:name w:val="Code Indented"/>
    <w:basedOn w:val="Normal"/>
    <w:rsid w:val="00A51359"/>
    <w:pPr>
      <w:shd w:val="clear" w:color="auto" w:fill="E0E0E0"/>
      <w:ind w:left="340"/>
      <w:contextualSpacing w:val="0"/>
      <w:jc w:val="left"/>
    </w:pPr>
    <w:rPr>
      <w:rFonts w:ascii="Courier New" w:eastAsia="Times New Roman" w:hAnsi="Courier New" w:cs="Times New Roman"/>
      <w:sz w:val="16"/>
      <w:szCs w:val="20"/>
      <w:lang w:val="en-GB" w:eastAsia="en-US"/>
    </w:rPr>
  </w:style>
  <w:style w:type="paragraph" w:customStyle="1" w:styleId="codeindented0">
    <w:name w:val="codeindented"/>
    <w:basedOn w:val="Normal"/>
    <w:rsid w:val="00A51359"/>
    <w:pPr>
      <w:shd w:val="clear" w:color="auto" w:fill="E0E0E0"/>
      <w:ind w:left="340"/>
      <w:contextualSpacing w:val="0"/>
      <w:jc w:val="left"/>
    </w:pPr>
    <w:rPr>
      <w:rFonts w:ascii="Courier New" w:eastAsia="Times New Roman" w:hAnsi="Courier New" w:cs="Courier New"/>
      <w:sz w:val="16"/>
      <w:szCs w:val="16"/>
      <w:lang w:eastAsia="en-US"/>
    </w:rPr>
  </w:style>
  <w:style w:type="paragraph" w:customStyle="1" w:styleId="IndentedText2">
    <w:name w:val="Indented Text 2"/>
    <w:basedOn w:val="Normal"/>
    <w:rsid w:val="005D7EEB"/>
    <w:pPr>
      <w:ind w:left="794"/>
      <w:contextualSpacing w:val="0"/>
      <w:jc w:val="left"/>
    </w:pPr>
    <w:rPr>
      <w:rFonts w:eastAsia="Times New Roman" w:cs="Times New Roman"/>
      <w:sz w:val="20"/>
      <w:szCs w:val="20"/>
      <w:lang w:val="en-GB" w:eastAsia="en-US"/>
    </w:rPr>
  </w:style>
  <w:style w:type="paragraph" w:customStyle="1" w:styleId="CodeIndented2">
    <w:name w:val="Code Indented 2"/>
    <w:basedOn w:val="CodeIndented"/>
    <w:rsid w:val="005D7EEB"/>
    <w:pPr>
      <w:ind w:left="851"/>
    </w:pPr>
  </w:style>
  <w:style w:type="paragraph" w:customStyle="1" w:styleId="CodeIndented3">
    <w:name w:val="Code Indented 3"/>
    <w:basedOn w:val="CodeIndented2"/>
    <w:rsid w:val="005D7EEB"/>
    <w:pPr>
      <w:ind w:left="1531"/>
    </w:pPr>
  </w:style>
  <w:style w:type="numbering" w:customStyle="1" w:styleId="Note">
    <w:name w:val="Note"/>
    <w:rsid w:val="00656D1A"/>
    <w:pPr>
      <w:numPr>
        <w:numId w:val="25"/>
      </w:numPr>
    </w:pPr>
  </w:style>
  <w:style w:type="numbering" w:customStyle="1" w:styleId="StyleNumbered">
    <w:name w:val="Style Numbered"/>
    <w:basedOn w:val="NoList"/>
    <w:rsid w:val="009A667D"/>
    <w:pPr>
      <w:numPr>
        <w:numId w:val="26"/>
      </w:numPr>
    </w:pPr>
  </w:style>
  <w:style w:type="paragraph" w:customStyle="1" w:styleId="IndentedText3">
    <w:name w:val="Indented Text 3"/>
    <w:basedOn w:val="IndentedText2"/>
    <w:rsid w:val="009A667D"/>
    <w:pPr>
      <w:ind w:left="141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06818">
          <w:marLeft w:val="90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2760">
          <w:marLeft w:val="90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43481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56615">
          <w:marLeft w:val="90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18611">
          <w:marLeft w:val="90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0820">
          <w:marLeft w:val="90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6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5714">
          <w:marLeft w:val="90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79478">
          <w:marLeft w:val="90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2053">
          <w:marLeft w:val="90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neet%20Singh\AppData\Roaming\Microsoft\Templates\ZT_Template_Clou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EB9885AE1124BB0F3E016E777BB06" ma:contentTypeVersion="0" ma:contentTypeDescription="Create a new document." ma:contentTypeScope="" ma:versionID="7d46dd04d4b047fcc53d4eeb58ecd76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15787acf22db4e4c0ac8b858fca640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5D732-4A9A-41B2-A519-0C086C1C02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0FCA38-BA3E-4090-8328-464E9A14C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A23FB8-4508-44E3-A095-EB43D9F982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C8C8D1-FD2A-4F14-8277-9EBAB20B0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ZT_Template_Cloud</Template>
  <TotalTime>0</TotalTime>
  <Pages>3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Monitoring Script</vt:lpstr>
    </vt:vector>
  </TitlesOfParts>
  <Company>ZephyrTel</Company>
  <LinksUpToDate>false</LinksUpToDate>
  <CharactersWithSpaces>3029</CharactersWithSpaces>
  <SharedDoc>false</SharedDoc>
  <HLinks>
    <vt:vector size="198" baseType="variant">
      <vt:variant>
        <vt:i4>1572918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_Toc287001361</vt:lpwstr>
      </vt:variant>
      <vt:variant>
        <vt:i4>1572918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_Toc287001360</vt:lpwstr>
      </vt:variant>
      <vt:variant>
        <vt:i4>1769526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_Toc287001359</vt:lpwstr>
      </vt:variant>
      <vt:variant>
        <vt:i4>1769526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_Toc287001358</vt:lpwstr>
      </vt:variant>
      <vt:variant>
        <vt:i4>1769526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_Toc287001357</vt:lpwstr>
      </vt:variant>
      <vt:variant>
        <vt:i4>1769526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_Toc287001356</vt:lpwstr>
      </vt:variant>
      <vt:variant>
        <vt:i4>1769526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_Toc287001355</vt:lpwstr>
      </vt:variant>
      <vt:variant>
        <vt:i4>1769526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_Toc287001354</vt:lpwstr>
      </vt:variant>
      <vt:variant>
        <vt:i4>1769526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_Toc287001353</vt:lpwstr>
      </vt:variant>
      <vt:variant>
        <vt:i4>1769526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_Toc287001352</vt:lpwstr>
      </vt:variant>
      <vt:variant>
        <vt:i4>1769526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_Toc287001351</vt:lpwstr>
      </vt:variant>
      <vt:variant>
        <vt:i4>1769526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_Toc287001350</vt:lpwstr>
      </vt:variant>
      <vt:variant>
        <vt:i4>1703990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_Toc287001349</vt:lpwstr>
      </vt:variant>
      <vt:variant>
        <vt:i4>1703990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_Toc287001348</vt:lpwstr>
      </vt:variant>
      <vt:variant>
        <vt:i4>1703990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_Toc287001347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_Toc287001346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_Toc287001345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_Toc287001344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_Toc287001343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_Toc287001342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_Toc287001341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_Toc287001340</vt:lpwstr>
      </vt:variant>
      <vt:variant>
        <vt:i4>1900598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_Toc287001339</vt:lpwstr>
      </vt:variant>
      <vt:variant>
        <vt:i4>1900598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_Toc287001338</vt:lpwstr>
      </vt:variant>
      <vt:variant>
        <vt:i4>1900598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_Toc287001337</vt:lpwstr>
      </vt:variant>
      <vt:variant>
        <vt:i4>1900598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_Toc287001336</vt:lpwstr>
      </vt:variant>
      <vt:variant>
        <vt:i4>1900598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_Toc287001335</vt:lpwstr>
      </vt:variant>
      <vt:variant>
        <vt:i4>1900598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_Toc287001334</vt:lpwstr>
      </vt:variant>
      <vt:variant>
        <vt:i4>1900598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_Toc287001333</vt:lpwstr>
      </vt:variant>
      <vt:variant>
        <vt:i4>1900598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_Toc287001332</vt:lpwstr>
      </vt:variant>
      <vt:variant>
        <vt:i4>1900598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_Toc287001331</vt:lpwstr>
      </vt:variant>
      <vt:variant>
        <vt:i4>1900598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_Toc287001330</vt:lpwstr>
      </vt:variant>
      <vt:variant>
        <vt:i4>1835062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_Toc287001329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 Script</dc:title>
  <dc:subject>Health-check Plan</dc:subject>
  <dc:creator>Guneet Singh</dc:creator>
  <cp:keywords>Smart</cp:keywords>
  <cp:lastModifiedBy>Hitesh Bansal</cp:lastModifiedBy>
  <cp:revision>2</cp:revision>
  <cp:lastPrinted>2021-04-05T12:29:00Z</cp:lastPrinted>
  <dcterms:created xsi:type="dcterms:W3CDTF">2021-12-24T08:09:00Z</dcterms:created>
  <dcterms:modified xsi:type="dcterms:W3CDTF">2021-12-24T08:09:00Z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0x01010012EEB9885AE1124BB0F3E016E777BB06</vt:lpwstr>
  </property>
</Properties>
</file>